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095151" w:rsidRDefault="007343C9" w:rsidP="00C30D59">
      <w:pPr>
        <w:pStyle w:val="Nzev"/>
        <w:jc w:val="center"/>
        <w:rPr>
          <w:rFonts w:ascii="Arial" w:hAnsi="Arial" w:cs="Arial"/>
          <w:b/>
          <w:color w:val="000000"/>
          <w:sz w:val="36"/>
          <w:szCs w:val="36"/>
        </w:rPr>
      </w:pPr>
      <w:r w:rsidRPr="00095151">
        <w:rPr>
          <w:rFonts w:ascii="Arial" w:hAnsi="Arial" w:cs="Arial"/>
          <w:b/>
          <w:color w:val="000000"/>
          <w:sz w:val="36"/>
          <w:szCs w:val="36"/>
        </w:rPr>
        <w:t xml:space="preserve">RÁMCOVÁ KUPNÍ </w:t>
      </w:r>
      <w:r w:rsidR="00C30D59" w:rsidRPr="00095151">
        <w:rPr>
          <w:rFonts w:ascii="Arial" w:hAnsi="Arial" w:cs="Arial"/>
          <w:b/>
          <w:color w:val="000000"/>
          <w:sz w:val="36"/>
          <w:szCs w:val="36"/>
        </w:rPr>
        <w:t>SMLOUVA</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 xml:space="preserve">Kupujícího </w:t>
      </w:r>
      <w:r w:rsidRPr="00095151">
        <w:rPr>
          <w:rFonts w:ascii="Arial" w:hAnsi="Arial" w:cs="Arial"/>
          <w:color w:val="000000"/>
          <w:sz w:val="20"/>
          <w:szCs w:val="20"/>
        </w:rPr>
        <w:t>…………….</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Prodávajícího</w:t>
      </w:r>
      <w:r w:rsidRPr="00095151">
        <w:rPr>
          <w:rFonts w:ascii="Arial" w:hAnsi="Arial" w:cs="Arial"/>
          <w:color w:val="000000"/>
          <w:sz w:val="20"/>
          <w:szCs w:val="20"/>
        </w:rPr>
        <w:t xml:space="preserve"> …………….</w:t>
      </w:r>
    </w:p>
    <w:p w:rsidR="00C30D59" w:rsidRPr="009C078A" w:rsidRDefault="00C30D59" w:rsidP="00C30D59">
      <w:pPr>
        <w:pStyle w:val="Nzev"/>
        <w:jc w:val="center"/>
        <w:rPr>
          <w:rFonts w:ascii="Arial" w:hAnsi="Arial" w:cs="Arial"/>
          <w:color w:val="000000"/>
          <w:sz w:val="24"/>
          <w:szCs w:val="24"/>
        </w:rPr>
      </w:pPr>
      <w:bookmarkStart w:id="0" w:name="_GoBack"/>
      <w:bookmarkEnd w:id="0"/>
    </w:p>
    <w:p w:rsidR="00C30D59" w:rsidRPr="00095151" w:rsidRDefault="00C30D59" w:rsidP="00095151">
      <w:pPr>
        <w:pStyle w:val="Nzev"/>
        <w:tabs>
          <w:tab w:val="center" w:pos="4536"/>
          <w:tab w:val="left" w:pos="6345"/>
        </w:tabs>
        <w:rPr>
          <w:rFonts w:ascii="Arial" w:hAnsi="Arial" w:cs="Arial"/>
          <w:color w:val="000000"/>
          <w:sz w:val="24"/>
          <w:szCs w:val="24"/>
        </w:rPr>
      </w:pPr>
      <w:r w:rsidRPr="009C078A">
        <w:rPr>
          <w:rFonts w:ascii="Arial" w:hAnsi="Arial" w:cs="Arial"/>
          <w:color w:val="000000"/>
          <w:sz w:val="24"/>
          <w:szCs w:val="24"/>
        </w:rPr>
        <w:tab/>
        <w:t>„</w:t>
      </w:r>
      <w:r w:rsidR="009C078A">
        <w:rPr>
          <w:rFonts w:ascii="Arial" w:hAnsi="Arial" w:cs="Arial"/>
          <w:color w:val="000000"/>
          <w:sz w:val="24"/>
          <w:szCs w:val="24"/>
        </w:rPr>
        <w:t>Dodávky lednic</w:t>
      </w:r>
      <w:r w:rsidR="00D53DC7">
        <w:rPr>
          <w:rFonts w:ascii="Arial" w:hAnsi="Arial" w:cs="Arial"/>
          <w:color w:val="000000"/>
          <w:sz w:val="24"/>
          <w:szCs w:val="24"/>
        </w:rPr>
        <w:t xml:space="preserve"> na čerpací stanice EuroOil 2016</w:t>
      </w:r>
      <w:r w:rsidR="009C078A">
        <w:rPr>
          <w:rFonts w:ascii="Arial" w:hAnsi="Arial" w:cs="Arial"/>
          <w:color w:val="000000"/>
          <w:sz w:val="24"/>
          <w:szCs w:val="24"/>
        </w:rPr>
        <w:t xml:space="preserve"> - 2018</w:t>
      </w:r>
      <w:r w:rsidRPr="009C078A">
        <w:rPr>
          <w:rFonts w:ascii="Arial" w:hAnsi="Arial" w:cs="Arial"/>
          <w:color w:val="000000"/>
          <w:sz w:val="24"/>
          <w:szCs w:val="24"/>
        </w:rPr>
        <w:t>“</w:t>
      </w:r>
      <w:r w:rsidRPr="009C078A">
        <w:rPr>
          <w:rFonts w:ascii="Arial" w:hAnsi="Arial" w:cs="Arial"/>
          <w:color w:val="000000"/>
          <w:sz w:val="24"/>
          <w:szCs w:val="24"/>
        </w:rPr>
        <w:tab/>
      </w:r>
    </w:p>
    <w:p w:rsidR="00C30D59" w:rsidRPr="009C078A" w:rsidRDefault="00C30D59" w:rsidP="00095151">
      <w:pPr>
        <w:pStyle w:val="lnek"/>
        <w:spacing w:before="360"/>
        <w:ind w:left="17"/>
        <w:rPr>
          <w:rFonts w:cs="Arial"/>
        </w:rPr>
      </w:pPr>
      <w:r w:rsidRPr="009C078A">
        <w:rPr>
          <w:rFonts w:cs="Arial"/>
        </w:rPr>
        <w:t>Smluvní strany</w:t>
      </w:r>
    </w:p>
    <w:p w:rsidR="00C30D59" w:rsidRPr="009C078A" w:rsidRDefault="007343C9" w:rsidP="00C30D59">
      <w:pPr>
        <w:pStyle w:val="Odstavec2"/>
        <w:rPr>
          <w:rFonts w:cs="Arial"/>
        </w:rPr>
      </w:pPr>
      <w:r w:rsidRPr="009C078A">
        <w:rPr>
          <w:rFonts w:cs="Arial"/>
        </w:rPr>
        <w:t>Kupující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095151">
        <w:rPr>
          <w:rFonts w:cs="Arial"/>
        </w:rPr>
        <w:tab/>
      </w:r>
      <w:r w:rsidR="00C30D59" w:rsidRPr="009C078A">
        <w:rPr>
          <w:rFonts w:cs="Arial"/>
          <w:b/>
        </w:rPr>
        <w:t>ČEPRO, a.s.</w:t>
      </w:r>
    </w:p>
    <w:p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t>Praha 7, Dělnická č.</w:t>
      </w:r>
      <w:r w:rsidR="00D971FA">
        <w:rPr>
          <w:rFonts w:cs="Arial"/>
        </w:rPr>
        <w:t xml:space="preserve"> </w:t>
      </w:r>
      <w:r w:rsidRPr="009C078A">
        <w:rPr>
          <w:rFonts w:cs="Arial"/>
        </w:rPr>
        <w:t>p.</w:t>
      </w:r>
      <w:r w:rsidR="00AE52C9">
        <w:rPr>
          <w:rFonts w:cs="Arial"/>
        </w:rPr>
        <w:t xml:space="preserve"> </w:t>
      </w:r>
      <w:r w:rsidRPr="009C078A">
        <w:rPr>
          <w:rFonts w:cs="Arial"/>
        </w:rPr>
        <w:t>213, č.</w:t>
      </w:r>
      <w:r w:rsidR="00D971FA">
        <w:rPr>
          <w:rFonts w:cs="Arial"/>
        </w:rPr>
        <w:t xml:space="preserve"> </w:t>
      </w:r>
      <w:proofErr w:type="spellStart"/>
      <w:r w:rsidRPr="009C078A">
        <w:rPr>
          <w:rFonts w:cs="Arial"/>
        </w:rPr>
        <w:t>or</w:t>
      </w:r>
      <w:proofErr w:type="spellEnd"/>
      <w:r w:rsidRPr="009C078A">
        <w:rPr>
          <w:rFonts w:cs="Arial"/>
        </w:rPr>
        <w:t>. 12, PSČ 170 04</w:t>
      </w:r>
    </w:p>
    <w:p w:rsidR="00C30D59" w:rsidRPr="009C078A" w:rsidRDefault="00C30D59" w:rsidP="00C30D59">
      <w:pPr>
        <w:ind w:left="283" w:firstLine="284"/>
        <w:rPr>
          <w:rFonts w:cs="Arial"/>
        </w:rPr>
      </w:pPr>
      <w:r w:rsidRPr="009C078A">
        <w:rPr>
          <w:rFonts w:cs="Arial"/>
        </w:rPr>
        <w:t>zapsaná:</w:t>
      </w:r>
      <w:r w:rsidRPr="009C078A">
        <w:rPr>
          <w:rFonts w:cs="Arial"/>
        </w:rPr>
        <w:tab/>
      </w:r>
      <w:r w:rsidRPr="009C078A">
        <w:rPr>
          <w:rFonts w:cs="Arial"/>
        </w:rPr>
        <w:tab/>
      </w:r>
      <w:r w:rsidRPr="009C078A">
        <w:rPr>
          <w:rFonts w:cs="Arial"/>
        </w:rPr>
        <w:tab/>
      </w:r>
      <w:r w:rsidRPr="009C078A">
        <w:rPr>
          <w:rFonts w:cs="Arial"/>
        </w:rPr>
        <w:tab/>
        <w:t>Obchodní rejstřík Městského soudu v Praze, oddíl B, vložka 2341</w:t>
      </w:r>
    </w:p>
    <w:p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rsidR="00C30D59" w:rsidRPr="009C078A" w:rsidRDefault="00C30D59" w:rsidP="00C30D59">
      <w:pPr>
        <w:ind w:left="283" w:firstLine="284"/>
        <w:rPr>
          <w:rFonts w:cs="Arial"/>
        </w:rPr>
      </w:pPr>
      <w:r w:rsidRPr="009C078A">
        <w:rPr>
          <w:rFonts w:cs="Arial"/>
        </w:rPr>
        <w:t>č.</w:t>
      </w:r>
      <w:r w:rsidR="00D971FA">
        <w:rPr>
          <w:rFonts w:cs="Arial"/>
        </w:rPr>
        <w:t xml:space="preserve"> </w:t>
      </w:r>
      <w:r w:rsidRPr="009C078A">
        <w:rPr>
          <w:rFonts w:cs="Arial"/>
        </w:rPr>
        <w:t>účtu:</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Pr="009C078A">
        <w:rPr>
          <w:rFonts w:cs="Arial"/>
        </w:rPr>
        <w:t>902931/0100</w:t>
      </w:r>
    </w:p>
    <w:p w:rsidR="00C30D59" w:rsidRPr="009C078A" w:rsidRDefault="00C30D59" w:rsidP="00C30D59">
      <w:pPr>
        <w:ind w:left="283" w:firstLine="284"/>
        <w:rPr>
          <w:rFonts w:cs="Arial"/>
        </w:rPr>
      </w:pPr>
      <w:r w:rsidRPr="009C078A">
        <w:rPr>
          <w:rFonts w:cs="Arial"/>
        </w:rPr>
        <w:t>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60193531</w:t>
      </w:r>
    </w:p>
    <w:p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p>
    <w:p w:rsidR="00C30D59" w:rsidRPr="009C078A" w:rsidRDefault="00095151" w:rsidP="00C30D59">
      <w:pPr>
        <w:ind w:left="283" w:firstLine="284"/>
        <w:rPr>
          <w:rFonts w:cs="Arial"/>
        </w:rPr>
      </w:pPr>
      <w:r>
        <w:rPr>
          <w:rFonts w:cs="Arial"/>
        </w:rPr>
        <w:t>zastupují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rsidR="00AE52C9" w:rsidRPr="009C078A" w:rsidRDefault="00C30D59" w:rsidP="00C30D59">
      <w:pPr>
        <w:rPr>
          <w:rFonts w:cs="Arial"/>
        </w:rPr>
      </w:pP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Ing. Ladislav Staněk, člen představenstva</w:t>
      </w:r>
    </w:p>
    <w:p w:rsidR="00C30D59" w:rsidRPr="009C078A" w:rsidRDefault="00C30D59" w:rsidP="00C30D59">
      <w:pPr>
        <w:rPr>
          <w:rFonts w:cs="Arial"/>
        </w:rPr>
      </w:pPr>
      <w:r w:rsidRPr="009C078A">
        <w:rPr>
          <w:rFonts w:cs="Arial"/>
        </w:rPr>
        <w:t xml:space="preserve">Osoby oprávněné jednat za </w:t>
      </w:r>
      <w:r w:rsidR="007343C9" w:rsidRPr="009C078A">
        <w:rPr>
          <w:rFonts w:cs="Arial"/>
        </w:rPr>
        <w:t>kupujícího</w:t>
      </w:r>
      <w:r w:rsidR="00095151">
        <w:rPr>
          <w:rFonts w:cs="Arial"/>
        </w:rPr>
        <w:t xml:space="preserve"> v rámci uzavřené </w:t>
      </w:r>
      <w:r w:rsidRPr="009C078A">
        <w:rPr>
          <w:rFonts w:cs="Arial"/>
        </w:rPr>
        <w:t>smlouvy:</w:t>
      </w:r>
    </w:p>
    <w:tbl>
      <w:tblPr>
        <w:tblStyle w:val="Mkatabulky"/>
        <w:tblW w:w="0" w:type="auto"/>
        <w:tblInd w:w="108" w:type="dxa"/>
        <w:tblLook w:val="04A0" w:firstRow="1" w:lastRow="0" w:firstColumn="1" w:lastColumn="0" w:noHBand="0" w:noVBand="1"/>
      </w:tblPr>
      <w:tblGrid>
        <w:gridCol w:w="1701"/>
        <w:gridCol w:w="2977"/>
        <w:gridCol w:w="1559"/>
        <w:gridCol w:w="3119"/>
      </w:tblGrid>
      <w:tr w:rsidR="00C30D59" w:rsidRPr="009C078A" w:rsidTr="00AE52C9">
        <w:trPr>
          <w:trHeight w:val="210"/>
        </w:trPr>
        <w:tc>
          <w:tcPr>
            <w:tcW w:w="1701"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977"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jméno a příjmení:</w:t>
            </w:r>
          </w:p>
        </w:tc>
        <w:tc>
          <w:tcPr>
            <w:tcW w:w="1559"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telefon:</w:t>
            </w:r>
          </w:p>
        </w:tc>
        <w:tc>
          <w:tcPr>
            <w:tcW w:w="3119"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e-mail:</w:t>
            </w:r>
          </w:p>
        </w:tc>
      </w:tr>
      <w:tr w:rsidR="00C30D59" w:rsidRPr="009C078A" w:rsidTr="00AE52C9">
        <w:trPr>
          <w:trHeight w:val="512"/>
        </w:trPr>
        <w:tc>
          <w:tcPr>
            <w:tcW w:w="1701"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t>s</w:t>
            </w:r>
            <w:r w:rsidR="00C30D59" w:rsidRPr="009C078A">
              <w:rPr>
                <w:rFonts w:cs="Arial"/>
                <w:color w:val="000000"/>
                <w:sz w:val="20"/>
                <w:szCs w:val="20"/>
              </w:rPr>
              <w:t>mluvních</w:t>
            </w:r>
            <w:r w:rsidR="005A0F79">
              <w:rPr>
                <w:rFonts w:cs="Arial"/>
                <w:color w:val="000000"/>
                <w:sz w:val="20"/>
                <w:szCs w:val="20"/>
              </w:rPr>
              <w:t xml:space="preserve"> vyjma změny či zániku této smlouvy</w:t>
            </w:r>
          </w:p>
        </w:tc>
        <w:tc>
          <w:tcPr>
            <w:tcW w:w="2977" w:type="dxa"/>
          </w:tcPr>
          <w:p w:rsidR="00C30D59" w:rsidRPr="009C078A" w:rsidRDefault="00095151" w:rsidP="0096768C">
            <w:pPr>
              <w:overflowPunct w:val="0"/>
              <w:autoSpaceDE w:val="0"/>
              <w:autoSpaceDN w:val="0"/>
              <w:adjustRightInd w:val="0"/>
              <w:textAlignment w:val="baseline"/>
              <w:rPr>
                <w:rFonts w:cs="Arial"/>
                <w:color w:val="000000"/>
                <w:sz w:val="20"/>
                <w:szCs w:val="20"/>
              </w:rPr>
            </w:pPr>
            <w:r>
              <w:rPr>
                <w:rFonts w:cs="Arial"/>
                <w:color w:val="000000"/>
                <w:sz w:val="20"/>
                <w:szCs w:val="20"/>
              </w:rPr>
              <w:br/>
            </w:r>
            <w:r w:rsidR="0096768C">
              <w:rPr>
                <w:rFonts w:cs="Arial"/>
                <w:color w:val="000000"/>
                <w:sz w:val="20"/>
                <w:szCs w:val="20"/>
              </w:rPr>
              <w:t>RNDr. Vladimír Vacek, CSc.</w:t>
            </w:r>
          </w:p>
        </w:tc>
        <w:tc>
          <w:tcPr>
            <w:tcW w:w="1559" w:type="dxa"/>
          </w:tcPr>
          <w:p w:rsidR="00C30D59" w:rsidRPr="009C078A" w:rsidRDefault="00095151" w:rsidP="0096768C">
            <w:pPr>
              <w:overflowPunct w:val="0"/>
              <w:autoSpaceDE w:val="0"/>
              <w:autoSpaceDN w:val="0"/>
              <w:adjustRightInd w:val="0"/>
              <w:textAlignment w:val="baseline"/>
              <w:rPr>
                <w:rFonts w:cs="Arial"/>
                <w:color w:val="000000"/>
                <w:sz w:val="20"/>
                <w:szCs w:val="20"/>
              </w:rPr>
            </w:pPr>
            <w:r>
              <w:rPr>
                <w:rFonts w:cs="Arial"/>
                <w:color w:val="000000"/>
                <w:sz w:val="20"/>
                <w:szCs w:val="20"/>
              </w:rPr>
              <w:br/>
            </w:r>
            <w:r w:rsidR="0096768C">
              <w:rPr>
                <w:rFonts w:cs="Arial"/>
                <w:color w:val="000000"/>
                <w:sz w:val="20"/>
                <w:szCs w:val="20"/>
              </w:rPr>
              <w:t>739 240 728</w:t>
            </w:r>
          </w:p>
        </w:tc>
        <w:tc>
          <w:tcPr>
            <w:tcW w:w="3119" w:type="dxa"/>
          </w:tcPr>
          <w:p w:rsidR="00C30D59" w:rsidRPr="009C078A" w:rsidRDefault="00095151" w:rsidP="0096768C">
            <w:pPr>
              <w:overflowPunct w:val="0"/>
              <w:autoSpaceDE w:val="0"/>
              <w:autoSpaceDN w:val="0"/>
              <w:adjustRightInd w:val="0"/>
              <w:textAlignment w:val="baseline"/>
              <w:rPr>
                <w:rFonts w:cs="Arial"/>
                <w:color w:val="000000"/>
                <w:sz w:val="20"/>
                <w:szCs w:val="20"/>
              </w:rPr>
            </w:pPr>
            <w:r>
              <w:rPr>
                <w:rFonts w:cs="Arial"/>
                <w:color w:val="000000"/>
                <w:sz w:val="20"/>
                <w:szCs w:val="20"/>
              </w:rPr>
              <w:br/>
            </w:r>
            <w:r w:rsidR="0096768C">
              <w:rPr>
                <w:rStyle w:val="Odkaznakoment"/>
                <w:rFonts w:cs="Arial"/>
                <w:color w:val="000000"/>
                <w:sz w:val="20"/>
                <w:szCs w:val="20"/>
              </w:rPr>
              <w:t>vladimir.vacek</w:t>
            </w:r>
            <w:r w:rsidR="00683296">
              <w:rPr>
                <w:rStyle w:val="Odkaznakoment"/>
                <w:rFonts w:cs="Arial"/>
                <w:color w:val="000000"/>
                <w:sz w:val="20"/>
                <w:szCs w:val="20"/>
              </w:rPr>
              <w:t>@ceproas.cz</w:t>
            </w:r>
          </w:p>
        </w:tc>
      </w:tr>
      <w:tr w:rsidR="00C30D59" w:rsidRPr="009C078A" w:rsidTr="00AE52C9">
        <w:tc>
          <w:tcPr>
            <w:tcW w:w="1701" w:type="dxa"/>
          </w:tcPr>
          <w:p w:rsidR="00095151" w:rsidRPr="009C078A" w:rsidRDefault="00095151" w:rsidP="007343C9">
            <w:pPr>
              <w:overflowPunct w:val="0"/>
              <w:autoSpaceDE w:val="0"/>
              <w:autoSpaceDN w:val="0"/>
              <w:adjustRightInd w:val="0"/>
              <w:textAlignment w:val="baseline"/>
              <w:rPr>
                <w:rFonts w:cs="Arial"/>
                <w:color w:val="000000"/>
                <w:sz w:val="20"/>
                <w:szCs w:val="20"/>
              </w:rPr>
            </w:pPr>
            <w:r>
              <w:rPr>
                <w:rFonts w:cs="Arial"/>
                <w:color w:val="000000"/>
                <w:sz w:val="20"/>
                <w:szCs w:val="20"/>
              </w:rPr>
              <w:br/>
              <w:t>p</w:t>
            </w:r>
            <w:r w:rsidR="00C30D59" w:rsidRPr="009C078A">
              <w:rPr>
                <w:rFonts w:cs="Arial"/>
                <w:color w:val="000000"/>
                <w:sz w:val="20"/>
                <w:szCs w:val="20"/>
              </w:rPr>
              <w:t>řevzetí</w:t>
            </w:r>
          </w:p>
        </w:tc>
        <w:tc>
          <w:tcPr>
            <w:tcW w:w="2977"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r>
            <w:r w:rsidR="00E105A4">
              <w:rPr>
                <w:rFonts w:cs="Arial"/>
                <w:color w:val="000000"/>
                <w:sz w:val="20"/>
                <w:szCs w:val="20"/>
              </w:rPr>
              <w:t>Václav Bartoň</w:t>
            </w:r>
          </w:p>
        </w:tc>
        <w:tc>
          <w:tcPr>
            <w:tcW w:w="1559"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r>
            <w:r w:rsidR="00E105A4">
              <w:rPr>
                <w:rFonts w:cs="Arial"/>
                <w:color w:val="000000"/>
                <w:sz w:val="20"/>
                <w:szCs w:val="20"/>
              </w:rPr>
              <w:t>739 240 379</w:t>
            </w:r>
          </w:p>
        </w:tc>
        <w:tc>
          <w:tcPr>
            <w:tcW w:w="3119" w:type="dxa"/>
          </w:tcPr>
          <w:p w:rsidR="00C30D59" w:rsidRPr="009C078A" w:rsidRDefault="00095151" w:rsidP="00BA59A8">
            <w:pPr>
              <w:overflowPunct w:val="0"/>
              <w:autoSpaceDE w:val="0"/>
              <w:autoSpaceDN w:val="0"/>
              <w:adjustRightInd w:val="0"/>
              <w:textAlignment w:val="baseline"/>
              <w:rPr>
                <w:rStyle w:val="Odkaznakoment"/>
                <w:rFonts w:cs="Arial"/>
                <w:color w:val="000000"/>
                <w:sz w:val="20"/>
                <w:szCs w:val="20"/>
              </w:rPr>
            </w:pPr>
            <w:r>
              <w:rPr>
                <w:rStyle w:val="Odkaznakoment"/>
                <w:rFonts w:cs="Arial"/>
                <w:color w:val="000000"/>
                <w:sz w:val="20"/>
                <w:szCs w:val="20"/>
              </w:rPr>
              <w:br/>
            </w:r>
            <w:r w:rsidR="00E105A4">
              <w:rPr>
                <w:rStyle w:val="Odkaznakoment"/>
                <w:rFonts w:cs="Arial"/>
                <w:color w:val="000000"/>
                <w:sz w:val="20"/>
                <w:szCs w:val="20"/>
              </w:rPr>
              <w:t>vaclav.barton@ceproas.cz</w:t>
            </w:r>
          </w:p>
        </w:tc>
      </w:tr>
    </w:tbl>
    <w:p w:rsidR="00C30D59" w:rsidRPr="009C078A" w:rsidRDefault="00C30D59" w:rsidP="00095151">
      <w:pPr>
        <w:spacing w:before="120"/>
        <w:rPr>
          <w:rFonts w:cs="Arial"/>
        </w:rPr>
      </w:pPr>
      <w:r w:rsidRPr="009C078A">
        <w:rPr>
          <w:rFonts w:cs="Arial"/>
        </w:rPr>
        <w:t>(dále jen „</w:t>
      </w:r>
      <w:r w:rsidR="007343C9" w:rsidRPr="009C078A">
        <w:rPr>
          <w:rFonts w:cs="Arial"/>
          <w:b/>
          <w:i/>
        </w:rPr>
        <w:t>Kupující</w:t>
      </w:r>
      <w:r w:rsidRPr="009C078A">
        <w:rPr>
          <w:rFonts w:cs="Arial"/>
        </w:rPr>
        <w:t>“)</w:t>
      </w:r>
    </w:p>
    <w:p w:rsidR="00C30D59" w:rsidRPr="009C078A" w:rsidRDefault="00C30D59" w:rsidP="00C30D59">
      <w:pPr>
        <w:overflowPunct w:val="0"/>
        <w:autoSpaceDE w:val="0"/>
        <w:autoSpaceDN w:val="0"/>
        <w:adjustRightInd w:val="0"/>
        <w:spacing w:after="0"/>
        <w:textAlignment w:val="baseline"/>
        <w:rPr>
          <w:rFonts w:cs="Arial"/>
          <w:b/>
          <w:color w:val="000000"/>
        </w:rPr>
      </w:pPr>
      <w:r w:rsidRPr="009C078A">
        <w:rPr>
          <w:rFonts w:cs="Arial"/>
          <w:b/>
          <w:color w:val="000000"/>
        </w:rPr>
        <w:t>a</w:t>
      </w:r>
    </w:p>
    <w:p w:rsidR="00C30D59" w:rsidRPr="009C078A" w:rsidRDefault="00C30D59" w:rsidP="00C30D59">
      <w:pPr>
        <w:overflowPunct w:val="0"/>
        <w:autoSpaceDE w:val="0"/>
        <w:autoSpaceDN w:val="0"/>
        <w:adjustRightInd w:val="0"/>
        <w:spacing w:after="0"/>
        <w:textAlignment w:val="baseline"/>
        <w:rPr>
          <w:rFonts w:cs="Arial"/>
          <w:b/>
          <w:color w:val="000000"/>
        </w:rPr>
      </w:pPr>
    </w:p>
    <w:p w:rsidR="00C30D59" w:rsidRPr="00851581" w:rsidRDefault="007343C9" w:rsidP="00C30D59">
      <w:pPr>
        <w:pStyle w:val="Odstavec2"/>
        <w:rPr>
          <w:rFonts w:cs="Arial"/>
          <w:highlight w:val="cyan"/>
        </w:rPr>
      </w:pPr>
      <w:bookmarkStart w:id="1" w:name="_Ref368326329"/>
      <w:r w:rsidRPr="00851581">
        <w:rPr>
          <w:rFonts w:cs="Arial"/>
          <w:highlight w:val="cyan"/>
        </w:rPr>
        <w:t>Prodávající</w:t>
      </w:r>
      <w:r w:rsidR="00C30D59" w:rsidRPr="00851581">
        <w:rPr>
          <w:rFonts w:cs="Arial"/>
          <w:highlight w:val="cyan"/>
        </w:rPr>
        <w:t>:</w:t>
      </w:r>
      <w:r w:rsidR="00C30D59" w:rsidRPr="00851581">
        <w:rPr>
          <w:rFonts w:cs="Arial"/>
          <w:highlight w:val="cyan"/>
        </w:rPr>
        <w:tab/>
      </w:r>
      <w:r w:rsidR="00C30D59" w:rsidRPr="00851581">
        <w:rPr>
          <w:rFonts w:cs="Arial"/>
          <w:highlight w:val="cyan"/>
        </w:rPr>
        <w:tab/>
      </w:r>
      <w:r w:rsidR="00C30D59" w:rsidRPr="00851581">
        <w:rPr>
          <w:rFonts w:cs="Arial"/>
          <w:highlight w:val="cyan"/>
        </w:rPr>
        <w:tab/>
      </w:r>
      <w:r w:rsidR="00C30D59" w:rsidRPr="00851581">
        <w:rPr>
          <w:rFonts w:cs="Arial"/>
          <w:b/>
          <w:highlight w:val="cyan"/>
        </w:rPr>
        <w:t>………………</w:t>
      </w:r>
      <w:bookmarkEnd w:id="1"/>
    </w:p>
    <w:p w:rsidR="00C30D59" w:rsidRPr="00851581" w:rsidRDefault="00C30D59" w:rsidP="00C30D59">
      <w:pPr>
        <w:ind w:left="283" w:firstLine="284"/>
        <w:rPr>
          <w:rFonts w:cs="Arial"/>
          <w:highlight w:val="cyan"/>
        </w:rPr>
      </w:pPr>
      <w:r w:rsidRPr="00851581">
        <w:rPr>
          <w:rFonts w:cs="Arial"/>
          <w:highlight w:val="cyan"/>
        </w:rPr>
        <w:t>se sídlem:</w:t>
      </w:r>
      <w:r w:rsidRPr="00851581">
        <w:rPr>
          <w:rFonts w:cs="Arial"/>
          <w:highlight w:val="cyan"/>
        </w:rPr>
        <w:tab/>
      </w:r>
      <w:r w:rsidRPr="00851581">
        <w:rPr>
          <w:rFonts w:cs="Arial"/>
          <w:highlight w:val="cyan"/>
        </w:rPr>
        <w:tab/>
      </w:r>
      <w:r w:rsidRPr="00851581">
        <w:rPr>
          <w:rFonts w:cs="Arial"/>
          <w:highlight w:val="cyan"/>
        </w:rPr>
        <w:tab/>
        <w:t>………………</w:t>
      </w:r>
    </w:p>
    <w:p w:rsidR="00C30D59" w:rsidRPr="00851581" w:rsidRDefault="00C30D59" w:rsidP="00C30D59">
      <w:pPr>
        <w:ind w:left="283" w:firstLine="284"/>
        <w:rPr>
          <w:rFonts w:cs="Arial"/>
          <w:highlight w:val="cyan"/>
        </w:rPr>
      </w:pPr>
      <w:r w:rsidRPr="00851581">
        <w:rPr>
          <w:rFonts w:cs="Arial"/>
          <w:highlight w:val="cyan"/>
        </w:rPr>
        <w:t>zapsaná:</w:t>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t>Obchodní rejstřík ……</w:t>
      </w:r>
      <w:proofErr w:type="gramStart"/>
      <w:r w:rsidRPr="00851581">
        <w:rPr>
          <w:rFonts w:cs="Arial"/>
          <w:highlight w:val="cyan"/>
        </w:rPr>
        <w:t>….., oddíl</w:t>
      </w:r>
      <w:proofErr w:type="gramEnd"/>
      <w:r w:rsidRPr="00851581">
        <w:rPr>
          <w:rFonts w:cs="Arial"/>
          <w:highlight w:val="cyan"/>
        </w:rPr>
        <w:t xml:space="preserve"> …, vložka ….</w:t>
      </w:r>
    </w:p>
    <w:p w:rsidR="00C30D59" w:rsidRPr="00851581" w:rsidRDefault="00C30D59" w:rsidP="00C30D59">
      <w:pPr>
        <w:ind w:left="283" w:firstLine="284"/>
        <w:rPr>
          <w:rFonts w:cs="Arial"/>
          <w:highlight w:val="cyan"/>
        </w:rPr>
      </w:pPr>
      <w:r w:rsidRPr="00851581">
        <w:rPr>
          <w:rFonts w:cs="Arial"/>
          <w:highlight w:val="cyan"/>
        </w:rPr>
        <w:t>bankovní spojení:</w:t>
      </w:r>
      <w:r w:rsidRPr="00851581">
        <w:rPr>
          <w:rFonts w:cs="Arial"/>
          <w:highlight w:val="cyan"/>
        </w:rPr>
        <w:tab/>
        <w:t>………………</w:t>
      </w:r>
    </w:p>
    <w:p w:rsidR="00C30D59" w:rsidRPr="00851581" w:rsidRDefault="00C30D59" w:rsidP="00C30D59">
      <w:pPr>
        <w:ind w:left="283" w:firstLine="284"/>
        <w:rPr>
          <w:rFonts w:cs="Arial"/>
          <w:highlight w:val="cyan"/>
        </w:rPr>
      </w:pPr>
      <w:proofErr w:type="spellStart"/>
      <w:proofErr w:type="gramStart"/>
      <w:r w:rsidRPr="00851581">
        <w:rPr>
          <w:rFonts w:cs="Arial"/>
          <w:highlight w:val="cyan"/>
        </w:rPr>
        <w:t>č.účtu</w:t>
      </w:r>
      <w:proofErr w:type="spellEnd"/>
      <w:proofErr w:type="gramEnd"/>
      <w:r w:rsidRPr="00851581">
        <w:rPr>
          <w:rFonts w:cs="Arial"/>
          <w:highlight w:val="cyan"/>
        </w:rPr>
        <w:t>:</w:t>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t>………………</w:t>
      </w:r>
    </w:p>
    <w:p w:rsidR="00C30D59" w:rsidRPr="00851581" w:rsidRDefault="00C30D59" w:rsidP="00C30D59">
      <w:pPr>
        <w:ind w:left="283" w:firstLine="284"/>
        <w:rPr>
          <w:rFonts w:cs="Arial"/>
          <w:highlight w:val="cyan"/>
        </w:rPr>
      </w:pPr>
      <w:r w:rsidRPr="00851581">
        <w:rPr>
          <w:rFonts w:cs="Arial"/>
          <w:highlight w:val="cyan"/>
        </w:rPr>
        <w:t>IČ:</w:t>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t>………………</w:t>
      </w:r>
    </w:p>
    <w:p w:rsidR="00C30D59" w:rsidRPr="00851581" w:rsidRDefault="00C30D59" w:rsidP="00C30D59">
      <w:pPr>
        <w:ind w:left="283" w:firstLine="284"/>
        <w:rPr>
          <w:rFonts w:cs="Arial"/>
          <w:highlight w:val="cyan"/>
        </w:rPr>
      </w:pPr>
      <w:r w:rsidRPr="00851581">
        <w:rPr>
          <w:rFonts w:cs="Arial"/>
          <w:highlight w:val="cyan"/>
        </w:rPr>
        <w:t>DIČ:</w:t>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t>…………</w:t>
      </w:r>
      <w:proofErr w:type="gramStart"/>
      <w:r w:rsidRPr="00851581">
        <w:rPr>
          <w:rFonts w:cs="Arial"/>
          <w:highlight w:val="cyan"/>
        </w:rPr>
        <w:t>…...</w:t>
      </w:r>
      <w:proofErr w:type="gramEnd"/>
    </w:p>
    <w:p w:rsidR="00C30D59" w:rsidRPr="00851581" w:rsidRDefault="00095151" w:rsidP="00C30D59">
      <w:pPr>
        <w:ind w:left="283" w:firstLine="284"/>
        <w:rPr>
          <w:rFonts w:cs="Arial"/>
          <w:highlight w:val="cyan"/>
        </w:rPr>
      </w:pPr>
      <w:proofErr w:type="spellStart"/>
      <w:r w:rsidRPr="00851581">
        <w:rPr>
          <w:rFonts w:cs="Arial"/>
          <w:highlight w:val="cyan"/>
        </w:rPr>
        <w:t>zstupují</w:t>
      </w:r>
      <w:proofErr w:type="spellEnd"/>
      <w:r w:rsidR="00C30D59" w:rsidRPr="00851581">
        <w:rPr>
          <w:rFonts w:cs="Arial"/>
          <w:highlight w:val="cyan"/>
        </w:rPr>
        <w:t>:</w:t>
      </w:r>
      <w:r w:rsidR="00C30D59" w:rsidRPr="00851581">
        <w:rPr>
          <w:rFonts w:cs="Arial"/>
          <w:highlight w:val="cyan"/>
        </w:rPr>
        <w:tab/>
      </w:r>
      <w:r w:rsidR="00C30D59" w:rsidRPr="00851581">
        <w:rPr>
          <w:rFonts w:cs="Arial"/>
          <w:highlight w:val="cyan"/>
        </w:rPr>
        <w:tab/>
      </w:r>
      <w:r w:rsidR="00C30D59" w:rsidRPr="00851581">
        <w:rPr>
          <w:rFonts w:cs="Arial"/>
          <w:highlight w:val="cyan"/>
        </w:rPr>
        <w:tab/>
      </w:r>
      <w:r w:rsidR="00C30D59" w:rsidRPr="00851581">
        <w:rPr>
          <w:rFonts w:cs="Arial"/>
          <w:highlight w:val="cyan"/>
        </w:rPr>
        <w:tab/>
        <w:t>………………</w:t>
      </w:r>
    </w:p>
    <w:p w:rsidR="00C30D59" w:rsidRPr="009C078A" w:rsidRDefault="00C30D59" w:rsidP="00C30D59">
      <w:pPr>
        <w:rPr>
          <w:rFonts w:cs="Arial"/>
        </w:rPr>
      </w:pP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r>
      <w:r w:rsidRPr="00851581">
        <w:rPr>
          <w:rFonts w:cs="Arial"/>
          <w:highlight w:val="cyan"/>
        </w:rPr>
        <w:tab/>
        <w:t>……………….</w:t>
      </w:r>
    </w:p>
    <w:p w:rsidR="00C30D59" w:rsidRPr="009C078A" w:rsidRDefault="00C30D59" w:rsidP="00C30D59">
      <w:pPr>
        <w:rPr>
          <w:rFonts w:cs="Arial"/>
        </w:rPr>
      </w:pPr>
      <w:r w:rsidRPr="009C078A">
        <w:rPr>
          <w:rFonts w:cs="Arial"/>
        </w:rPr>
        <w:t xml:space="preserve">Osoby oprávněné jednat za </w:t>
      </w:r>
      <w:r w:rsidR="007343C9" w:rsidRPr="009C078A">
        <w:rPr>
          <w:rFonts w:cs="Arial"/>
        </w:rPr>
        <w:t>prodávajícího v rámci uzavřené smlouv</w:t>
      </w:r>
      <w:r w:rsidR="00371E55" w:rsidRPr="009C078A">
        <w:rPr>
          <w:rFonts w:cs="Arial"/>
        </w:rPr>
        <w:t>y</w:t>
      </w:r>
      <w:r w:rsidRPr="009C078A">
        <w:rPr>
          <w:rFonts w:cs="Arial"/>
        </w:rPr>
        <w:t>:</w:t>
      </w:r>
    </w:p>
    <w:tbl>
      <w:tblPr>
        <w:tblStyle w:val="Mkatabulky"/>
        <w:tblW w:w="0" w:type="auto"/>
        <w:tblInd w:w="108" w:type="dxa"/>
        <w:tblLook w:val="04A0" w:firstRow="1" w:lastRow="0" w:firstColumn="1" w:lastColumn="0" w:noHBand="0" w:noVBand="1"/>
      </w:tblPr>
      <w:tblGrid>
        <w:gridCol w:w="2552"/>
        <w:gridCol w:w="2410"/>
        <w:gridCol w:w="1839"/>
        <w:gridCol w:w="2555"/>
      </w:tblGrid>
      <w:tr w:rsidR="00C30D59" w:rsidRPr="009C078A" w:rsidTr="00095151">
        <w:trPr>
          <w:trHeight w:val="438"/>
        </w:trPr>
        <w:tc>
          <w:tcPr>
            <w:tcW w:w="2552" w:type="dxa"/>
            <w:vAlign w:val="center"/>
          </w:tcPr>
          <w:p w:rsidR="00C30D59" w:rsidRPr="00851581" w:rsidRDefault="00C30D59" w:rsidP="00BA59A8">
            <w:pPr>
              <w:overflowPunct w:val="0"/>
              <w:autoSpaceDE w:val="0"/>
              <w:autoSpaceDN w:val="0"/>
              <w:adjustRightInd w:val="0"/>
              <w:jc w:val="center"/>
              <w:textAlignment w:val="baseline"/>
              <w:rPr>
                <w:rFonts w:cs="Arial"/>
                <w:color w:val="000000"/>
                <w:sz w:val="20"/>
                <w:szCs w:val="20"/>
                <w:highlight w:val="cyan"/>
              </w:rPr>
            </w:pPr>
            <w:r w:rsidRPr="00851581">
              <w:rPr>
                <w:rFonts w:cs="Arial"/>
                <w:color w:val="000000"/>
                <w:sz w:val="20"/>
                <w:szCs w:val="20"/>
                <w:highlight w:val="cyan"/>
              </w:rPr>
              <w:t>ve věcech:</w:t>
            </w:r>
          </w:p>
        </w:tc>
        <w:tc>
          <w:tcPr>
            <w:tcW w:w="2410" w:type="dxa"/>
            <w:vAlign w:val="center"/>
          </w:tcPr>
          <w:p w:rsidR="00C30D59" w:rsidRPr="00851581" w:rsidRDefault="00C30D59" w:rsidP="00BA59A8">
            <w:pPr>
              <w:overflowPunct w:val="0"/>
              <w:autoSpaceDE w:val="0"/>
              <w:autoSpaceDN w:val="0"/>
              <w:adjustRightInd w:val="0"/>
              <w:jc w:val="center"/>
              <w:textAlignment w:val="baseline"/>
              <w:rPr>
                <w:rFonts w:cs="Arial"/>
                <w:color w:val="000000"/>
                <w:sz w:val="20"/>
                <w:szCs w:val="20"/>
                <w:highlight w:val="cyan"/>
              </w:rPr>
            </w:pPr>
            <w:r w:rsidRPr="00851581">
              <w:rPr>
                <w:rFonts w:cs="Arial"/>
                <w:color w:val="000000"/>
                <w:sz w:val="20"/>
                <w:szCs w:val="20"/>
                <w:highlight w:val="cyan"/>
              </w:rPr>
              <w:t>jméno a příjmení:</w:t>
            </w:r>
          </w:p>
        </w:tc>
        <w:tc>
          <w:tcPr>
            <w:tcW w:w="1839" w:type="dxa"/>
            <w:vAlign w:val="center"/>
          </w:tcPr>
          <w:p w:rsidR="00C30D59" w:rsidRPr="00851581" w:rsidRDefault="00C30D59" w:rsidP="00BA59A8">
            <w:pPr>
              <w:overflowPunct w:val="0"/>
              <w:autoSpaceDE w:val="0"/>
              <w:autoSpaceDN w:val="0"/>
              <w:adjustRightInd w:val="0"/>
              <w:jc w:val="center"/>
              <w:textAlignment w:val="baseline"/>
              <w:rPr>
                <w:rFonts w:cs="Arial"/>
                <w:color w:val="000000"/>
                <w:sz w:val="20"/>
                <w:szCs w:val="20"/>
                <w:highlight w:val="cyan"/>
              </w:rPr>
            </w:pPr>
            <w:r w:rsidRPr="00851581">
              <w:rPr>
                <w:rFonts w:cs="Arial"/>
                <w:color w:val="000000"/>
                <w:sz w:val="20"/>
                <w:szCs w:val="20"/>
                <w:highlight w:val="cyan"/>
              </w:rPr>
              <w:t>telefon:</w:t>
            </w:r>
          </w:p>
        </w:tc>
        <w:tc>
          <w:tcPr>
            <w:tcW w:w="2555" w:type="dxa"/>
            <w:vAlign w:val="center"/>
          </w:tcPr>
          <w:p w:rsidR="00C30D59" w:rsidRPr="00851581" w:rsidRDefault="00C30D59" w:rsidP="00BA59A8">
            <w:pPr>
              <w:overflowPunct w:val="0"/>
              <w:autoSpaceDE w:val="0"/>
              <w:autoSpaceDN w:val="0"/>
              <w:adjustRightInd w:val="0"/>
              <w:jc w:val="center"/>
              <w:textAlignment w:val="baseline"/>
              <w:rPr>
                <w:rFonts w:cs="Arial"/>
                <w:color w:val="000000"/>
                <w:sz w:val="20"/>
                <w:szCs w:val="20"/>
                <w:highlight w:val="cyan"/>
              </w:rPr>
            </w:pPr>
            <w:r w:rsidRPr="00851581">
              <w:rPr>
                <w:rFonts w:cs="Arial"/>
                <w:color w:val="000000"/>
                <w:sz w:val="20"/>
                <w:szCs w:val="20"/>
                <w:highlight w:val="cyan"/>
              </w:rPr>
              <w:t>e-mail:</w:t>
            </w:r>
          </w:p>
        </w:tc>
      </w:tr>
      <w:tr w:rsidR="00C30D59" w:rsidRPr="009C078A" w:rsidTr="00095151">
        <w:tc>
          <w:tcPr>
            <w:tcW w:w="2552" w:type="dxa"/>
          </w:tcPr>
          <w:p w:rsidR="00C30D59" w:rsidRPr="00851581" w:rsidRDefault="00C30D59" w:rsidP="00BA59A8">
            <w:pPr>
              <w:overflowPunct w:val="0"/>
              <w:autoSpaceDE w:val="0"/>
              <w:autoSpaceDN w:val="0"/>
              <w:adjustRightInd w:val="0"/>
              <w:textAlignment w:val="baseline"/>
              <w:rPr>
                <w:rFonts w:cs="Arial"/>
                <w:color w:val="000000"/>
                <w:sz w:val="20"/>
                <w:szCs w:val="20"/>
                <w:highlight w:val="cyan"/>
              </w:rPr>
            </w:pPr>
            <w:r w:rsidRPr="00851581">
              <w:rPr>
                <w:rFonts w:cs="Arial"/>
                <w:color w:val="000000"/>
                <w:sz w:val="20"/>
                <w:szCs w:val="20"/>
                <w:highlight w:val="cyan"/>
              </w:rPr>
              <w:t>smluvních</w:t>
            </w:r>
          </w:p>
        </w:tc>
        <w:tc>
          <w:tcPr>
            <w:tcW w:w="2410" w:type="dxa"/>
          </w:tcPr>
          <w:p w:rsidR="00C30D59" w:rsidRPr="00851581" w:rsidRDefault="00C30D59" w:rsidP="00BA59A8">
            <w:pPr>
              <w:overflowPunct w:val="0"/>
              <w:autoSpaceDE w:val="0"/>
              <w:autoSpaceDN w:val="0"/>
              <w:adjustRightInd w:val="0"/>
              <w:textAlignment w:val="baseline"/>
              <w:rPr>
                <w:rFonts w:cs="Arial"/>
                <w:color w:val="FF0000"/>
                <w:sz w:val="20"/>
                <w:szCs w:val="20"/>
                <w:highlight w:val="cyan"/>
              </w:rPr>
            </w:pPr>
          </w:p>
        </w:tc>
        <w:tc>
          <w:tcPr>
            <w:tcW w:w="1839" w:type="dxa"/>
          </w:tcPr>
          <w:p w:rsidR="00C30D59" w:rsidRPr="00851581" w:rsidRDefault="00C30D59" w:rsidP="00BA59A8">
            <w:pPr>
              <w:overflowPunct w:val="0"/>
              <w:autoSpaceDE w:val="0"/>
              <w:autoSpaceDN w:val="0"/>
              <w:adjustRightInd w:val="0"/>
              <w:textAlignment w:val="baseline"/>
              <w:rPr>
                <w:rFonts w:cs="Arial"/>
                <w:color w:val="FF0000"/>
                <w:sz w:val="20"/>
                <w:szCs w:val="20"/>
                <w:highlight w:val="cyan"/>
              </w:rPr>
            </w:pPr>
          </w:p>
        </w:tc>
        <w:tc>
          <w:tcPr>
            <w:tcW w:w="2555" w:type="dxa"/>
          </w:tcPr>
          <w:p w:rsidR="00C30D59" w:rsidRPr="00851581" w:rsidRDefault="00C30D59" w:rsidP="00BA59A8">
            <w:pPr>
              <w:overflowPunct w:val="0"/>
              <w:autoSpaceDE w:val="0"/>
              <w:autoSpaceDN w:val="0"/>
              <w:adjustRightInd w:val="0"/>
              <w:textAlignment w:val="baseline"/>
              <w:rPr>
                <w:rFonts w:cs="Arial"/>
                <w:color w:val="FF0000"/>
                <w:sz w:val="20"/>
                <w:szCs w:val="20"/>
                <w:highlight w:val="cyan"/>
              </w:rPr>
            </w:pPr>
          </w:p>
        </w:tc>
      </w:tr>
      <w:tr w:rsidR="00C30D59" w:rsidRPr="009C078A" w:rsidTr="00095151">
        <w:tc>
          <w:tcPr>
            <w:tcW w:w="2552" w:type="dxa"/>
          </w:tcPr>
          <w:p w:rsidR="00C30D59" w:rsidRPr="00851581" w:rsidRDefault="00C30D59" w:rsidP="007343C9">
            <w:pPr>
              <w:overflowPunct w:val="0"/>
              <w:autoSpaceDE w:val="0"/>
              <w:autoSpaceDN w:val="0"/>
              <w:adjustRightInd w:val="0"/>
              <w:textAlignment w:val="baseline"/>
              <w:rPr>
                <w:rFonts w:cs="Arial"/>
                <w:color w:val="000000"/>
                <w:sz w:val="20"/>
                <w:szCs w:val="20"/>
                <w:highlight w:val="cyan"/>
              </w:rPr>
            </w:pPr>
            <w:r w:rsidRPr="00851581">
              <w:rPr>
                <w:rFonts w:cs="Arial"/>
                <w:color w:val="000000"/>
                <w:sz w:val="20"/>
                <w:szCs w:val="20"/>
                <w:highlight w:val="cyan"/>
              </w:rPr>
              <w:t>předání</w:t>
            </w:r>
          </w:p>
        </w:tc>
        <w:tc>
          <w:tcPr>
            <w:tcW w:w="2410" w:type="dxa"/>
          </w:tcPr>
          <w:p w:rsidR="00C30D59" w:rsidRPr="00851581" w:rsidRDefault="00C30D59" w:rsidP="00BA59A8">
            <w:pPr>
              <w:overflowPunct w:val="0"/>
              <w:autoSpaceDE w:val="0"/>
              <w:autoSpaceDN w:val="0"/>
              <w:adjustRightInd w:val="0"/>
              <w:textAlignment w:val="baseline"/>
              <w:rPr>
                <w:rFonts w:cs="Arial"/>
                <w:color w:val="000000"/>
                <w:sz w:val="20"/>
                <w:szCs w:val="20"/>
                <w:highlight w:val="cyan"/>
              </w:rPr>
            </w:pPr>
          </w:p>
        </w:tc>
        <w:tc>
          <w:tcPr>
            <w:tcW w:w="1839" w:type="dxa"/>
          </w:tcPr>
          <w:p w:rsidR="00C30D59" w:rsidRPr="00851581" w:rsidRDefault="00C30D59" w:rsidP="00BA59A8">
            <w:pPr>
              <w:overflowPunct w:val="0"/>
              <w:autoSpaceDE w:val="0"/>
              <w:autoSpaceDN w:val="0"/>
              <w:adjustRightInd w:val="0"/>
              <w:textAlignment w:val="baseline"/>
              <w:rPr>
                <w:rFonts w:cs="Arial"/>
                <w:color w:val="000000"/>
                <w:sz w:val="20"/>
                <w:szCs w:val="20"/>
                <w:highlight w:val="cyan"/>
              </w:rPr>
            </w:pPr>
          </w:p>
        </w:tc>
        <w:tc>
          <w:tcPr>
            <w:tcW w:w="2555" w:type="dxa"/>
          </w:tcPr>
          <w:p w:rsidR="00C30D59" w:rsidRPr="00851581" w:rsidRDefault="00C30D59" w:rsidP="00BA59A8">
            <w:pPr>
              <w:overflowPunct w:val="0"/>
              <w:autoSpaceDE w:val="0"/>
              <w:autoSpaceDN w:val="0"/>
              <w:adjustRightInd w:val="0"/>
              <w:textAlignment w:val="baseline"/>
              <w:rPr>
                <w:rFonts w:cs="Arial"/>
                <w:color w:val="000000"/>
                <w:sz w:val="20"/>
                <w:szCs w:val="20"/>
                <w:highlight w:val="cyan"/>
              </w:rPr>
            </w:pPr>
          </w:p>
        </w:tc>
      </w:tr>
    </w:tbl>
    <w:p w:rsidR="00C30D59" w:rsidRPr="009C078A" w:rsidRDefault="00C30D59" w:rsidP="00095151">
      <w:pPr>
        <w:pStyle w:val="Odstavec2"/>
        <w:numPr>
          <w:ilvl w:val="0"/>
          <w:numId w:val="0"/>
        </w:numPr>
        <w:spacing w:before="120"/>
        <w:ind w:left="567" w:hanging="567"/>
        <w:rPr>
          <w:rFonts w:cs="Arial"/>
        </w:rPr>
      </w:pPr>
      <w:r w:rsidRPr="009C078A">
        <w:rPr>
          <w:rFonts w:cs="Arial"/>
        </w:rPr>
        <w:t>(dále jen „</w:t>
      </w:r>
      <w:r w:rsidR="007343C9" w:rsidRPr="009C078A">
        <w:rPr>
          <w:rFonts w:cs="Arial"/>
          <w:b/>
          <w:i/>
        </w:rPr>
        <w:t>Prodávající</w:t>
      </w:r>
      <w:r w:rsidRPr="009C078A">
        <w:rPr>
          <w:rFonts w:cs="Arial"/>
        </w:rPr>
        <w:t>“)</w:t>
      </w:r>
    </w:p>
    <w:p w:rsidR="00C30D59" w:rsidRPr="009C078A" w:rsidRDefault="00C30D59" w:rsidP="00C30D59">
      <w:pPr>
        <w:pStyle w:val="Odstavec2"/>
        <w:numPr>
          <w:ilvl w:val="0"/>
          <w:numId w:val="0"/>
        </w:numPr>
        <w:rPr>
          <w:rFonts w:cs="Arial"/>
        </w:rPr>
      </w:pPr>
      <w:r w:rsidRPr="009C078A">
        <w:rPr>
          <w:rFonts w:cs="Arial"/>
        </w:rPr>
        <w:lastRenderedPageBreak/>
        <w:t>(</w:t>
      </w:r>
      <w:r w:rsidR="007343C9" w:rsidRPr="009C078A">
        <w:rPr>
          <w:rFonts w:cs="Arial"/>
        </w:rPr>
        <w:t>Kupující</w:t>
      </w:r>
      <w:r w:rsidRPr="009C078A">
        <w:rPr>
          <w:rFonts w:cs="Arial"/>
        </w:rPr>
        <w:t xml:space="preserve"> a </w:t>
      </w:r>
      <w:r w:rsidR="007343C9" w:rsidRPr="009C078A">
        <w:rPr>
          <w:rFonts w:cs="Arial"/>
        </w:rPr>
        <w:t>Prodávající</w:t>
      </w:r>
      <w:r w:rsidRPr="009C078A">
        <w:rPr>
          <w:rFonts w:cs="Arial"/>
        </w:rPr>
        <w:t xml:space="preserve"> společně též „</w:t>
      </w:r>
      <w:r w:rsidRPr="009C078A">
        <w:rPr>
          <w:rFonts w:cs="Arial"/>
          <w:b/>
          <w:i/>
        </w:rPr>
        <w:t>Smluvní strany</w:t>
      </w:r>
      <w:r w:rsidRPr="009C078A">
        <w:rPr>
          <w:rFonts w:cs="Arial"/>
        </w:rPr>
        <w:t>“)</w:t>
      </w:r>
    </w:p>
    <w:p w:rsidR="00C30D59" w:rsidRPr="009C078A" w:rsidRDefault="00C30D59" w:rsidP="00C30D59">
      <w:pPr>
        <w:pStyle w:val="Odstavec2"/>
        <w:numPr>
          <w:ilvl w:val="0"/>
          <w:numId w:val="0"/>
        </w:numPr>
        <w:rPr>
          <w:rFonts w:cs="Arial"/>
        </w:rPr>
      </w:pPr>
      <w:r w:rsidRPr="009C078A">
        <w:rPr>
          <w:rFonts w:cs="Arial"/>
        </w:rPr>
        <w:t xml:space="preserve">níže uvedeného dne, měsíce a roku uzavřely tuto </w:t>
      </w:r>
      <w:r w:rsidR="007343C9" w:rsidRPr="009C078A">
        <w:rPr>
          <w:rFonts w:cs="Arial"/>
        </w:rPr>
        <w:t xml:space="preserve">rámcovou kupní smlouvu </w:t>
      </w:r>
      <w:r w:rsidRPr="009C078A">
        <w:rPr>
          <w:rFonts w:cs="Arial"/>
        </w:rPr>
        <w:t>(dále jen „</w:t>
      </w:r>
      <w:r w:rsidRPr="009C078A">
        <w:rPr>
          <w:rFonts w:cs="Arial"/>
          <w:b/>
          <w:i/>
        </w:rPr>
        <w:t>Smlouva</w:t>
      </w:r>
      <w:r w:rsidRPr="009C078A">
        <w:rPr>
          <w:rFonts w:cs="Arial"/>
        </w:rPr>
        <w:t>“)</w:t>
      </w:r>
      <w:r w:rsidR="00AF68B0" w:rsidRPr="009C078A">
        <w:rPr>
          <w:rFonts w:cs="Arial"/>
        </w:rPr>
        <w:t>:</w:t>
      </w:r>
    </w:p>
    <w:p w:rsidR="00C962BE" w:rsidRPr="009C078A" w:rsidRDefault="00C962BE" w:rsidP="00280022">
      <w:pPr>
        <w:pStyle w:val="lnek"/>
        <w:rPr>
          <w:rFonts w:cs="Arial"/>
        </w:rPr>
      </w:pPr>
      <w:r w:rsidRPr="009C078A">
        <w:rPr>
          <w:rFonts w:cs="Arial"/>
        </w:rPr>
        <w:t xml:space="preserve">Základní údaje </w:t>
      </w:r>
      <w:r w:rsidR="00204984" w:rsidRPr="009C078A">
        <w:rPr>
          <w:rFonts w:cs="Arial"/>
        </w:rPr>
        <w:t>a předmět plnění</w:t>
      </w:r>
    </w:p>
    <w:p w:rsidR="00204984" w:rsidRPr="009C078A" w:rsidRDefault="007343C9" w:rsidP="00204984">
      <w:pPr>
        <w:pStyle w:val="Odstavec2"/>
        <w:rPr>
          <w:rFonts w:cs="Arial"/>
        </w:rPr>
      </w:pPr>
      <w:r w:rsidRPr="009C078A">
        <w:rPr>
          <w:rFonts w:cs="Arial"/>
        </w:rPr>
        <w:t>Prodávající</w:t>
      </w:r>
      <w:r w:rsidR="00204984" w:rsidRPr="009C078A">
        <w:rPr>
          <w:rFonts w:cs="Arial"/>
        </w:rPr>
        <w:t xml:space="preserve"> prohlašuje, že má veškerá </w:t>
      </w:r>
      <w:r w:rsidR="008C56E0" w:rsidRPr="009C078A">
        <w:rPr>
          <w:rFonts w:cs="Arial"/>
        </w:rPr>
        <w:t xml:space="preserve">zajištěna </w:t>
      </w:r>
      <w:r w:rsidR="00204984" w:rsidRPr="009C078A">
        <w:rPr>
          <w:rFonts w:cs="Arial"/>
        </w:rPr>
        <w:t xml:space="preserve">oprávnění </w:t>
      </w:r>
      <w:r w:rsidR="008C56E0" w:rsidRPr="009C078A">
        <w:rPr>
          <w:rFonts w:cs="Arial"/>
        </w:rPr>
        <w:t>potřebná</w:t>
      </w:r>
      <w:r w:rsidR="00204984" w:rsidRPr="009C078A">
        <w:rPr>
          <w:rFonts w:cs="Arial"/>
        </w:rPr>
        <w:t xml:space="preserve"> k řádnému splnění této Smlouvy. </w:t>
      </w:r>
    </w:p>
    <w:p w:rsidR="004A353B" w:rsidRDefault="00B20BE0" w:rsidP="00B20BE0">
      <w:pPr>
        <w:pStyle w:val="Odstavec2"/>
        <w:rPr>
          <w:rFonts w:cs="Arial"/>
        </w:rPr>
      </w:pPr>
      <w:r w:rsidRPr="009C078A">
        <w:rPr>
          <w:rFonts w:cs="Arial"/>
        </w:rPr>
        <w:t xml:space="preserve">Předmětem této Smlouvy je </w:t>
      </w:r>
      <w:r w:rsidR="007343C9" w:rsidRPr="009C078A">
        <w:rPr>
          <w:rFonts w:cs="Arial"/>
        </w:rPr>
        <w:t>dodávání movitých věcí specifikovaných v Příloze č. 1</w:t>
      </w:r>
      <w:r w:rsidR="005A0F79">
        <w:rPr>
          <w:rFonts w:cs="Arial"/>
        </w:rPr>
        <w:t xml:space="preserve"> (dále také jen „zboží“ nebo „lednice“)</w:t>
      </w:r>
      <w:r w:rsidR="007D0431" w:rsidRPr="009C078A">
        <w:rPr>
          <w:rFonts w:cs="Arial"/>
        </w:rPr>
        <w:t>, na základě dílčích smluv uzavíraných způ</w:t>
      </w:r>
      <w:r w:rsidR="004A353B">
        <w:rPr>
          <w:rFonts w:cs="Arial"/>
        </w:rPr>
        <w:t>sobem stanoveným</w:t>
      </w:r>
      <w:r w:rsidR="008C66AE">
        <w:rPr>
          <w:rFonts w:cs="Arial"/>
        </w:rPr>
        <w:t xml:space="preserve"> touto Smlouvou. Jedná se o jednotlivé dodávky lednic ve specifikaci dle Přílohy č. 1 této Smlouvy za účelem vybavení provozov</w:t>
      </w:r>
      <w:r w:rsidR="00C03000">
        <w:rPr>
          <w:rFonts w:cs="Arial"/>
        </w:rPr>
        <w:t>en</w:t>
      </w:r>
      <w:r w:rsidR="008C66AE">
        <w:rPr>
          <w:rFonts w:cs="Arial"/>
        </w:rPr>
        <w:t xml:space="preserve"> čerpacích stanic sítě EuroOil</w:t>
      </w:r>
      <w:r w:rsidR="00E137BF">
        <w:rPr>
          <w:rFonts w:cs="Arial"/>
        </w:rPr>
        <w:t xml:space="preserve"> včetně jejich dovozu a v případě požadavku Kupujícího též ustavení (instalac</w:t>
      </w:r>
      <w:r w:rsidR="00171F7F">
        <w:rPr>
          <w:rFonts w:cs="Arial"/>
        </w:rPr>
        <w:t>e a příp. montáž) a zprovoznění</w:t>
      </w:r>
      <w:r w:rsidR="00E067F8">
        <w:rPr>
          <w:rFonts w:cs="Arial"/>
        </w:rPr>
        <w:t>.</w:t>
      </w:r>
      <w:r w:rsidR="00E137BF">
        <w:rPr>
          <w:rFonts w:cs="Arial"/>
        </w:rPr>
        <w:t xml:space="preserve"> V ojedinělých případech na vyžádání Kupujícího dle podmínek této a dílčí smlouvy Prodávající </w:t>
      </w:r>
      <w:r w:rsidR="00E137BF">
        <w:t>provede komplexní realizaci předmětu plnění, tj. zaměření a přípravu místa plnění, dodávku zboží, instalaci a související servisní činnosti v potřebném rozsahu.</w:t>
      </w:r>
      <w:r w:rsidR="008C66AE">
        <w:rPr>
          <w:rFonts w:cs="Arial"/>
        </w:rPr>
        <w:t xml:space="preserve"> </w:t>
      </w:r>
    </w:p>
    <w:p w:rsidR="00E137BF" w:rsidRPr="009C078A" w:rsidRDefault="00B20BE0" w:rsidP="00D477D3">
      <w:pPr>
        <w:pStyle w:val="Odstavec3"/>
        <w:numPr>
          <w:ilvl w:val="0"/>
          <w:numId w:val="0"/>
        </w:numPr>
        <w:tabs>
          <w:tab w:val="clear" w:pos="1134"/>
          <w:tab w:val="left" w:pos="567"/>
        </w:tabs>
        <w:ind w:left="567"/>
      </w:pPr>
      <w:r w:rsidRPr="009C078A">
        <w:t>(dále jen „</w:t>
      </w:r>
      <w:r w:rsidR="007343C9" w:rsidRPr="009C078A">
        <w:rPr>
          <w:b/>
          <w:i/>
        </w:rPr>
        <w:t>Předmět plnění</w:t>
      </w:r>
      <w:r w:rsidRPr="009C078A">
        <w:t>“).</w:t>
      </w:r>
    </w:p>
    <w:p w:rsidR="00B20BE0" w:rsidRPr="009C078A" w:rsidRDefault="007D0431" w:rsidP="00B20BE0">
      <w:pPr>
        <w:pStyle w:val="Odstavec2"/>
        <w:rPr>
          <w:rFonts w:cs="Arial"/>
        </w:rPr>
      </w:pPr>
      <w:r w:rsidRPr="009C078A">
        <w:rPr>
          <w:rFonts w:cs="Arial"/>
        </w:rPr>
        <w:t>Prodávající</w:t>
      </w:r>
      <w:r w:rsidR="00B20BE0" w:rsidRPr="009C078A">
        <w:rPr>
          <w:rFonts w:cs="Arial"/>
        </w:rPr>
        <w:t xml:space="preserve"> je povinen </w:t>
      </w:r>
      <w:r w:rsidR="00E86B78" w:rsidRPr="009C078A">
        <w:rPr>
          <w:rFonts w:cs="Arial"/>
        </w:rPr>
        <w:t>poskytovat plnění</w:t>
      </w:r>
      <w:r w:rsidR="00B20BE0" w:rsidRPr="009C078A">
        <w:rPr>
          <w:rFonts w:cs="Arial"/>
        </w:rPr>
        <w:t xml:space="preserve"> v rozsahu a </w:t>
      </w:r>
      <w:r w:rsidR="008C56E0" w:rsidRPr="009C078A">
        <w:rPr>
          <w:rFonts w:cs="Arial"/>
        </w:rPr>
        <w:t>dodávané věci musí</w:t>
      </w:r>
      <w:r w:rsidR="00AD2289" w:rsidRPr="009C078A">
        <w:rPr>
          <w:rFonts w:cs="Arial"/>
        </w:rPr>
        <w:t xml:space="preserve"> vyhovovat požadavkům právních předpisů a musí</w:t>
      </w:r>
      <w:r w:rsidR="008C56E0" w:rsidRPr="009C078A">
        <w:rPr>
          <w:rFonts w:cs="Arial"/>
        </w:rPr>
        <w:t xml:space="preserve"> splňovat podmínky</w:t>
      </w:r>
      <w:r w:rsidR="00B20BE0" w:rsidRPr="009C078A">
        <w:rPr>
          <w:rFonts w:cs="Arial"/>
        </w:rPr>
        <w:t xml:space="preserve"> podle níže uvedené dokumentace (dále jen „</w:t>
      </w:r>
      <w:r w:rsidR="00B20BE0" w:rsidRPr="009C078A">
        <w:rPr>
          <w:rFonts w:cs="Arial"/>
          <w:b/>
        </w:rPr>
        <w:t>Závazné podklady</w:t>
      </w:r>
      <w:r w:rsidR="00B20BE0" w:rsidRPr="009C078A">
        <w:rPr>
          <w:rFonts w:cs="Arial"/>
        </w:rPr>
        <w:t xml:space="preserve">“): </w:t>
      </w:r>
    </w:p>
    <w:p w:rsidR="00B20BE0" w:rsidRPr="009C078A" w:rsidRDefault="00E86B78" w:rsidP="00AF68B0">
      <w:pPr>
        <w:pStyle w:val="Odstavec2"/>
        <w:numPr>
          <w:ilvl w:val="0"/>
          <w:numId w:val="25"/>
        </w:numPr>
        <w:rPr>
          <w:rFonts w:cs="Arial"/>
        </w:rPr>
      </w:pPr>
      <w:r w:rsidRPr="009C078A">
        <w:rPr>
          <w:rFonts w:cs="Arial"/>
        </w:rPr>
        <w:t>Prodávajícímu</w:t>
      </w:r>
      <w:r w:rsidR="00B20BE0" w:rsidRPr="009C078A">
        <w:rPr>
          <w:rFonts w:cs="Arial"/>
        </w:rPr>
        <w:t xml:space="preserve"> předané a jím převz</w:t>
      </w:r>
      <w:r w:rsidR="0097724F">
        <w:rPr>
          <w:rFonts w:cs="Arial"/>
        </w:rPr>
        <w:t>a</w:t>
      </w:r>
      <w:r w:rsidR="00851581">
        <w:rPr>
          <w:rFonts w:cs="Arial"/>
        </w:rPr>
        <w:t>t</w:t>
      </w:r>
      <w:r w:rsidR="00D53DC7">
        <w:rPr>
          <w:rFonts w:cs="Arial"/>
        </w:rPr>
        <w:t xml:space="preserve">é zadávací dokumentace ze dne </w:t>
      </w:r>
      <w:r w:rsidR="00D53DC7" w:rsidRPr="00D53DC7">
        <w:rPr>
          <w:rFonts w:cs="Arial"/>
          <w:highlight w:val="cyan"/>
        </w:rPr>
        <w:t>XX</w:t>
      </w:r>
      <w:r w:rsidR="00851581" w:rsidRPr="00D53DC7">
        <w:rPr>
          <w:rFonts w:cs="Arial"/>
          <w:highlight w:val="cyan"/>
        </w:rPr>
        <w:t xml:space="preserve">. </w:t>
      </w:r>
      <w:r w:rsidR="00D53DC7" w:rsidRPr="00D53DC7">
        <w:rPr>
          <w:rFonts w:cs="Arial"/>
          <w:highlight w:val="cyan"/>
        </w:rPr>
        <w:t>X.</w:t>
      </w:r>
      <w:r w:rsidR="00D53DC7">
        <w:rPr>
          <w:rFonts w:cs="Arial"/>
        </w:rPr>
        <w:t xml:space="preserve"> 2016 k zakázce č. 048/16</w:t>
      </w:r>
      <w:r w:rsidR="00B64483">
        <w:rPr>
          <w:rFonts w:cs="Arial"/>
        </w:rPr>
        <w:t>/OCN</w:t>
      </w:r>
      <w:r w:rsidR="00B20BE0" w:rsidRPr="009C078A">
        <w:rPr>
          <w:rFonts w:cs="Arial"/>
        </w:rPr>
        <w:t>, nazvané „</w:t>
      </w:r>
      <w:r w:rsidR="004A353B">
        <w:rPr>
          <w:rFonts w:cs="Arial"/>
        </w:rPr>
        <w:t>Dodávky lednic na č</w:t>
      </w:r>
      <w:r w:rsidR="00D53DC7">
        <w:rPr>
          <w:rFonts w:cs="Arial"/>
        </w:rPr>
        <w:t>erpací stanice EuroOil 2016</w:t>
      </w:r>
      <w:r w:rsidR="004A353B">
        <w:rPr>
          <w:rFonts w:cs="Arial"/>
        </w:rPr>
        <w:t xml:space="preserve"> - 2018</w:t>
      </w:r>
      <w:r w:rsidR="00B20BE0" w:rsidRPr="009C078A">
        <w:rPr>
          <w:rFonts w:cs="Arial"/>
        </w:rPr>
        <w:t>“, včetně jejích příloh (dále jen „</w:t>
      </w:r>
      <w:r w:rsidR="00B20BE0" w:rsidRPr="009C078A">
        <w:rPr>
          <w:rFonts w:cs="Arial"/>
          <w:b/>
          <w:i/>
        </w:rPr>
        <w:t>Zadávací dokumentace</w:t>
      </w:r>
      <w:r w:rsidR="00B20BE0" w:rsidRPr="009C078A">
        <w:rPr>
          <w:rFonts w:cs="Arial"/>
        </w:rPr>
        <w:t xml:space="preserve">“), </w:t>
      </w:r>
    </w:p>
    <w:p w:rsidR="00B20BE0" w:rsidRPr="009C078A" w:rsidRDefault="00B20BE0" w:rsidP="00AF68B0">
      <w:pPr>
        <w:pStyle w:val="Odstavec2"/>
        <w:numPr>
          <w:ilvl w:val="0"/>
          <w:numId w:val="25"/>
        </w:numPr>
        <w:rPr>
          <w:rFonts w:cs="Arial"/>
        </w:rPr>
      </w:pPr>
      <w:r w:rsidRPr="009C078A">
        <w:rPr>
          <w:rFonts w:cs="Arial"/>
        </w:rPr>
        <w:t xml:space="preserve">nabídky </w:t>
      </w:r>
      <w:r w:rsidR="00E86B78" w:rsidRPr="009C078A">
        <w:rPr>
          <w:rFonts w:cs="Arial"/>
        </w:rPr>
        <w:t>Prodávajícího</w:t>
      </w:r>
      <w:r w:rsidRPr="009C078A">
        <w:rPr>
          <w:rFonts w:cs="Arial"/>
        </w:rPr>
        <w:t xml:space="preserve"> č. </w:t>
      </w:r>
      <w:r w:rsidRPr="002F7353">
        <w:rPr>
          <w:rFonts w:cs="Arial"/>
          <w:highlight w:val="cyan"/>
        </w:rPr>
        <w:t>…….</w:t>
      </w:r>
      <w:r w:rsidRPr="009C078A">
        <w:rPr>
          <w:rFonts w:cs="Arial"/>
        </w:rPr>
        <w:t xml:space="preserve"> </w:t>
      </w:r>
      <w:proofErr w:type="gramStart"/>
      <w:r w:rsidRPr="009C078A">
        <w:rPr>
          <w:rFonts w:cs="Arial"/>
        </w:rPr>
        <w:t>ze</w:t>
      </w:r>
      <w:proofErr w:type="gramEnd"/>
      <w:r w:rsidRPr="009C078A">
        <w:rPr>
          <w:rFonts w:cs="Arial"/>
        </w:rPr>
        <w:t xml:space="preserve"> dne </w:t>
      </w:r>
      <w:r w:rsidRPr="002F7353">
        <w:rPr>
          <w:rFonts w:cs="Arial"/>
          <w:highlight w:val="cyan"/>
        </w:rPr>
        <w:t>…….</w:t>
      </w:r>
      <w:r w:rsidRPr="009C078A">
        <w:rPr>
          <w:rFonts w:cs="Arial"/>
        </w:rPr>
        <w:t xml:space="preserve"> podané do výběrového řízení k zakázce </w:t>
      </w:r>
      <w:r w:rsidR="00AF68B0" w:rsidRPr="009C078A">
        <w:rPr>
          <w:rFonts w:cs="Arial"/>
        </w:rPr>
        <w:t>dle Zadávací dokumentace</w:t>
      </w:r>
      <w:r w:rsidRPr="009C078A">
        <w:rPr>
          <w:rFonts w:cs="Arial"/>
        </w:rPr>
        <w:t xml:space="preserve"> (dále jen „</w:t>
      </w:r>
      <w:r w:rsidRPr="009C078A">
        <w:rPr>
          <w:rFonts w:cs="Arial"/>
          <w:b/>
          <w:i/>
        </w:rPr>
        <w:t>Nabídka</w:t>
      </w:r>
      <w:r w:rsidRPr="009C078A">
        <w:rPr>
          <w:rFonts w:cs="Arial"/>
        </w:rPr>
        <w:t>“),</w:t>
      </w:r>
    </w:p>
    <w:p w:rsidR="00B20BE0" w:rsidRPr="009C078A" w:rsidRDefault="00AF68B0" w:rsidP="00AF68B0">
      <w:pPr>
        <w:pStyle w:val="Odstavec2"/>
        <w:rPr>
          <w:rFonts w:cs="Arial"/>
        </w:rPr>
      </w:pPr>
      <w:r w:rsidRPr="009C078A">
        <w:rPr>
          <w:rFonts w:cs="Arial"/>
        </w:rPr>
        <w:t>V případě rozporu mezi jednotlivými dokumenty Závazných podkladů má přednost Zadávací dokumentace.</w:t>
      </w:r>
      <w:r w:rsidR="006708FD" w:rsidRPr="009C078A">
        <w:rPr>
          <w:rFonts w:cs="Arial"/>
        </w:rPr>
        <w:t xml:space="preserve"> Prodávající odpovídá za kompletnost Nabídky.</w:t>
      </w:r>
    </w:p>
    <w:p w:rsidR="00B305EA" w:rsidRDefault="00B305EA" w:rsidP="00AF68B0">
      <w:pPr>
        <w:pStyle w:val="Odstavec2"/>
        <w:rPr>
          <w:rFonts w:cs="Arial"/>
        </w:rPr>
      </w:pPr>
      <w:r w:rsidRPr="009C078A">
        <w:rPr>
          <w:rFonts w:cs="Arial"/>
        </w:rPr>
        <w:t>Kupující výslovně Prodávajícího upozorňuje, že nemá zájem na jakémkoliv vadném plnění</w:t>
      </w:r>
      <w:r w:rsidR="00A77201">
        <w:rPr>
          <w:rFonts w:cs="Arial"/>
        </w:rPr>
        <w:t>,</w:t>
      </w:r>
      <w:r w:rsidRPr="009C078A">
        <w:rPr>
          <w:rFonts w:cs="Arial"/>
        </w:rPr>
        <w:t xml:space="preserve"> a proto Prodávající výslovně </w:t>
      </w:r>
      <w:r w:rsidRPr="00EB5FCB">
        <w:rPr>
          <w:rFonts w:cs="Arial"/>
        </w:rPr>
        <w:t xml:space="preserve">Kupujícího ujišťuje, že Předmět plnění bude </w:t>
      </w:r>
      <w:r w:rsidR="00A77201">
        <w:rPr>
          <w:rFonts w:cs="Arial"/>
        </w:rPr>
        <w:t xml:space="preserve">dodáván </w:t>
      </w:r>
      <w:r w:rsidRPr="00EB5FCB">
        <w:rPr>
          <w:rFonts w:cs="Arial"/>
        </w:rPr>
        <w:t>bez vad.</w:t>
      </w:r>
    </w:p>
    <w:p w:rsidR="00E067F8" w:rsidRDefault="00E067F8" w:rsidP="00E067F8">
      <w:pPr>
        <w:pStyle w:val="Odstavec2"/>
      </w:pPr>
      <w:r w:rsidRPr="00C960EF">
        <w:t>Za podstatné porušení této Smlouvy a dílčí smlouvy se považuje vždy vadné plnění Prodávajícího, v jehož důsledku nelze řádně a bez obtíží (neplynoucích z obvyklého způsobu používání věci nebo způsobů použití, který si Kupující v této Smlouvě nebo dílčí smlouvě vymínil) užívat dodaný Předmět plnění nebo jeho jednotlivou část.</w:t>
      </w:r>
    </w:p>
    <w:p w:rsidR="00E067F8" w:rsidRDefault="00E067F8" w:rsidP="00E067F8">
      <w:pPr>
        <w:pStyle w:val="Odstavec2"/>
      </w:pPr>
      <w:r>
        <w:t>Účelem této Smlouvy je upravit práva a povinnosti Smluvních stran při uzavírání dílčích smluv a z těchto dílčích smluv vyplývající poskytování Předmětu plnění Prodávajícím specifikovaného výše v ustanovení 2.2 této Smlouvy a zároveň v Závazných podkladech.</w:t>
      </w:r>
    </w:p>
    <w:p w:rsidR="00E067F8" w:rsidRPr="003947C4" w:rsidRDefault="00E067F8" w:rsidP="00E067F8">
      <w:pPr>
        <w:pStyle w:val="Odstavec2"/>
      </w:pPr>
      <w:r>
        <w:t>Při plnění této Smlouvy a dílčích smluv se Smluvní strany zavazují dodržovat podmínky stanovené touto Smlouvou, jejími nedílnými součástmi a platn</w:t>
      </w:r>
      <w:r w:rsidR="006A232C">
        <w:t>ými právní předpisy.</w:t>
      </w:r>
    </w:p>
    <w:p w:rsidR="00E067F8" w:rsidRDefault="00E067F8" w:rsidP="00E067F8">
      <w:pPr>
        <w:pStyle w:val="Odstavec2"/>
      </w:pPr>
      <w:r>
        <w:t>Prodávající je povinen dodat Kupujícímu Předmět plnění výhradně splňující všechny podmínky stanovené touto Smlouvou a jejími nedílnými součástmi a rovněž splňující povinné podmínky prodeje.</w:t>
      </w:r>
    </w:p>
    <w:p w:rsidR="00E067F8" w:rsidRDefault="00E067F8" w:rsidP="00FC6FBC">
      <w:pPr>
        <w:pStyle w:val="Odstavec2"/>
      </w:pPr>
      <w:bookmarkStart w:id="2" w:name="_Ref370462987"/>
      <w:r>
        <w:t>Prodávající se zavazuje dodat kupujícímu Předmět pln</w:t>
      </w:r>
      <w:r w:rsidR="00A77201">
        <w:t>ění v jakosti a množství určenými</w:t>
      </w:r>
      <w:r>
        <w:t xml:space="preserve"> v dílčí smlouvě.</w:t>
      </w:r>
    </w:p>
    <w:p w:rsidR="00A0151A" w:rsidRDefault="00E067F8" w:rsidP="00FC6FBC">
      <w:pPr>
        <w:pStyle w:val="Odstavec2"/>
      </w:pPr>
      <w:r>
        <w:t xml:space="preserve">Prodávající se zavazuje v případě požadavku Kupujícího instalovat a/nebo namontovat </w:t>
      </w:r>
      <w:r w:rsidR="00A77201">
        <w:t>Předmět plnění</w:t>
      </w:r>
      <w:r>
        <w:t xml:space="preserve"> odborně způsobilou osobou v místě plnění a Kupující se zavazuje pro řádné poskytnutí plnění Prodávajícím poskytnout Prodávajícímu nezbytnou součinnost.</w:t>
      </w:r>
    </w:p>
    <w:p w:rsidR="00E067F8" w:rsidRDefault="00E067F8" w:rsidP="00E067F8">
      <w:pPr>
        <w:pStyle w:val="Odstavec2"/>
      </w:pPr>
      <w:bookmarkStart w:id="3" w:name="_Ref370463837"/>
      <w:r>
        <w:t>Kupující se zavazuje řádně dodaný Předmět plnění převzít, rozpozná-li však Kupující vadu (včetně vady v dokladech nutných pro užívání věci či v množství), nemá Kupující povinnost Předmět plnění převzít.</w:t>
      </w:r>
      <w:bookmarkEnd w:id="2"/>
      <w:bookmarkEnd w:id="3"/>
    </w:p>
    <w:p w:rsidR="00E067F8" w:rsidRDefault="00E067F8" w:rsidP="00E067F8">
      <w:pPr>
        <w:pStyle w:val="Odstavec2"/>
      </w:pPr>
      <w:r>
        <w:t xml:space="preserve">Smluvní strany se dohodly, že na vztah založený touto </w:t>
      </w:r>
      <w:r w:rsidR="005A0F79">
        <w:t>S</w:t>
      </w:r>
      <w:r>
        <w:t>mlouvou</w:t>
      </w:r>
      <w:r w:rsidR="005A0F79">
        <w:t xml:space="preserve"> a/nebo dílčí smlouvou</w:t>
      </w:r>
      <w:r>
        <w:t xml:space="preserve"> se neuplatní § 2126</w:t>
      </w:r>
      <w:r w:rsidR="00D469E7">
        <w:t xml:space="preserve"> zákona č. 89/2012 Sb., občanského</w:t>
      </w:r>
      <w:r>
        <w:t xml:space="preserve"> zákoník</w:t>
      </w:r>
      <w:r w:rsidR="00D469E7">
        <w:t xml:space="preserve">u </w:t>
      </w:r>
      <w:r>
        <w:t xml:space="preserve">týkající se svépomocného prodeje, tj. smluvní strany sjednávají, že v případě prodlení jedné strany s převzetím Předmětu plnění či </w:t>
      </w:r>
      <w:r>
        <w:lastRenderedPageBreak/>
        <w:t>s placením za Předmět plnění nevzniká druhé Smluvní straně právo tuto věc po předchozím upozornění na účet prodlévající strany prodat.</w:t>
      </w:r>
    </w:p>
    <w:p w:rsidR="00E137BF" w:rsidRPr="00FC6FBC" w:rsidRDefault="00E067F8" w:rsidP="00FC6FBC">
      <w:pPr>
        <w:pStyle w:val="Odstavec2"/>
      </w:pPr>
      <w:r w:rsidRPr="00540F7F">
        <w:t xml:space="preserve">Smluvní strany se dále </w:t>
      </w:r>
      <w:r>
        <w:t xml:space="preserve">výslovně </w:t>
      </w:r>
      <w:r w:rsidRPr="00540F7F">
        <w:t>dohodly,</w:t>
      </w:r>
      <w:r>
        <w:t xml:space="preserve"> že na vztahy mezi Smluvními stranami</w:t>
      </w:r>
      <w:r w:rsidR="005A0F79">
        <w:t xml:space="preserve"> založené Smlouvou a/nebo dílčími smlouvami</w:t>
      </w:r>
      <w:r>
        <w:t xml:space="preserve"> se neuplatní ustanovení § 2093 </w:t>
      </w:r>
      <w:r w:rsidR="00163270">
        <w:t xml:space="preserve">zákona č. 89/2012 Sb., občanského zákoníku </w:t>
      </w:r>
      <w:r>
        <w:t>tzn., že dodá-li Prodávající na základě dílčí smlouvy Kupujícímu větší množství věcí, než bylo ujednáno, není tím kupní smlouva na toto větší množství věcí uzavřena.</w:t>
      </w:r>
    </w:p>
    <w:p w:rsidR="00C30D59" w:rsidRPr="00EB5FCB" w:rsidRDefault="00C523BA" w:rsidP="00B64483">
      <w:pPr>
        <w:pStyle w:val="lnek"/>
        <w:spacing w:before="240"/>
        <w:ind w:left="17"/>
        <w:rPr>
          <w:rFonts w:cs="Arial"/>
        </w:rPr>
      </w:pPr>
      <w:r w:rsidRPr="00EB5FCB">
        <w:rPr>
          <w:rFonts w:eastAsiaTheme="minorEastAsia" w:cs="Arial"/>
        </w:rPr>
        <w:t>Dílčí smlouvy</w:t>
      </w:r>
      <w:r w:rsidR="0054381F">
        <w:rPr>
          <w:rFonts w:eastAsiaTheme="minorEastAsia" w:cs="Arial"/>
        </w:rPr>
        <w:t>, doba a místo plnění</w:t>
      </w:r>
    </w:p>
    <w:p w:rsidR="00A20A86" w:rsidRDefault="00A20A86" w:rsidP="00A20A86">
      <w:pPr>
        <w:pStyle w:val="Odstavec2"/>
      </w:pPr>
      <w:r>
        <w:t>Prodávající</w:t>
      </w:r>
      <w:r w:rsidRPr="008363EF">
        <w:t xml:space="preserve"> souhlasí, že dí</w:t>
      </w:r>
      <w:r>
        <w:t xml:space="preserve">lčí zakázky </w:t>
      </w:r>
      <w:r w:rsidR="00FC6FBC">
        <w:t xml:space="preserve">– Předmět plnění </w:t>
      </w:r>
      <w:r>
        <w:t>dle této Smlouvy budou Kupujícím</w:t>
      </w:r>
      <w:r w:rsidRPr="008363EF">
        <w:t xml:space="preserve"> požadovány</w:t>
      </w:r>
      <w:r>
        <w:t xml:space="preserve"> a zadávány</w:t>
      </w:r>
      <w:r w:rsidRPr="008363EF">
        <w:t xml:space="preserve"> na základě písemné výzvy k poskytnutí plnění </w:t>
      </w:r>
      <w:r>
        <w:t xml:space="preserve">Prodávajícího </w:t>
      </w:r>
      <w:r w:rsidRPr="008363EF">
        <w:t xml:space="preserve">(dále též jen „výzva </w:t>
      </w:r>
      <w:r>
        <w:t>Kupujícího“ či „objednávka“</w:t>
      </w:r>
      <w:r w:rsidRPr="008363EF">
        <w:t>) a potvrzení tét</w:t>
      </w:r>
      <w:r>
        <w:t>o výzvy Kupujícího Prodávajícím, přičemž Prodávající akceptuje objednávku písemným potvrzením či provedením jakéhokoliv úkonu vůči Kupujícímu, ze kterého je bez pochyb zřejmé, že Prodávající objednávku přijal a hodlá na základě ní plnit.</w:t>
      </w:r>
      <w:r w:rsidR="00AD5C3F">
        <w:t xml:space="preserve"> Prodávající se zavazuje bez zbytečného odkladu potvrdit objednávku Kupujícího. </w:t>
      </w:r>
    </w:p>
    <w:p w:rsidR="00FC6FBC" w:rsidRDefault="00A20A86" w:rsidP="001F2414">
      <w:pPr>
        <w:pStyle w:val="Odstavec3"/>
      </w:pPr>
      <w:r>
        <w:t>Smluvní strany v této souvislosti konstatují, že dílčí smlouva mezi stranami není uzavřena, pokud Prodávající objednávku potvrdí s dodatkem nebo odchylkou proti požadavkům Kupujícího. Potvrzení objednávky Prodávajícího s dodatkem anebo odchylkou od znění objednávky nezakládá povinnost Kupujícího takovou odchylku či dodatek akceptovat.</w:t>
      </w:r>
    </w:p>
    <w:p w:rsidR="00A20A86" w:rsidRDefault="00A20A86" w:rsidP="00A20A86">
      <w:pPr>
        <w:pStyle w:val="Odstavec2"/>
      </w:pPr>
      <w:r>
        <w:t>Objednávka bude Kupujícím Prodávajícímu zasílána:</w:t>
      </w:r>
    </w:p>
    <w:p w:rsidR="00A20A86" w:rsidRDefault="00A20A86" w:rsidP="00A20A86">
      <w:pPr>
        <w:pStyle w:val="Odstavec3"/>
      </w:pPr>
      <w:r w:rsidRPr="0073275B">
        <w:t xml:space="preserve">e-mailem </w:t>
      </w:r>
      <w:r>
        <w:t xml:space="preserve">Kupujícího zasílaným </w:t>
      </w:r>
      <w:r w:rsidRPr="0073275B">
        <w:t>na adres</w:t>
      </w:r>
      <w:r>
        <w:t>u</w:t>
      </w:r>
      <w:r w:rsidRPr="0073275B">
        <w:t xml:space="preserve">: </w:t>
      </w:r>
      <w:r w:rsidRPr="007D5A3A">
        <w:rPr>
          <w:highlight w:val="cyan"/>
        </w:rPr>
        <w:t>………………….</w:t>
      </w:r>
    </w:p>
    <w:p w:rsidR="00A20A86" w:rsidRDefault="00A20A86" w:rsidP="00A20A86">
      <w:pPr>
        <w:pStyle w:val="Odstavec3"/>
      </w:pPr>
      <w:r>
        <w:t>v listinné podobě na adresu sídla Prodávajícího</w:t>
      </w:r>
    </w:p>
    <w:p w:rsidR="00A20A86" w:rsidRPr="008363EF" w:rsidRDefault="00A20A86" w:rsidP="00A20A86">
      <w:pPr>
        <w:pStyle w:val="Odstavec3"/>
      </w:pPr>
      <w:r>
        <w:t xml:space="preserve">či jiným vhodným způsobem výslovně písemně mezi </w:t>
      </w:r>
      <w:r w:rsidR="001F2414">
        <w:t>S</w:t>
      </w:r>
      <w:r>
        <w:t>mluvními stranami dohodnutým.</w:t>
      </w:r>
    </w:p>
    <w:p w:rsidR="00A20A86" w:rsidRPr="008363EF" w:rsidRDefault="00A20A86" w:rsidP="00A20A86">
      <w:pPr>
        <w:pStyle w:val="Odstavec2"/>
      </w:pPr>
      <w:r w:rsidRPr="008363EF">
        <w:t xml:space="preserve">Písemná výzva </w:t>
      </w:r>
      <w:r>
        <w:t>Kupujícího</w:t>
      </w:r>
      <w:r w:rsidRPr="008363EF">
        <w:t xml:space="preserve"> bude doručena </w:t>
      </w:r>
      <w:r>
        <w:t>Prodávajícímu</w:t>
      </w:r>
      <w:r w:rsidRPr="008363EF">
        <w:t xml:space="preserve"> postupem sjednaným v této Smlouvě a bude obsahovat zejména:</w:t>
      </w:r>
    </w:p>
    <w:p w:rsidR="00A20A86" w:rsidRPr="008363EF" w:rsidRDefault="00A20A86" w:rsidP="00A20A86">
      <w:pPr>
        <w:pStyle w:val="Odstavec3"/>
      </w:pPr>
      <w:r>
        <w:t>s</w:t>
      </w:r>
      <w:r w:rsidRPr="008363EF">
        <w:t>pecifikaci</w:t>
      </w:r>
      <w:r w:rsidR="00D615EC">
        <w:t xml:space="preserve"> </w:t>
      </w:r>
      <w:r w:rsidR="001F2414">
        <w:t>P</w:t>
      </w:r>
      <w:r w:rsidR="00D615EC">
        <w:t>ředmětu</w:t>
      </w:r>
      <w:r w:rsidRPr="008363EF">
        <w:t xml:space="preserve"> </w:t>
      </w:r>
      <w:r w:rsidR="00D615EC">
        <w:t xml:space="preserve">plnění </w:t>
      </w:r>
      <w:r w:rsidRPr="008363EF">
        <w:t>požadované</w:t>
      </w:r>
      <w:r w:rsidR="00D615EC">
        <w:t>ho</w:t>
      </w:r>
      <w:r w:rsidRPr="008363EF">
        <w:t xml:space="preserve"> </w:t>
      </w:r>
      <w:r>
        <w:t>Kupujícím</w:t>
      </w:r>
      <w:r w:rsidRPr="008363EF">
        <w:t xml:space="preserve"> dle této Smlouvy</w:t>
      </w:r>
      <w:r>
        <w:t>;</w:t>
      </w:r>
    </w:p>
    <w:p w:rsidR="00A20A86" w:rsidRPr="008363EF" w:rsidRDefault="00A20A86" w:rsidP="00A20A86">
      <w:pPr>
        <w:pStyle w:val="Odstavec3"/>
      </w:pPr>
      <w:r>
        <w:t>s</w:t>
      </w:r>
      <w:r w:rsidRPr="008363EF">
        <w:t>pecifikaci místa plnění (konkrétní Č</w:t>
      </w:r>
      <w:r w:rsidR="00F702DA">
        <w:t xml:space="preserve">erpací stanice </w:t>
      </w:r>
      <w:r w:rsidRPr="008363EF">
        <w:t>E</w:t>
      </w:r>
      <w:r w:rsidR="00F702DA">
        <w:t>uro</w:t>
      </w:r>
      <w:r w:rsidRPr="008363EF">
        <w:t>O</w:t>
      </w:r>
      <w:r w:rsidR="00F702DA">
        <w:t>il</w:t>
      </w:r>
      <w:r w:rsidRPr="008363EF">
        <w:t>)</w:t>
      </w:r>
      <w:r>
        <w:t>;</w:t>
      </w:r>
    </w:p>
    <w:p w:rsidR="00A20A86" w:rsidRPr="008363EF" w:rsidRDefault="00A53C68" w:rsidP="00A20A86">
      <w:pPr>
        <w:pStyle w:val="Odstavec3"/>
      </w:pPr>
      <w:r>
        <w:t>p</w:t>
      </w:r>
      <w:r w:rsidRPr="008363EF">
        <w:t>ožadovaný termín</w:t>
      </w:r>
      <w:r>
        <w:t xml:space="preserve"> předání předmětu plnění</w:t>
      </w:r>
      <w:r w:rsidR="00A20A86">
        <w:t>;</w:t>
      </w:r>
    </w:p>
    <w:p w:rsidR="00A20A86" w:rsidRDefault="00A20A86" w:rsidP="00A20A86">
      <w:pPr>
        <w:pStyle w:val="Odstavec3"/>
      </w:pPr>
      <w:r>
        <w:t>d</w:t>
      </w:r>
      <w:r w:rsidRPr="008363EF">
        <w:t>alší požadavk</w:t>
      </w:r>
      <w:r>
        <w:t xml:space="preserve">y Kupujícího v případě potřeby </w:t>
      </w:r>
      <w:r w:rsidRPr="008363EF">
        <w:t xml:space="preserve">– </w:t>
      </w:r>
      <w:r w:rsidR="001F2414">
        <w:t>např.</w:t>
      </w:r>
      <w:r w:rsidR="00D971FA">
        <w:t xml:space="preserve"> </w:t>
      </w:r>
      <w:r w:rsidR="00F702DA">
        <w:t xml:space="preserve">požadavek na provedení zaměření a přípravu místa plnění, dodávku zboží, instalace a související servisní činnosti; </w:t>
      </w:r>
      <w:r w:rsidRPr="008363EF">
        <w:t xml:space="preserve"> jména osob pověřených za </w:t>
      </w:r>
      <w:r>
        <w:t>Kupujícího</w:t>
      </w:r>
      <w:r w:rsidRPr="008363EF">
        <w:t xml:space="preserve"> konat ve věcech technických týkající se objednané</w:t>
      </w:r>
      <w:r w:rsidR="001F2414">
        <w:t>ho Předmětu plnění</w:t>
      </w:r>
      <w:r w:rsidRPr="008363EF">
        <w:t>, není-li stan</w:t>
      </w:r>
      <w:r>
        <w:t>oveno Smlouvou</w:t>
      </w:r>
      <w:r w:rsidRPr="008363EF">
        <w:t xml:space="preserve"> a</w:t>
      </w:r>
      <w:r>
        <w:t>t</w:t>
      </w:r>
      <w:r w:rsidRPr="008363EF">
        <w:t>d.</w:t>
      </w:r>
      <w:r>
        <w:t>;</w:t>
      </w:r>
    </w:p>
    <w:p w:rsidR="00A20A86" w:rsidRPr="008363EF" w:rsidRDefault="00A20A86" w:rsidP="00A20A86">
      <w:pPr>
        <w:pStyle w:val="Odstavec3"/>
      </w:pPr>
      <w:r>
        <w:t>osoby oprávněné jednat za Kupujícího v rámci dílčí smlouvy.</w:t>
      </w:r>
    </w:p>
    <w:p w:rsidR="00A20A86" w:rsidRDefault="00A20A86" w:rsidP="00A20A86">
      <w:pPr>
        <w:pStyle w:val="Odstavec2"/>
      </w:pPr>
      <w:r>
        <w:t>Přijetím objednávky je uzavř</w:t>
      </w:r>
      <w:r w:rsidR="00296236">
        <w:t xml:space="preserve">ena mezi stranami dílčí smlouva </w:t>
      </w:r>
      <w:r>
        <w:t>(dále a výše též jen „dílčí smlouva“)</w:t>
      </w:r>
      <w:r w:rsidR="001F2414">
        <w:t xml:space="preserve"> na Předmět plnění</w:t>
      </w:r>
      <w:r>
        <w:t>.</w:t>
      </w:r>
    </w:p>
    <w:p w:rsidR="00A20A86" w:rsidRDefault="00A20A86" w:rsidP="00A20A86">
      <w:pPr>
        <w:pStyle w:val="Odstavec3"/>
      </w:pPr>
      <w:r>
        <w:t>Dílčí smlouva musí odpovídat této Smlouvě.</w:t>
      </w:r>
      <w:r w:rsidR="00410FB9">
        <w:t xml:space="preserve"> Konkrétní údaje Předmětu plnění budou vždy ujednány na základě této Smlouvy dle požadavků a potřeb Kupujícího a budou upřesněny v uzavřené dílčí smlouvě.</w:t>
      </w:r>
      <w:r>
        <w:t xml:space="preserve">  </w:t>
      </w:r>
    </w:p>
    <w:p w:rsidR="001F2414" w:rsidRDefault="001F2414" w:rsidP="001F2414">
      <w:pPr>
        <w:pStyle w:val="Odstavec2"/>
      </w:pPr>
      <w:r>
        <w:t>Doba plnění bude stanovena</w:t>
      </w:r>
      <w:r w:rsidRPr="00E44CBB">
        <w:t xml:space="preserve"> každou dílčí smlouvou zvlášť, přičemž budou stanoveny Kupujícím s ohledem na podmínky uvedené v Závazných podkladech.</w:t>
      </w:r>
    </w:p>
    <w:p w:rsidR="001F2414" w:rsidRDefault="001F2414" w:rsidP="001F2414">
      <w:pPr>
        <w:pStyle w:val="Odstavec3"/>
      </w:pPr>
      <w:r>
        <w:t>Prodávající se zavazuje, že nestanoví-li dílčí smlouva jinak, tj. není-li ve výzvě Kupujícího uvedeno jinak, Prodávající je povinen řádně dodat</w:t>
      </w:r>
      <w:r w:rsidR="002E1192">
        <w:t xml:space="preserve"> a</w:t>
      </w:r>
      <w:r>
        <w:t xml:space="preserve"> příp. nainstalovat/namontovat  Předmět plnění </w:t>
      </w:r>
      <w:r w:rsidR="002E1192">
        <w:t xml:space="preserve">včetně zprovoznění a souvisejících činností </w:t>
      </w:r>
      <w:r>
        <w:t xml:space="preserve">do požadovaného místa plnění a Předmět plnění předat Kupujícímu </w:t>
      </w:r>
      <w:r w:rsidR="002E1192">
        <w:t>nejpozději do 10</w:t>
      </w:r>
      <w:r>
        <w:t xml:space="preserve"> dnů od uzavření dílčí smlouvy</w:t>
      </w:r>
      <w:r w:rsidR="002E1192">
        <w:t>.</w:t>
      </w:r>
    </w:p>
    <w:p w:rsidR="001F2414" w:rsidRDefault="001F2414" w:rsidP="001F2414">
      <w:pPr>
        <w:pStyle w:val="Odstavec2"/>
      </w:pPr>
      <w:r>
        <w:t xml:space="preserve">Místem plnění jsou jednotlivé čerpací stanice EuroOil ve vlastnictví Kupujícího nacházející se na území České republiky. Seznam čerpacích stanic EuroOil tvoří Přílohu č. 3 </w:t>
      </w:r>
      <w:proofErr w:type="gramStart"/>
      <w:r>
        <w:t>této</w:t>
      </w:r>
      <w:proofErr w:type="gramEnd"/>
      <w:r>
        <w:t xml:space="preserve"> Smlouvy.</w:t>
      </w:r>
    </w:p>
    <w:p w:rsidR="001F2414" w:rsidRDefault="001F2414" w:rsidP="001F2414">
      <w:pPr>
        <w:pStyle w:val="Odstavec3"/>
      </w:pPr>
      <w:r>
        <w:t>Kupující může v průběhu účinnosti této Smlouvy písemně sdělit Prodávajícímu, že se určité čerpací stanice uvedené v Příloze č. 3</w:t>
      </w:r>
      <w:r w:rsidRPr="00BF087E">
        <w:t xml:space="preserve"> </w:t>
      </w:r>
      <w:proofErr w:type="gramStart"/>
      <w:r w:rsidRPr="00BF087E">
        <w:t>této</w:t>
      </w:r>
      <w:proofErr w:type="gramEnd"/>
      <w:r w:rsidRPr="00BF087E">
        <w:t xml:space="preserve"> Smlouvy vyjímají, či</w:t>
      </w:r>
      <w:r w:rsidR="002270C0">
        <w:t xml:space="preserve"> není-</w:t>
      </w:r>
      <w:r>
        <w:t xml:space="preserve">li to v rozporu s obecně závaznými předpisy českého právního řádu, naopak doplňují (např. pokud bude některá čerpací stanice ve vlastnictví Kupujícího vyřazena z provozu či bude Kupujícím vybudována </w:t>
      </w:r>
      <w:r>
        <w:lastRenderedPageBreak/>
        <w:t>nová čerpací stanice a/nebo bude koupena čerpací stanice od třetího subjektu a bude nově zařazena do sítě čerpacích stanic Kupujícího).</w:t>
      </w:r>
    </w:p>
    <w:p w:rsidR="002E1192" w:rsidRDefault="001F2414" w:rsidP="001F2414">
      <w:pPr>
        <w:pStyle w:val="Odstavec2"/>
      </w:pPr>
      <w:r>
        <w:t>Konkrétní místo plnění bude Prodávajícímu sděleno Kupujícím vždy v objednávce. Konkrétní místo plnění je místem předání a převzetí Předmětu plnění.</w:t>
      </w:r>
    </w:p>
    <w:p w:rsidR="001F2414" w:rsidRPr="00C960EF" w:rsidRDefault="002E1192" w:rsidP="002E1192">
      <w:pPr>
        <w:pStyle w:val="Odstavec3"/>
      </w:pPr>
      <w:r>
        <w:t xml:space="preserve">Smluvní strany se dohodly a konstatují, že Prodávající </w:t>
      </w:r>
      <w:r w:rsidRPr="00E17640">
        <w:t>je oprávněn realizovat dodávku zboží</w:t>
      </w:r>
      <w:r>
        <w:t>, není-li požadována instalace a související servisní činnosti prováděné Prodávajícím,</w:t>
      </w:r>
      <w:r w:rsidRPr="00E17640">
        <w:t xml:space="preserve"> </w:t>
      </w:r>
      <w:r>
        <w:t xml:space="preserve">do konkrétního místa plnění </w:t>
      </w:r>
      <w:r w:rsidRPr="00E17640">
        <w:t>s využití</w:t>
      </w:r>
      <w:r>
        <w:t>m zasilatelské služby.</w:t>
      </w:r>
    </w:p>
    <w:p w:rsidR="005C5D01" w:rsidRPr="00EB5FCB" w:rsidRDefault="005C5D01" w:rsidP="00B64483">
      <w:pPr>
        <w:pStyle w:val="lnek"/>
        <w:spacing w:before="240"/>
        <w:ind w:left="17"/>
        <w:rPr>
          <w:rFonts w:cs="Arial"/>
        </w:rPr>
      </w:pPr>
      <w:r w:rsidRPr="00EB5FCB">
        <w:rPr>
          <w:rFonts w:eastAsiaTheme="minorEastAsia" w:cs="Arial"/>
        </w:rPr>
        <w:t>Cena</w:t>
      </w:r>
    </w:p>
    <w:p w:rsidR="001D4911" w:rsidRDefault="00FA75C2" w:rsidP="004F122B">
      <w:pPr>
        <w:pStyle w:val="Odstavec2"/>
      </w:pPr>
      <w:bookmarkStart w:id="4" w:name="_Ref321240324"/>
      <w:r w:rsidRPr="00EB5FCB">
        <w:rPr>
          <w:rFonts w:cs="Arial"/>
        </w:rPr>
        <w:t xml:space="preserve">Cena za plnění dle konkrétní </w:t>
      </w:r>
      <w:r w:rsidRPr="00EB5FCB">
        <w:rPr>
          <w:rFonts w:cs="Arial"/>
          <w:bCs/>
        </w:rPr>
        <w:t>dílčí smlouvy bude uvedena v dílčí smlouvě</w:t>
      </w:r>
      <w:r w:rsidRPr="009C078A">
        <w:rPr>
          <w:rFonts w:cs="Arial"/>
          <w:bCs/>
        </w:rPr>
        <w:t xml:space="preserve"> a bud</w:t>
      </w:r>
      <w:r w:rsidR="001D4911">
        <w:rPr>
          <w:rFonts w:cs="Arial"/>
          <w:bCs/>
        </w:rPr>
        <w:t>e odpovídat Závazným podklad</w:t>
      </w:r>
      <w:r w:rsidR="001D4911" w:rsidRPr="004F122B">
        <w:rPr>
          <w:rFonts w:cs="Arial"/>
          <w:bCs/>
        </w:rPr>
        <w:t>ům</w:t>
      </w:r>
      <w:r w:rsidRPr="004F122B">
        <w:rPr>
          <w:rFonts w:cs="Arial"/>
          <w:bCs/>
        </w:rPr>
        <w:t xml:space="preserve">. </w:t>
      </w:r>
      <w:r w:rsidR="004F122B" w:rsidRPr="004F122B">
        <w:rPr>
          <w:rFonts w:cs="Arial"/>
          <w:bCs/>
        </w:rPr>
        <w:t>Smluvní strany výslovně prohlašují, že ceny</w:t>
      </w:r>
      <w:r w:rsidR="004F122B" w:rsidRPr="00227149">
        <w:rPr>
          <w:rFonts w:cs="Arial"/>
          <w:bCs/>
          <w:i/>
        </w:rPr>
        <w:t xml:space="preserve"> </w:t>
      </w:r>
      <w:r w:rsidR="004F122B" w:rsidRPr="004F122B">
        <w:rPr>
          <w:rFonts w:cs="Arial"/>
          <w:bCs/>
        </w:rPr>
        <w:t xml:space="preserve">uvedené </w:t>
      </w:r>
      <w:r w:rsidR="004F122B" w:rsidRPr="004F122B">
        <w:rPr>
          <w:rFonts w:cs="Arial"/>
          <w:b/>
          <w:bCs/>
        </w:rPr>
        <w:t>v Nabídce ve formě položkového rozpočtu, jež samostatně tvoří přílohu č. 2</w:t>
      </w:r>
      <w:r w:rsidR="004F122B" w:rsidRPr="004F122B">
        <w:rPr>
          <w:rFonts w:cs="Arial"/>
          <w:bCs/>
        </w:rPr>
        <w:t xml:space="preserve"> </w:t>
      </w:r>
      <w:proofErr w:type="gramStart"/>
      <w:r w:rsidR="004F122B" w:rsidRPr="004F122B">
        <w:rPr>
          <w:rFonts w:cs="Arial"/>
          <w:bCs/>
        </w:rPr>
        <w:t>této</w:t>
      </w:r>
      <w:proofErr w:type="gramEnd"/>
      <w:r w:rsidR="004F122B" w:rsidRPr="004F122B">
        <w:rPr>
          <w:rFonts w:cs="Arial"/>
          <w:bCs/>
        </w:rPr>
        <w:t xml:space="preserve"> Smlouvy, v sobě zahrnují veškerá související plnění spojená plněním dílčí smlouvy jako celku</w:t>
      </w:r>
      <w:r w:rsidR="000B5466" w:rsidRPr="004F122B">
        <w:rPr>
          <w:rFonts w:cs="Arial"/>
          <w:bCs/>
        </w:rPr>
        <w:t>, zejména náklady na dopravu a balení</w:t>
      </w:r>
      <w:r w:rsidRPr="004F122B">
        <w:rPr>
          <w:rFonts w:cs="Arial"/>
          <w:bCs/>
        </w:rPr>
        <w:t>.</w:t>
      </w:r>
      <w:bookmarkEnd w:id="4"/>
    </w:p>
    <w:p w:rsidR="001D4911" w:rsidRPr="0035518E" w:rsidRDefault="001D4911" w:rsidP="001D4911">
      <w:pPr>
        <w:pStyle w:val="Odstavec2"/>
      </w:pPr>
      <w:r w:rsidRPr="0035518E">
        <w:t xml:space="preserve">Cena za plnění dle konkrétní dílčí smlouvy bude vypočtena dle skutečně dodaného množství Předmětu plnění na základě jednotkových cen uvedených v Nabídce a zároveň v </w:t>
      </w:r>
      <w:r w:rsidR="007A7780">
        <w:t> Příloze č. 2</w:t>
      </w:r>
      <w:r w:rsidRPr="0035518E">
        <w:t xml:space="preserve"> </w:t>
      </w:r>
      <w:proofErr w:type="gramStart"/>
      <w:r w:rsidRPr="0035518E">
        <w:t>této</w:t>
      </w:r>
      <w:proofErr w:type="gramEnd"/>
      <w:r w:rsidRPr="0035518E">
        <w:t xml:space="preserve"> Smlouvy.</w:t>
      </w:r>
      <w:r w:rsidR="00F702DA">
        <w:t xml:space="preserve"> V případě jejich rozporu se uplatní na Předmět plnění jednotková cena, která je </w:t>
      </w:r>
      <w:r w:rsidR="001A7C8F">
        <w:t xml:space="preserve">pro Kupujícího </w:t>
      </w:r>
      <w:r w:rsidR="00F702DA">
        <w:t xml:space="preserve">výhodnější. </w:t>
      </w:r>
    </w:p>
    <w:p w:rsidR="001D4911" w:rsidRPr="0035518E" w:rsidRDefault="001D4911" w:rsidP="001D4911">
      <w:pPr>
        <w:pStyle w:val="Odstavec2"/>
      </w:pPr>
      <w:r w:rsidRPr="0035518E">
        <w:t>Jednot</w:t>
      </w:r>
      <w:r w:rsidR="007A7780">
        <w:t>kové ceny uvedené v Příloze č. 2</w:t>
      </w:r>
      <w:r w:rsidRPr="0035518E">
        <w:t xml:space="preserve"> </w:t>
      </w:r>
      <w:proofErr w:type="gramStart"/>
      <w:r w:rsidRPr="0035518E">
        <w:t>této</w:t>
      </w:r>
      <w:proofErr w:type="gramEnd"/>
      <w:r w:rsidRPr="0035518E">
        <w:t xml:space="preserve"> Smlouvy jsou uvedeny v korunách českých bez daně z přidané hodnoty.</w:t>
      </w:r>
    </w:p>
    <w:p w:rsidR="001D4911" w:rsidRPr="00EF2F5B" w:rsidRDefault="001D4911" w:rsidP="001D4911">
      <w:pPr>
        <w:pStyle w:val="Odstavec2"/>
      </w:pPr>
      <w:r w:rsidRPr="0035518E">
        <w:t>Prodávající prohlašuje, že uvedené jednotkové ceny Předmětu plnění jsou nejvýše přípustné, neměnné a zahrnují veškeré náklady spojené s jednotlivým plněním Prodávajícího, zejména náklady na dopravu do konkrétního místa plnění, náklady na balení apod.</w:t>
      </w:r>
    </w:p>
    <w:p w:rsidR="001D4911" w:rsidRPr="00EB5FCB" w:rsidRDefault="001D4911" w:rsidP="001D4911">
      <w:pPr>
        <w:pStyle w:val="Odstavec2"/>
      </w:pPr>
      <w:r w:rsidRPr="0035518E">
        <w:t xml:space="preserve">Prodávající garantuje jednotkové ceny Předmětu plnění uvedené v Příloze č. </w:t>
      </w:r>
      <w:r w:rsidR="007A7780">
        <w:t>2</w:t>
      </w:r>
      <w:r w:rsidRPr="0035518E">
        <w:t xml:space="preserve"> </w:t>
      </w:r>
      <w:proofErr w:type="gramStart"/>
      <w:r w:rsidRPr="0035518E">
        <w:t>této</w:t>
      </w:r>
      <w:proofErr w:type="gramEnd"/>
      <w:r w:rsidRPr="0035518E">
        <w:t xml:space="preserve"> Smlouvy po </w:t>
      </w:r>
      <w:r w:rsidRPr="00EB5FCB">
        <w:t xml:space="preserve">celou dobu trvání této Smlouvy. </w:t>
      </w:r>
    </w:p>
    <w:p w:rsidR="001D4911" w:rsidRDefault="001D4911" w:rsidP="001D4911">
      <w:pPr>
        <w:pStyle w:val="Odstavec2"/>
      </w:pPr>
      <w:r w:rsidRPr="00EB5FCB">
        <w:t>K celkové ceně za plnění Prodávajícího dle dílčí smlouvy bude při fakturaci připočtena DPH ve výši v souladu s platnými právními předpisy ke dni uskutečnění zdanitelného plnění.</w:t>
      </w:r>
    </w:p>
    <w:p w:rsidR="005C5D01" w:rsidRPr="00EB5FCB" w:rsidRDefault="005C5D01" w:rsidP="00B64483">
      <w:pPr>
        <w:pStyle w:val="lnek"/>
        <w:spacing w:before="240"/>
        <w:ind w:left="17"/>
        <w:rPr>
          <w:rFonts w:cs="Arial"/>
        </w:rPr>
      </w:pPr>
      <w:r w:rsidRPr="00EB5FCB">
        <w:rPr>
          <w:rFonts w:cs="Arial"/>
        </w:rPr>
        <w:t xml:space="preserve">Platební </w:t>
      </w:r>
      <w:r w:rsidRPr="00EB5FCB">
        <w:rPr>
          <w:rFonts w:eastAsiaTheme="minorEastAsia" w:cs="Arial"/>
        </w:rPr>
        <w:t>podmínky</w:t>
      </w:r>
    </w:p>
    <w:p w:rsidR="005C5D01" w:rsidRPr="00EB5FCB" w:rsidRDefault="005C5D01" w:rsidP="000B5466">
      <w:pPr>
        <w:pStyle w:val="Odstavec2"/>
        <w:rPr>
          <w:rFonts w:cs="Arial"/>
        </w:rPr>
      </w:pPr>
      <w:r w:rsidRPr="00EB5FCB">
        <w:rPr>
          <w:rFonts w:cs="Arial"/>
        </w:rPr>
        <w:t xml:space="preserve">Cena </w:t>
      </w:r>
      <w:r w:rsidR="00D10A33" w:rsidRPr="00EB5FCB">
        <w:rPr>
          <w:rFonts w:cs="Arial"/>
        </w:rPr>
        <w:t>za provedené plnění</w:t>
      </w:r>
      <w:r w:rsidRPr="00EB5FCB">
        <w:rPr>
          <w:rFonts w:cs="Arial"/>
        </w:rPr>
        <w:t xml:space="preserve"> bude </w:t>
      </w:r>
      <w:r w:rsidR="000B5466" w:rsidRPr="00EB5FCB">
        <w:rPr>
          <w:rFonts w:cs="Arial"/>
        </w:rPr>
        <w:t>Kupujícím hrazena</w:t>
      </w:r>
      <w:r w:rsidRPr="00EB5FCB">
        <w:rPr>
          <w:rFonts w:cs="Arial"/>
        </w:rPr>
        <w:t xml:space="preserve"> jednorázově po řádném a úplném </w:t>
      </w:r>
      <w:r w:rsidR="000B5466" w:rsidRPr="00EB5FCB">
        <w:rPr>
          <w:rFonts w:cs="Arial"/>
        </w:rPr>
        <w:t>dodání Předmětu plnění podle každé jednotlivé dílčí smlouvy</w:t>
      </w:r>
      <w:r w:rsidRPr="00EB5FCB">
        <w:rPr>
          <w:rFonts w:cs="Arial"/>
        </w:rPr>
        <w:t>, na základě faktury – daňového dokladu (dále jen „</w:t>
      </w:r>
      <w:r w:rsidRPr="00EB5FCB">
        <w:rPr>
          <w:rFonts w:cs="Arial"/>
          <w:b/>
          <w:i/>
        </w:rPr>
        <w:t>faktura</w:t>
      </w:r>
      <w:r w:rsidRPr="00EB5FCB">
        <w:rPr>
          <w:rFonts w:cs="Arial"/>
        </w:rPr>
        <w:t xml:space="preserve">“) vystavené po předání a převzetí </w:t>
      </w:r>
      <w:r w:rsidR="000B5466" w:rsidRPr="00EB5FCB">
        <w:rPr>
          <w:rFonts w:cs="Arial"/>
        </w:rPr>
        <w:t>Předmětu plnění</w:t>
      </w:r>
      <w:r w:rsidRPr="00EB5FCB">
        <w:rPr>
          <w:rFonts w:cs="Arial"/>
        </w:rPr>
        <w:t xml:space="preserve">, o kterém </w:t>
      </w:r>
      <w:r w:rsidR="00E00091" w:rsidRPr="00EB5FCB">
        <w:rPr>
          <w:rFonts w:cs="Arial"/>
        </w:rPr>
        <w:t xml:space="preserve">bude sepsán Protokol o předání </w:t>
      </w:r>
      <w:r w:rsidRPr="00EB5FCB">
        <w:rPr>
          <w:rFonts w:cs="Arial"/>
        </w:rPr>
        <w:t>a převzetí.</w:t>
      </w:r>
    </w:p>
    <w:p w:rsidR="00E00091" w:rsidRPr="009C078A" w:rsidRDefault="00E00091" w:rsidP="00E00091">
      <w:pPr>
        <w:pStyle w:val="Odstavec2"/>
        <w:rPr>
          <w:rFonts w:cs="Arial"/>
        </w:rPr>
      </w:pPr>
      <w:r w:rsidRPr="009C078A">
        <w:rPr>
          <w:rFonts w:cs="Arial"/>
        </w:rPr>
        <w:t xml:space="preserve">Adresy pro doručení faktur: </w:t>
      </w:r>
    </w:p>
    <w:p w:rsidR="00E00091" w:rsidRPr="009C078A" w:rsidRDefault="00E00091" w:rsidP="00E00091">
      <w:pPr>
        <w:pStyle w:val="Odstavec2"/>
        <w:numPr>
          <w:ilvl w:val="3"/>
          <w:numId w:val="28"/>
        </w:numPr>
        <w:tabs>
          <w:tab w:val="clear" w:pos="2007"/>
          <w:tab w:val="num" w:pos="1134"/>
        </w:tabs>
        <w:ind w:left="1134" w:hanging="567"/>
        <w:rPr>
          <w:rFonts w:cs="Arial"/>
        </w:rPr>
      </w:pPr>
      <w:r w:rsidRPr="009C078A">
        <w:rPr>
          <w:rFonts w:cs="Arial"/>
        </w:rPr>
        <w:t>v listinné podobě: ČEPRO, a.s., FÚ, Odbor účtárny, Hněvice 62, 411 08 Štětí;</w:t>
      </w:r>
    </w:p>
    <w:p w:rsidR="00E00091" w:rsidRPr="00EB5FCB" w:rsidRDefault="00E00091" w:rsidP="00E00091">
      <w:pPr>
        <w:pStyle w:val="Odstavec2"/>
        <w:rPr>
          <w:rFonts w:cs="Arial"/>
        </w:rPr>
      </w:pPr>
      <w:r w:rsidRPr="00EB5FCB">
        <w:rPr>
          <w:rFonts w:cs="Arial"/>
        </w:rPr>
        <w:t xml:space="preserve">Každá faktura dle této Smlouvy je splatná do </w:t>
      </w:r>
      <w:r w:rsidR="007A7780" w:rsidRPr="00EB5FCB">
        <w:rPr>
          <w:rFonts w:cs="Arial"/>
        </w:rPr>
        <w:t>30</w:t>
      </w:r>
      <w:r w:rsidRPr="00EB5FCB">
        <w:rPr>
          <w:rFonts w:cs="Arial"/>
        </w:rPr>
        <w:t xml:space="preserve"> dnů od jejího doručení </w:t>
      </w:r>
      <w:r w:rsidR="000B5466" w:rsidRPr="00EB5FCB">
        <w:rPr>
          <w:rFonts w:cs="Arial"/>
        </w:rPr>
        <w:t>Kupujícímu</w:t>
      </w:r>
      <w:r w:rsidRPr="00EB5FCB">
        <w:rPr>
          <w:rFonts w:cs="Arial"/>
        </w:rPr>
        <w:t>.</w:t>
      </w:r>
    </w:p>
    <w:p w:rsidR="009502C0" w:rsidRDefault="009502C0" w:rsidP="00E00091">
      <w:pPr>
        <w:pStyle w:val="Odstavec2"/>
        <w:rPr>
          <w:rFonts w:cs="Arial"/>
        </w:rPr>
      </w:pPr>
      <w:r w:rsidRPr="00EB5FCB">
        <w:rPr>
          <w:rFonts w:cs="Arial"/>
        </w:rPr>
        <w:t xml:space="preserve">Nebude-li dohodnuto jinak, veškeré ceny budou sjednány a veškeré platby budou realizovány v korunách českých. Veškeré platby budou prováděny bezhotovostně na účet Prodávajícího používaný pro jeho ekonomickou činnost uvedený ve Smlouvě, přičemž </w:t>
      </w:r>
      <w:r w:rsidR="000C7EEC">
        <w:rPr>
          <w:rFonts w:cs="Arial"/>
        </w:rPr>
        <w:t>Prodávající</w:t>
      </w:r>
      <w:r w:rsidRPr="00EB5FCB">
        <w:rPr>
          <w:rFonts w:cs="Arial"/>
        </w:rPr>
        <w:t xml:space="preserve"> prohlašuje, že jím uvedený účet splňuje náležitosti platné legislativy</w:t>
      </w:r>
      <w:r w:rsidRPr="009C078A">
        <w:rPr>
          <w:rFonts w:cs="Arial"/>
        </w:rPr>
        <w:t xml:space="preserve"> a bude po celou dobu platnosti Smlouvy uveden v souladu s právními předpisy na úseku daní, zejména v souladu se zákonem č. 235/2004 Sb., o dani z přidané hodnoty, ve znění pozdějších předpisů („</w:t>
      </w:r>
      <w:r w:rsidRPr="009C078A">
        <w:rPr>
          <w:rFonts w:cs="Arial"/>
          <w:b/>
          <w:i/>
        </w:rPr>
        <w:t>Zákon o DPH</w:t>
      </w:r>
      <w:r w:rsidRPr="009C078A">
        <w:rPr>
          <w:rFonts w:cs="Arial"/>
        </w:rPr>
        <w:t xml:space="preserve">“),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ve Smlouvě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odstavci </w:t>
      </w:r>
      <w:r w:rsidR="005D418A">
        <w:rPr>
          <w:rFonts w:cs="Arial"/>
        </w:rPr>
        <w:t xml:space="preserve">5.11 </w:t>
      </w:r>
      <w:r w:rsidRPr="009C078A">
        <w:rPr>
          <w:rFonts w:cs="Arial"/>
        </w:rPr>
        <w:t>Smlouvy. V případě pozastavení platby z výše uvedených důvodů není Kupující v prodlení s platbou a Prodávající nemá nárok uplatňovat vůči Kupujícímu jakékoli sankce z důvodu neprovedení platby Kupujícím, ani nárok na náhradu škody.</w:t>
      </w:r>
    </w:p>
    <w:p w:rsidR="00683296" w:rsidRPr="009C078A" w:rsidRDefault="00683296" w:rsidP="00E00091">
      <w:pPr>
        <w:pStyle w:val="Odstavec2"/>
        <w:rPr>
          <w:rFonts w:cs="Arial"/>
        </w:rPr>
      </w:pPr>
      <w:r w:rsidRPr="00F729E3">
        <w:lastRenderedPageBreak/>
        <w:t xml:space="preserve">V případě, že Dodavatel využije možnosti vystavit </w:t>
      </w:r>
      <w:r w:rsidR="009053F9">
        <w:t>faktury</w:t>
      </w:r>
      <w:r w:rsidRPr="00F729E3">
        <w:t xml:space="preserve"> v elektronické verzi, bude mezi stranami uzavřena samostatná dohoda o elektronické fakturaci, kde smluvní strany ujednají bližší náležitosti veškerých tím dotčených dokumentů.</w:t>
      </w:r>
    </w:p>
    <w:p w:rsidR="00415A70" w:rsidRPr="009C078A" w:rsidRDefault="009053F9" w:rsidP="00E00091">
      <w:pPr>
        <w:pStyle w:val="Odstavec2"/>
        <w:rPr>
          <w:rFonts w:cs="Arial"/>
        </w:rPr>
      </w:pPr>
      <w:r>
        <w:rPr>
          <w:rFonts w:cs="Arial"/>
        </w:rPr>
        <w:t>F</w:t>
      </w:r>
      <w:r w:rsidR="00371E55" w:rsidRPr="009C078A">
        <w:rPr>
          <w:rFonts w:cs="Arial"/>
        </w:rPr>
        <w:t>aktura musí obsahovat všechny náležitosti daňového dokladu dané zákonem č. 235/2004 Sb., o dani z přidané hodnoty, ve znění platném ke dni zdanitelného plnění nebo ke dni přijetí platby, podle toho, který den nastane dříve.</w:t>
      </w:r>
    </w:p>
    <w:p w:rsidR="00415A70" w:rsidRPr="009C078A" w:rsidRDefault="009053F9" w:rsidP="00E00091">
      <w:pPr>
        <w:pStyle w:val="Odstavec2"/>
        <w:rPr>
          <w:rFonts w:cs="Arial"/>
        </w:rPr>
      </w:pPr>
      <w:r>
        <w:rPr>
          <w:rFonts w:cs="Arial"/>
        </w:rPr>
        <w:t>F</w:t>
      </w:r>
      <w:r w:rsidR="00371E55" w:rsidRPr="009C078A">
        <w:rPr>
          <w:rFonts w:cs="Arial"/>
        </w:rPr>
        <w:t xml:space="preserve">aktura musí dále obsahovat číslo dílčí smlouvy a náležitosti stanovené příslušnými právními předpisy, platnými v době jejího vystavení. Přílohou </w:t>
      </w:r>
      <w:r>
        <w:rPr>
          <w:rFonts w:cs="Arial"/>
        </w:rPr>
        <w:t>f</w:t>
      </w:r>
      <w:r w:rsidR="00371E55" w:rsidRPr="009C078A">
        <w:rPr>
          <w:rFonts w:cs="Arial"/>
        </w:rPr>
        <w:t>aktury bude vždy kopie dodacího listu</w:t>
      </w:r>
      <w:r w:rsidR="0052521D">
        <w:rPr>
          <w:rFonts w:cs="Arial"/>
        </w:rPr>
        <w:t xml:space="preserve"> a příp. dále protokol o předání a převzetí</w:t>
      </w:r>
      <w:r w:rsidR="00371E55" w:rsidRPr="009C078A">
        <w:rPr>
          <w:rFonts w:cs="Arial"/>
        </w:rPr>
        <w:t>.</w:t>
      </w:r>
      <w:r w:rsidR="003A0A7B" w:rsidRPr="009C078A">
        <w:rPr>
          <w:rFonts w:cs="Arial"/>
        </w:rPr>
        <w:t xml:space="preserve"> </w:t>
      </w:r>
    </w:p>
    <w:p w:rsidR="003A0A7B" w:rsidRPr="009C078A" w:rsidRDefault="003A0A7B" w:rsidP="003A0A7B">
      <w:pPr>
        <w:pStyle w:val="Odstavec2"/>
        <w:rPr>
          <w:rFonts w:cs="Arial"/>
        </w:rPr>
      </w:pPr>
      <w:r w:rsidRPr="009C078A">
        <w:rPr>
          <w:rFonts w:cs="Arial"/>
        </w:rPr>
        <w:t>Prodávající splní svou povinnost doručit fakturu</w:t>
      </w:r>
    </w:p>
    <w:p w:rsidR="003A0A7B" w:rsidRPr="009C078A" w:rsidRDefault="003A0A7B" w:rsidP="001334CA">
      <w:pPr>
        <w:pStyle w:val="-Psmeno"/>
        <w:rPr>
          <w:rFonts w:cs="Arial"/>
        </w:rPr>
      </w:pPr>
      <w:r w:rsidRPr="009C078A">
        <w:rPr>
          <w:rFonts w:cs="Arial"/>
        </w:rPr>
        <w:t xml:space="preserve">v listinné podobě doručením Kupujícímu na fakturační adresu uvedenou ve Smlouvě nebo na adresu řádně písemně oznámenou v souladu se Smlouvou; </w:t>
      </w:r>
    </w:p>
    <w:p w:rsidR="00371E55" w:rsidRPr="009C078A" w:rsidRDefault="00371E55" w:rsidP="00E00091">
      <w:pPr>
        <w:pStyle w:val="Odstavec2"/>
        <w:rPr>
          <w:rFonts w:cs="Arial"/>
        </w:rPr>
      </w:pPr>
      <w:bookmarkStart w:id="5" w:name="_Ref372122071"/>
      <w:r w:rsidRPr="009C078A">
        <w:rPr>
          <w:rFonts w:cs="Arial"/>
        </w:rPr>
        <w:t>V případě, že zaslan</w:t>
      </w:r>
      <w:r w:rsidR="009053F9">
        <w:rPr>
          <w:rFonts w:cs="Arial"/>
        </w:rPr>
        <w:t>á</w:t>
      </w:r>
      <w:r w:rsidRPr="009C078A">
        <w:rPr>
          <w:rFonts w:cs="Arial"/>
        </w:rPr>
        <w:t xml:space="preserve"> faktura, nebude</w:t>
      </w:r>
      <w:r w:rsidR="003A0A7B" w:rsidRPr="009C078A">
        <w:rPr>
          <w:rFonts w:cs="Arial"/>
        </w:rPr>
        <w:t xml:space="preserve"> </w:t>
      </w:r>
      <w:r w:rsidR="003A0A7B" w:rsidRPr="009C078A">
        <w:rPr>
          <w:rFonts w:cs="Arial"/>
          <w:iCs/>
        </w:rPr>
        <w:t>obsahovat veškeré údaje vyžadované závaznými právními předpisy České republiky a náležitosti a údaje v souladu s tímto článkem nebo v ní budou uvedeny nesprávné údaje, údaje neodpovídající závazným právním předpisům České republiky nebo bude požadována úhrada faktury způsobem, kdy se Kupující stane či může stát ručitelem za odvod DPH Prodávajícím, vyzve Kupující Prodávajícího k opravě a/nebo předložení nové bezvadné faktury s náležitostmi dle Smlouvy</w:t>
      </w:r>
      <w:r w:rsidRPr="009C078A">
        <w:rPr>
          <w:rFonts w:cs="Arial"/>
        </w:rPr>
        <w:t xml:space="preserve"> </w:t>
      </w:r>
      <w:r w:rsidR="003A0A7B" w:rsidRPr="009C078A">
        <w:rPr>
          <w:rFonts w:cs="Arial"/>
        </w:rPr>
        <w:t xml:space="preserve">Prodávající je povinen fakturu přepracovat, včetně změny lhůty splatnosti, a doručit ji Kupujícímu. </w:t>
      </w:r>
      <w:r w:rsidR="003A0A7B" w:rsidRPr="009C078A">
        <w:rPr>
          <w:rFonts w:cs="Arial"/>
          <w:iCs/>
        </w:rPr>
        <w:t xml:space="preserve">V tomto případě od učinění výzvy Kupujícího k opravě a/nebo předložení nové bezvadné faktury Prodávajícím Kupujícímu dle první věty tohoto </w:t>
      </w:r>
      <w:proofErr w:type="gramStart"/>
      <w:r w:rsidR="003A0A7B" w:rsidRPr="009C078A">
        <w:rPr>
          <w:rFonts w:cs="Arial"/>
          <w:iCs/>
        </w:rPr>
        <w:t xml:space="preserve">odstavce </w:t>
      </w:r>
      <w:r w:rsidR="009502C0" w:rsidRPr="009C078A">
        <w:rPr>
          <w:rFonts w:cs="Arial"/>
          <w:iCs/>
        </w:rPr>
        <w:fldChar w:fldCharType="begin"/>
      </w:r>
      <w:r w:rsidR="009502C0" w:rsidRPr="009C078A">
        <w:rPr>
          <w:rFonts w:cs="Arial"/>
          <w:iCs/>
        </w:rPr>
        <w:instrText xml:space="preserve"> REF _Ref372122071 \r \h </w:instrText>
      </w:r>
      <w:r w:rsidR="009C078A">
        <w:rPr>
          <w:rFonts w:cs="Arial"/>
          <w:iCs/>
        </w:rPr>
        <w:instrText xml:space="preserve"> \* MERGEFORMAT </w:instrText>
      </w:r>
      <w:r w:rsidR="009502C0" w:rsidRPr="009C078A">
        <w:rPr>
          <w:rFonts w:cs="Arial"/>
          <w:iCs/>
        </w:rPr>
      </w:r>
      <w:r w:rsidR="009502C0" w:rsidRPr="009C078A">
        <w:rPr>
          <w:rFonts w:cs="Arial"/>
          <w:iCs/>
        </w:rPr>
        <w:fldChar w:fldCharType="separate"/>
      </w:r>
      <w:r w:rsidR="0015554C">
        <w:rPr>
          <w:rFonts w:cs="Arial"/>
          <w:iCs/>
        </w:rPr>
        <w:t>5.9</w:t>
      </w:r>
      <w:r w:rsidR="009502C0" w:rsidRPr="009C078A">
        <w:rPr>
          <w:rFonts w:cs="Arial"/>
          <w:iCs/>
        </w:rPr>
        <w:fldChar w:fldCharType="end"/>
      </w:r>
      <w:r w:rsidR="00D971FA">
        <w:rPr>
          <w:rFonts w:cs="Arial"/>
          <w:iCs/>
        </w:rPr>
        <w:t>.</w:t>
      </w:r>
      <w:proofErr w:type="gramEnd"/>
      <w:r w:rsidR="00AE52C9">
        <w:rPr>
          <w:rFonts w:cs="Arial"/>
          <w:iCs/>
        </w:rPr>
        <w:t xml:space="preserve"> </w:t>
      </w:r>
      <w:proofErr w:type="gramStart"/>
      <w:r w:rsidR="00E36300" w:rsidRPr="009C078A">
        <w:rPr>
          <w:rFonts w:cs="Arial"/>
          <w:iCs/>
        </w:rPr>
        <w:t>Smlouvy</w:t>
      </w:r>
      <w:proofErr w:type="gramEnd"/>
      <w:r w:rsidR="003A0A7B" w:rsidRPr="009C078A">
        <w:rPr>
          <w:rFonts w:cs="Arial"/>
          <w:iCs/>
        </w:rPr>
        <w:t xml:space="preserve"> do doby doručení bezvadné faktury </w:t>
      </w:r>
      <w:r w:rsidR="00E36300" w:rsidRPr="009C078A">
        <w:rPr>
          <w:rFonts w:cs="Arial"/>
          <w:iCs/>
        </w:rPr>
        <w:t>Prodávajícím</w:t>
      </w:r>
      <w:r w:rsidR="003A0A7B" w:rsidRPr="009C078A">
        <w:rPr>
          <w:rFonts w:cs="Arial"/>
          <w:iCs/>
        </w:rPr>
        <w:t xml:space="preserve"> </w:t>
      </w:r>
      <w:r w:rsidR="00E36300" w:rsidRPr="009C078A">
        <w:rPr>
          <w:rFonts w:cs="Arial"/>
          <w:iCs/>
        </w:rPr>
        <w:t>Kupujícímu</w:t>
      </w:r>
      <w:r w:rsidR="003A0A7B" w:rsidRPr="009C078A">
        <w:rPr>
          <w:rFonts w:cs="Arial"/>
          <w:iCs/>
        </w:rPr>
        <w:t xml:space="preserve"> na fakturační adresu </w:t>
      </w:r>
      <w:r w:rsidR="00E36300" w:rsidRPr="009C078A">
        <w:rPr>
          <w:rFonts w:cs="Arial"/>
          <w:iCs/>
        </w:rPr>
        <w:t>Kupujícího,</w:t>
      </w:r>
      <w:r w:rsidR="003A0A7B" w:rsidRPr="009C078A">
        <w:rPr>
          <w:rFonts w:cs="Arial"/>
          <w:iCs/>
        </w:rPr>
        <w:t xml:space="preserve"> nemá </w:t>
      </w:r>
      <w:r w:rsidR="00E36300" w:rsidRPr="009C078A">
        <w:rPr>
          <w:rFonts w:cs="Arial"/>
          <w:iCs/>
        </w:rPr>
        <w:t>Prodávající</w:t>
      </w:r>
      <w:r w:rsidR="003A0A7B" w:rsidRPr="009C078A">
        <w:rPr>
          <w:rFonts w:cs="Arial"/>
          <w:iCs/>
        </w:rPr>
        <w:t xml:space="preserve"> nárok na zaplacení fakturované částky, úrok z prodlení ani jakoukoliv jinou sankci a </w:t>
      </w:r>
      <w:r w:rsidR="00E36300" w:rsidRPr="009C078A">
        <w:rPr>
          <w:rFonts w:cs="Arial"/>
          <w:iCs/>
        </w:rPr>
        <w:t>Kupující</w:t>
      </w:r>
      <w:r w:rsidR="003A0A7B" w:rsidRPr="009C078A">
        <w:rPr>
          <w:rFonts w:cs="Arial"/>
          <w:iCs/>
        </w:rPr>
        <w:t xml:space="preserve"> není v prodlení se zaplacením fakturované částky. Lhůta splatnosti počíná běžet znovu až ode dne doručení bezvadné faktury </w:t>
      </w:r>
      <w:r w:rsidR="00E36300" w:rsidRPr="009C078A">
        <w:rPr>
          <w:rFonts w:cs="Arial"/>
          <w:iCs/>
        </w:rPr>
        <w:t>Kupujícímu</w:t>
      </w:r>
      <w:r w:rsidR="003A0A7B" w:rsidRPr="009C078A">
        <w:rPr>
          <w:rFonts w:cs="Arial"/>
          <w:iCs/>
        </w:rPr>
        <w:t>.</w:t>
      </w:r>
      <w:bookmarkEnd w:id="5"/>
    </w:p>
    <w:p w:rsidR="00C523BA" w:rsidRPr="009C078A" w:rsidRDefault="00C523BA" w:rsidP="00E00091">
      <w:pPr>
        <w:pStyle w:val="Odstavec2"/>
        <w:rPr>
          <w:rFonts w:cs="Arial"/>
        </w:rPr>
      </w:pPr>
      <w:r w:rsidRPr="009C078A">
        <w:rPr>
          <w:rFonts w:cs="Arial"/>
        </w:rPr>
        <w:t xml:space="preserve">Dnem úhrady faktury se rozumí den odepsání částky z účtu </w:t>
      </w:r>
      <w:r w:rsidR="00EC4DD1" w:rsidRPr="009C078A">
        <w:rPr>
          <w:rFonts w:cs="Arial"/>
        </w:rPr>
        <w:t>Kupujícího</w:t>
      </w:r>
      <w:r w:rsidRPr="009C078A">
        <w:rPr>
          <w:rFonts w:cs="Arial"/>
        </w:rPr>
        <w:t>.</w:t>
      </w:r>
    </w:p>
    <w:p w:rsidR="00E36300" w:rsidRPr="009C078A" w:rsidRDefault="00E36300" w:rsidP="00E00091">
      <w:pPr>
        <w:pStyle w:val="Odstavec2"/>
        <w:rPr>
          <w:rFonts w:cs="Arial"/>
        </w:rPr>
      </w:pPr>
      <w:bookmarkStart w:id="6" w:name="_Ref344879929"/>
      <w:r w:rsidRPr="009C078A">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plnění bez daně z přidané hodnoty. Částku odpovídající dani z přidané hodnoty ve výši uvedené na faktuře,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w:t>
      </w:r>
      <w:r w:rsidR="009B2AF0">
        <w:rPr>
          <w:rFonts w:cs="Arial"/>
        </w:rPr>
        <w:t>Prodávajícího</w:t>
      </w:r>
      <w:r w:rsidR="009B2AF0" w:rsidRPr="009C078A">
        <w:rPr>
          <w:rFonts w:cs="Arial"/>
        </w:rPr>
        <w:t xml:space="preserve"> </w:t>
      </w:r>
      <w:r w:rsidRPr="009C078A">
        <w:rPr>
          <w:rFonts w:cs="Arial"/>
        </w:rPr>
        <w:t xml:space="preserve">tak bude splněn závazek </w:t>
      </w:r>
      <w:r w:rsidR="009B2AF0">
        <w:rPr>
          <w:rFonts w:cs="Arial"/>
        </w:rPr>
        <w:t xml:space="preserve">Kupujícího </w:t>
      </w:r>
      <w:r w:rsidRPr="009C078A">
        <w:rPr>
          <w:rFonts w:cs="Arial"/>
        </w:rPr>
        <w:t xml:space="preserve">vůči </w:t>
      </w:r>
      <w:r w:rsidR="009B2AF0">
        <w:rPr>
          <w:rFonts w:cs="Arial"/>
        </w:rPr>
        <w:t>Prodávajícímu</w:t>
      </w:r>
      <w:r w:rsidRPr="009C078A">
        <w:rPr>
          <w:rFonts w:cs="Arial"/>
        </w:rPr>
        <w:t xml:space="preserve"> zaplatit Ce</w:t>
      </w:r>
      <w:r w:rsidR="00296236">
        <w:rPr>
          <w:rFonts w:cs="Arial"/>
        </w:rPr>
        <w:t xml:space="preserve">nu </w:t>
      </w:r>
      <w:r w:rsidRPr="009C078A">
        <w:rPr>
          <w:rFonts w:cs="Arial"/>
        </w:rPr>
        <w:t>v částce uhrazené na účet správce daně</w:t>
      </w:r>
      <w:r w:rsidR="009B2AF0">
        <w:rPr>
          <w:rFonts w:cs="Arial"/>
        </w:rPr>
        <w:t xml:space="preserve"> Prodávajícího</w:t>
      </w:r>
      <w:r w:rsidRPr="009C078A">
        <w:rPr>
          <w:rFonts w:cs="Arial"/>
        </w:rPr>
        <w:t>.</w:t>
      </w:r>
      <w:bookmarkEnd w:id="6"/>
      <w:r w:rsidR="009502C0" w:rsidRPr="009C078A">
        <w:rPr>
          <w:rFonts w:cs="Arial"/>
        </w:rPr>
        <w:t xml:space="preserve"> O postupu Kupujícího dle tohoto odstavce bude Kupující písemně bez zbytečného odkladu informovat Prodávajícího jako poskytovatele zdanitelného plnění, za nějž byla daň z přidané hodnoty takto odvedena. Uhrazení závazku učiněné způsobem uvedeným v tomto odstavci v souladu se Zákonem o DPH není porušením smluvních povinností ze strany Kupujícího a nezakládá nárok Prodávajícího požadovat úhradu zákonných či smluvních sankcí za neuhrazení finančních prostředků ani na náhradu škody.</w:t>
      </w:r>
    </w:p>
    <w:p w:rsidR="00414747" w:rsidRPr="00787D58" w:rsidRDefault="00414747" w:rsidP="00E00091">
      <w:pPr>
        <w:pStyle w:val="Odstavec2"/>
        <w:rPr>
          <w:rFonts w:cs="Arial"/>
        </w:rPr>
      </w:pPr>
      <w:r w:rsidRPr="009C078A">
        <w:rPr>
          <w:rFonts w:cs="Arial"/>
        </w:rPr>
        <w:t xml:space="preserve">Smluvní strany se dohodly, že Kupující je oprávněn pozastavit úhradu faktury Prodávajícímu, pokud bude na Prodávajícího podán návrh na zahájení insolvenčního řízení. Kupující je oprávněn v těchto případech pozastavit výplatu do doby vydání soudního rozhodnutí o insolvenčním návrhu ve věci </w:t>
      </w:r>
      <w:r w:rsidRPr="002270C0">
        <w:rPr>
          <w:rFonts w:cs="Arial"/>
        </w:rPr>
        <w:t>probíhajícího insolvenčního řízení (takovými rozhodnutími se rozumí rozhodnutí uvedená v Hlavě IV., Díl 5 zákona č. 182/2006 Sb., insolvenční zákon, ve znění pozdějších předpisů /dále jen „</w:t>
      </w:r>
      <w:r w:rsidRPr="002270C0">
        <w:rPr>
          <w:rFonts w:cs="Arial"/>
          <w:i/>
        </w:rPr>
        <w:t>Insolvenční zákon</w:t>
      </w:r>
      <w:r w:rsidR="002270C0" w:rsidRPr="002270C0">
        <w:rPr>
          <w:rFonts w:cs="Arial"/>
        </w:rPr>
        <w:t>“</w:t>
      </w:r>
      <w:r w:rsidRPr="002270C0">
        <w:rPr>
          <w:rFonts w:cs="Arial"/>
        </w:rPr>
        <w:t>). Pozastavení výplaty faktury z důvodu probíhajícího insolvenčního řízení není prodlením Kupujícího. Bude-li insolvenční návrh pravomocně odmítnut, zamítnut, nebo bude insolvenční řízení pravomocně</w:t>
      </w:r>
      <w:r w:rsidRPr="00787D58">
        <w:rPr>
          <w:rFonts w:cs="Arial"/>
        </w:rPr>
        <w:t xml:space="preserve"> zastaveno, uhradí Kupující fakturu do 30 dnů ode dne, kdy obdrží od Prodávajícího pravomocné rozhodnutí o odmítnutí insolvenčního návrhu, zamítnutí insolvenčního návrhu, nebo zastavení insolvenčního řízení, s vyznačením právní moci. V případě, že bude rozhodnuto o způsobu řešení úpadku, bude Kupující postupovat v souladu s Insolvenčním zákonem.</w:t>
      </w:r>
    </w:p>
    <w:p w:rsidR="007B1761" w:rsidRPr="00787D58" w:rsidRDefault="007B1761" w:rsidP="00102471">
      <w:pPr>
        <w:pStyle w:val="lnek"/>
        <w:spacing w:before="240"/>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rsidR="007B1761" w:rsidRPr="00787D58" w:rsidRDefault="00AE3CC7" w:rsidP="00E322F9">
      <w:pPr>
        <w:pStyle w:val="Odstavec2"/>
        <w:rPr>
          <w:rFonts w:cs="Arial"/>
        </w:rPr>
      </w:pPr>
      <w:r w:rsidRPr="00787D58">
        <w:rPr>
          <w:rFonts w:cs="Arial"/>
        </w:rPr>
        <w:lastRenderedPageBreak/>
        <w:t xml:space="preserve">Předání a převzetí </w:t>
      </w:r>
      <w:r w:rsidR="000B5466" w:rsidRPr="00787D58">
        <w:rPr>
          <w:rFonts w:cs="Arial"/>
        </w:rPr>
        <w:t>Předmětu plnění</w:t>
      </w:r>
      <w:r w:rsidRPr="00787D58">
        <w:rPr>
          <w:rFonts w:cs="Arial"/>
        </w:rPr>
        <w:t xml:space="preserve"> se uskuteční </w:t>
      </w:r>
      <w:r w:rsidR="00E322F9" w:rsidRPr="00787D58">
        <w:rPr>
          <w:rFonts w:cs="Arial"/>
        </w:rPr>
        <w:t xml:space="preserve">vždy </w:t>
      </w:r>
      <w:r w:rsidR="003D4A71" w:rsidRPr="00787D58">
        <w:rPr>
          <w:rFonts w:cs="Arial"/>
        </w:rPr>
        <w:t>při</w:t>
      </w:r>
      <w:r w:rsidR="00E322F9" w:rsidRPr="00787D58">
        <w:rPr>
          <w:rFonts w:cs="Arial"/>
        </w:rPr>
        <w:t xml:space="preserve"> řádném do</w:t>
      </w:r>
      <w:r w:rsidR="00590290" w:rsidRPr="00787D58">
        <w:rPr>
          <w:rFonts w:cs="Arial"/>
        </w:rPr>
        <w:t xml:space="preserve">dání </w:t>
      </w:r>
      <w:r w:rsidR="009B2AF0">
        <w:rPr>
          <w:rFonts w:cs="Arial"/>
        </w:rPr>
        <w:t xml:space="preserve">zboží, resp. po dokončení Předmětu plnění a zprovoznění zboží (v případě požadavků na instalaci, montáž atd.) </w:t>
      </w:r>
      <w:r w:rsidR="00590290" w:rsidRPr="00787D58">
        <w:rPr>
          <w:rFonts w:cs="Arial"/>
        </w:rPr>
        <w:t>dle každé jednotlivé dílčí smlouvy</w:t>
      </w:r>
      <w:r w:rsidR="00E322F9" w:rsidRPr="00787D58">
        <w:rPr>
          <w:rFonts w:cs="Arial"/>
        </w:rPr>
        <w:t>.</w:t>
      </w:r>
    </w:p>
    <w:p w:rsidR="007A7780" w:rsidRPr="00787D58" w:rsidRDefault="007A7780" w:rsidP="007A7780">
      <w:pPr>
        <w:pStyle w:val="Odstavec2"/>
        <w:rPr>
          <w:rFonts w:cs="Arial"/>
        </w:rPr>
      </w:pPr>
      <w:r w:rsidRPr="00787D58">
        <w:t>Za splnění dílčí smlouvy Prodávajícím se považuje v souladu s touto Smlouvou a na základě požadavků Kupujícího podle této Smlouvy předání bezvadného, nového a nepoužitého Předmětu plnění v místě plnění, kterým je určené dodací místo konkretizované v objednávce, a převzetí bezvadného, nového a nepoužitého Předmětu plnění v místě plnění zástupcem Kupujícího oprávněného jednat za Kupujícího a současným podpisem dodacího dokladu</w:t>
      </w:r>
      <w:r w:rsidR="009B2AF0">
        <w:t xml:space="preserve"> a protokolu o předání a převzetí v případě, kdy součástí Předmětu plnění je i instalace, montáž a související činnosti prováděné Prodávajícím</w:t>
      </w:r>
      <w:r w:rsidRPr="00787D58">
        <w:t>.  Dodacím dokladem se rozumí dodací list, přičemž pro každou dodávku bude vystaven vždy samostatný dodací list. Dodací list/y budou tvořit přílohu faktur/y vystavené Prodávajícím na základě a dle této Smlouvy.</w:t>
      </w:r>
    </w:p>
    <w:p w:rsidR="007A7780" w:rsidRPr="00787D58" w:rsidRDefault="007A7780" w:rsidP="007A7780">
      <w:pPr>
        <w:pStyle w:val="Odstavec2"/>
        <w:rPr>
          <w:rFonts w:cs="Arial"/>
        </w:rPr>
      </w:pPr>
      <w:r w:rsidRPr="00787D58">
        <w:t xml:space="preserve">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 místě plnění a podpisem dodacího listu a </w:t>
      </w:r>
      <w:r w:rsidR="009B2AF0">
        <w:t xml:space="preserve">ve stanovených případech </w:t>
      </w:r>
      <w:r w:rsidRPr="00787D58">
        <w:t xml:space="preserve">podpisem </w:t>
      </w:r>
      <w:r w:rsidR="009B2AF0">
        <w:t xml:space="preserve">samostatného </w:t>
      </w:r>
      <w:r w:rsidRPr="00787D58">
        <w:t>předávacího protokolu</w:t>
      </w:r>
      <w:r w:rsidR="009B2AF0">
        <w:t xml:space="preserve"> (tj. protokolu o předání a převzetí)</w:t>
      </w:r>
      <w:r w:rsidRPr="00787D58">
        <w:t xml:space="preserve"> oběma smluvními stranami.</w:t>
      </w:r>
    </w:p>
    <w:p w:rsidR="009B2AF0" w:rsidRPr="00787D58" w:rsidRDefault="007A7780" w:rsidP="00E029CD">
      <w:pPr>
        <w:pStyle w:val="Odstavec2"/>
      </w:pPr>
      <w:r w:rsidRPr="00787D58">
        <w:t>Kupující není k převzetí Předmětu plnění či jeho části povinen, bude-li Předmět plnění mít zjevné vady. V případě převzetí Předmětu plnění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 ceny (podle požadavku Kupujícího v reklamaci vad).</w:t>
      </w:r>
    </w:p>
    <w:p w:rsidR="007A7780" w:rsidRPr="00787D58" w:rsidRDefault="007A7780" w:rsidP="007A7780">
      <w:pPr>
        <w:pStyle w:val="Odstavec2"/>
      </w:pPr>
      <w:r w:rsidRPr="00787D58">
        <w:t>Nebezpečí nahodilé škody na Předmětu plnění přechází na Kupujícího v okamžiku realizované přejímky Předmětu plnění od Prodávajícího v dohodnutém místě plnění.</w:t>
      </w:r>
    </w:p>
    <w:p w:rsidR="007A7780" w:rsidRPr="00787D58" w:rsidRDefault="007A7780" w:rsidP="007A7780">
      <w:pPr>
        <w:pStyle w:val="Odstavec2"/>
      </w:pPr>
      <w:r w:rsidRPr="00787D58">
        <w:t>Vlastnické právo k dodanému Předmětu plnění přechází na Kupujícího, tj. Kupující nabývá vlastnické právo fyzickým dodáním a převzetím Předmětu plnění Kupujícím v místě plnění.</w:t>
      </w:r>
    </w:p>
    <w:p w:rsidR="007A7780" w:rsidRPr="00787D58" w:rsidRDefault="007A7780" w:rsidP="007A7780">
      <w:pPr>
        <w:pStyle w:val="Odstavec2"/>
      </w:pPr>
      <w:bookmarkStart w:id="7" w:name="_Ref146521786"/>
      <w:r w:rsidRPr="00787D58">
        <w:t>Předmět plnění smlouvy musí splňovat</w:t>
      </w:r>
      <w:bookmarkEnd w:id="7"/>
      <w:r w:rsidRPr="00787D58">
        <w:t xml:space="preserve"> požadavky na bezpečnost a ochranu zdraví, požární ochranu a ochranu životního prostředí v souladu s platnou legislativou.</w:t>
      </w:r>
    </w:p>
    <w:p w:rsidR="009B2AF0" w:rsidRPr="00787D58" w:rsidRDefault="007A7780" w:rsidP="0054381F">
      <w:pPr>
        <w:pStyle w:val="Odstavec2"/>
      </w:pPr>
      <w:r w:rsidRPr="00787D58">
        <w:t>Prodávající je povinen Kupujícímu předat s Předmětem plnění vždy doklady nutné k převzetí a užívání zboží</w:t>
      </w:r>
      <w:r w:rsidR="009B2AF0">
        <w:t>, a to v českém jazyce</w:t>
      </w:r>
      <w:r w:rsidRPr="00787D58">
        <w:t>.</w:t>
      </w:r>
      <w:r w:rsidR="009B2AF0">
        <w:t xml:space="preserve"> Jedná se zejména o návody k údržbě a obsluze, prohlášení o shodě, záruční listy apod.</w:t>
      </w:r>
    </w:p>
    <w:p w:rsidR="00CD1BFE" w:rsidRPr="00787D58" w:rsidRDefault="00CD1BFE" w:rsidP="00B64483">
      <w:pPr>
        <w:pStyle w:val="lnek"/>
        <w:spacing w:before="240"/>
        <w:ind w:left="17"/>
        <w:rPr>
          <w:rFonts w:cs="Arial"/>
        </w:rPr>
      </w:pPr>
      <w:r w:rsidRPr="00787D58">
        <w:rPr>
          <w:rFonts w:eastAsiaTheme="minorEastAsia" w:cs="Arial"/>
        </w:rPr>
        <w:t>Záruka</w:t>
      </w:r>
      <w:r w:rsidRPr="00787D58">
        <w:rPr>
          <w:rFonts w:cs="Arial"/>
        </w:rPr>
        <w:t xml:space="preserve"> a záruční doba</w:t>
      </w:r>
    </w:p>
    <w:p w:rsidR="00CD1BFE" w:rsidRPr="00787D58" w:rsidRDefault="00CD1BFE" w:rsidP="00CD1BFE">
      <w:pPr>
        <w:pStyle w:val="Odstavec2"/>
        <w:rPr>
          <w:rFonts w:cs="Arial"/>
        </w:rPr>
      </w:pPr>
      <w:r w:rsidRPr="00787D58">
        <w:rPr>
          <w:rFonts w:cs="Arial"/>
        </w:rPr>
        <w:t xml:space="preserve">Záruční doba </w:t>
      </w:r>
      <w:r w:rsidR="0054381F">
        <w:rPr>
          <w:rFonts w:cs="Arial"/>
        </w:rPr>
        <w:t>Předmětu plnění</w:t>
      </w:r>
      <w:r w:rsidR="00590290" w:rsidRPr="00787D58">
        <w:rPr>
          <w:rFonts w:cs="Arial"/>
        </w:rPr>
        <w:t xml:space="preserve"> se</w:t>
      </w:r>
      <w:r w:rsidRPr="00787D58">
        <w:rPr>
          <w:rFonts w:cs="Arial"/>
        </w:rPr>
        <w:t xml:space="preserve"> sjednává v délce trvání </w:t>
      </w:r>
      <w:r w:rsidR="00511200" w:rsidRPr="00787D58">
        <w:rPr>
          <w:rFonts w:cs="Arial"/>
        </w:rPr>
        <w:t>36</w:t>
      </w:r>
      <w:r w:rsidR="000A0125" w:rsidRPr="00787D58">
        <w:rPr>
          <w:rFonts w:cs="Arial"/>
        </w:rPr>
        <w:t xml:space="preserve"> </w:t>
      </w:r>
      <w:r w:rsidRPr="00787D58">
        <w:rPr>
          <w:rFonts w:cs="Arial"/>
        </w:rPr>
        <w:t>měsíců.</w:t>
      </w:r>
    </w:p>
    <w:p w:rsidR="003D4A71" w:rsidRPr="00787D58" w:rsidRDefault="003D4A71" w:rsidP="00CD1BFE">
      <w:pPr>
        <w:pStyle w:val="Odstavec2"/>
        <w:rPr>
          <w:rFonts w:cs="Arial"/>
        </w:rPr>
      </w:pPr>
      <w:r w:rsidRPr="00787D58">
        <w:rPr>
          <w:rFonts w:cs="Arial"/>
        </w:rPr>
        <w:t>Prodávající je vadu uplatněnou reklamací povinen odstranit nebo dodat novou věc, pokud vadu nelze včas odstranit, nejpozději do</w:t>
      </w:r>
      <w:r w:rsidR="00511200" w:rsidRPr="00787D58">
        <w:rPr>
          <w:rFonts w:cs="Arial"/>
        </w:rPr>
        <w:t xml:space="preserve"> 24 hodin od doručení oznámení Prodávajícímu</w:t>
      </w:r>
      <w:r w:rsidRPr="00787D58">
        <w:rPr>
          <w:rFonts w:cs="Arial"/>
        </w:rPr>
        <w:t>, nedohodnou-li se strany jinak.</w:t>
      </w:r>
      <w:r w:rsidR="00C523BA" w:rsidRPr="00787D58">
        <w:rPr>
          <w:rFonts w:cs="Arial"/>
        </w:rPr>
        <w:t xml:space="preserve"> </w:t>
      </w:r>
    </w:p>
    <w:p w:rsidR="00216448" w:rsidRDefault="00C523BA" w:rsidP="00216448">
      <w:pPr>
        <w:pStyle w:val="Odstavec2"/>
        <w:rPr>
          <w:rFonts w:cs="Arial"/>
        </w:rPr>
      </w:pPr>
      <w:r w:rsidRPr="00787D58">
        <w:rPr>
          <w:rFonts w:cs="Arial"/>
        </w:rPr>
        <w:t>Reklamace bude provedena oznámením (osobním jednáním, písemně nebo telef</w:t>
      </w:r>
      <w:r w:rsidR="00511200" w:rsidRPr="00787D58">
        <w:rPr>
          <w:rFonts w:cs="Arial"/>
        </w:rPr>
        <w:t>onicky), v němž bude popsána vada, příp. vady a jejich projevy.</w:t>
      </w:r>
      <w:r w:rsidRPr="00787D58">
        <w:rPr>
          <w:rFonts w:cs="Arial"/>
        </w:rPr>
        <w:t xml:space="preserve"> </w:t>
      </w:r>
      <w:r w:rsidR="00590290" w:rsidRPr="00787D58">
        <w:rPr>
          <w:rFonts w:cs="Arial"/>
        </w:rPr>
        <w:t>Prodávající</w:t>
      </w:r>
      <w:r w:rsidR="00216448" w:rsidRPr="00787D58">
        <w:rPr>
          <w:rFonts w:cs="Arial"/>
        </w:rPr>
        <w:t xml:space="preserve"> přijímá písemné reklamace vad na poštovní adrese: </w:t>
      </w:r>
      <w:r w:rsidR="00216448" w:rsidRPr="00AE52C9">
        <w:rPr>
          <w:rFonts w:cs="Arial"/>
          <w:highlight w:val="cyan"/>
        </w:rPr>
        <w:t>…………………………</w:t>
      </w:r>
      <w:r w:rsidR="00216448" w:rsidRPr="00787D58">
        <w:rPr>
          <w:rFonts w:cs="Arial"/>
        </w:rPr>
        <w:t xml:space="preserve"> nebo na e-mailové adrese: </w:t>
      </w:r>
      <w:r w:rsidR="00216448" w:rsidRPr="00AE52C9">
        <w:rPr>
          <w:rFonts w:cs="Arial"/>
          <w:highlight w:val="cyan"/>
        </w:rPr>
        <w:t>……,</w:t>
      </w:r>
      <w:r w:rsidR="00216448" w:rsidRPr="00787D58">
        <w:rPr>
          <w:rFonts w:cs="Arial"/>
        </w:rPr>
        <w:t xml:space="preserve"> na které přijímá nahlášení v</w:t>
      </w:r>
      <w:r w:rsidR="00511200" w:rsidRPr="00787D58">
        <w:rPr>
          <w:rFonts w:cs="Arial"/>
        </w:rPr>
        <w:t>ad 24 hodin denně 7 dní v týdnu.</w:t>
      </w:r>
    </w:p>
    <w:p w:rsidR="0054381F" w:rsidRPr="00A11487" w:rsidRDefault="0054381F" w:rsidP="006A232C">
      <w:pPr>
        <w:pStyle w:val="Odstavec2"/>
        <w:spacing w:after="0"/>
      </w:pPr>
      <w:r w:rsidRPr="00A11487">
        <w:t>Prodávajíc</w:t>
      </w:r>
      <w:r w:rsidR="00A11487" w:rsidRPr="00A11487">
        <w:t>í prohlašuje, že K</w:t>
      </w:r>
      <w:r w:rsidRPr="00A11487">
        <w:t xml:space="preserve">upujícímu poskytne na základě jeho požadavku službu spočívající v zajištění pozáručního servisu v trvání </w:t>
      </w:r>
      <w:r w:rsidR="0026396B">
        <w:t>10</w:t>
      </w:r>
      <w:r w:rsidRPr="00A11487">
        <w:t xml:space="preserve"> let ode dne skončení záruční doby</w:t>
      </w:r>
      <w:r w:rsidR="00A11487" w:rsidRPr="00A11487">
        <w:t xml:space="preserve"> za ceny v místě a čase obvyklé</w:t>
      </w:r>
      <w:r w:rsidR="006A232C">
        <w:t>m.</w:t>
      </w:r>
      <w:r w:rsidR="009053F9">
        <w:t xml:space="preserve"> </w:t>
      </w:r>
      <w:r w:rsidR="000E24A4">
        <w:t>Toto ustanovení nelze vykládat jako jakýkoliv závazek Kupujícího uzavřít smluvní vztah spočívající v zajištění pozáručního servisu s Prodávajícím. Kupující je oprávněn zajistit si pozáruční servis u jiného subjektu</w:t>
      </w:r>
      <w:r w:rsidR="00D07EBA">
        <w:t xml:space="preserve">, </w:t>
      </w:r>
      <w:r w:rsidR="000E24A4">
        <w:t>a to bez předchozí výzvy Prodávajícímu.</w:t>
      </w:r>
    </w:p>
    <w:p w:rsidR="00216448" w:rsidRPr="00787D58" w:rsidRDefault="00216448" w:rsidP="006A232C">
      <w:pPr>
        <w:pStyle w:val="lnek"/>
        <w:spacing w:before="240"/>
        <w:ind w:left="17"/>
        <w:rPr>
          <w:rFonts w:cs="Arial"/>
        </w:rPr>
      </w:pPr>
      <w:r w:rsidRPr="00787D58">
        <w:rPr>
          <w:rFonts w:cs="Arial"/>
        </w:rPr>
        <w:t xml:space="preserve">Pojištění </w:t>
      </w:r>
      <w:r w:rsidR="00EC4DD1" w:rsidRPr="00787D58">
        <w:rPr>
          <w:rFonts w:cs="Arial"/>
        </w:rPr>
        <w:t>Prodávajícího</w:t>
      </w:r>
    </w:p>
    <w:p w:rsidR="00216448" w:rsidRPr="00787D58" w:rsidRDefault="00590290" w:rsidP="00216448">
      <w:pPr>
        <w:pStyle w:val="Odstavec2"/>
        <w:rPr>
          <w:rFonts w:cs="Arial"/>
        </w:rPr>
      </w:pPr>
      <w:r w:rsidRPr="00787D58">
        <w:rPr>
          <w:rFonts w:cs="Arial"/>
        </w:rPr>
        <w:t>Prodávající</w:t>
      </w:r>
      <w:r w:rsidR="00216448" w:rsidRPr="00787D58">
        <w:rPr>
          <w:rFonts w:cs="Arial"/>
        </w:rPr>
        <w:t xml:space="preserve"> prohlašuje, že má ke dni podpisu Smlouvy platně </w:t>
      </w:r>
      <w:r w:rsidR="00216448" w:rsidRPr="00787D58">
        <w:rPr>
          <w:rFonts w:cs="Arial"/>
          <w:iCs/>
        </w:rPr>
        <w:t>uzavřeno příslušné pojištění</w:t>
      </w:r>
    </w:p>
    <w:p w:rsidR="00216448" w:rsidRPr="00787D58" w:rsidRDefault="00216448" w:rsidP="00216448">
      <w:pPr>
        <w:pStyle w:val="Odstavec2"/>
        <w:numPr>
          <w:ilvl w:val="0"/>
          <w:numId w:val="32"/>
        </w:numPr>
        <w:rPr>
          <w:rFonts w:cs="Arial"/>
        </w:rPr>
      </w:pPr>
      <w:r w:rsidRPr="00787D58">
        <w:rPr>
          <w:rFonts w:cs="Arial"/>
        </w:rPr>
        <w:t xml:space="preserve">pro případ odpovědnosti za škodu způsobenou třetí osobě vzniklou v souvislosti s výkonem jeho podnikatelské činnosti s pojistným plněním ve výši min. </w:t>
      </w:r>
      <w:r w:rsidR="00511200" w:rsidRPr="00787D58">
        <w:rPr>
          <w:rFonts w:cs="Arial"/>
        </w:rPr>
        <w:t>1.000.000</w:t>
      </w:r>
      <w:r w:rsidRPr="00787D58">
        <w:rPr>
          <w:rFonts w:cs="Arial"/>
        </w:rPr>
        <w:t>,- Kč.</w:t>
      </w:r>
    </w:p>
    <w:p w:rsidR="00216448" w:rsidRPr="00787D58" w:rsidRDefault="00216448" w:rsidP="00216448">
      <w:pPr>
        <w:pStyle w:val="Odstavec2"/>
        <w:numPr>
          <w:ilvl w:val="0"/>
          <w:numId w:val="32"/>
        </w:numPr>
        <w:rPr>
          <w:rFonts w:cs="Arial"/>
        </w:rPr>
      </w:pPr>
      <w:r w:rsidRPr="00787D58">
        <w:rPr>
          <w:rFonts w:cs="Arial"/>
        </w:rPr>
        <w:lastRenderedPageBreak/>
        <w:t xml:space="preserve">pro případ odpovědnosti za škodu na majetku s pojistným plněním ve výši min. </w:t>
      </w:r>
      <w:r w:rsidR="00511200" w:rsidRPr="00787D58">
        <w:rPr>
          <w:rFonts w:cs="Arial"/>
        </w:rPr>
        <w:t>1.000.000</w:t>
      </w:r>
      <w:r w:rsidRPr="00787D58">
        <w:rPr>
          <w:rFonts w:cs="Arial"/>
        </w:rPr>
        <w:t>,- Kč.</w:t>
      </w:r>
    </w:p>
    <w:p w:rsidR="00216448" w:rsidRPr="00787D58" w:rsidRDefault="00590290" w:rsidP="00280022">
      <w:pPr>
        <w:pStyle w:val="Odstavec2"/>
        <w:rPr>
          <w:rFonts w:cs="Arial"/>
        </w:rPr>
      </w:pPr>
      <w:r w:rsidRPr="00787D58">
        <w:rPr>
          <w:rFonts w:cs="Arial"/>
          <w:iCs/>
        </w:rPr>
        <w:t>Prodávající</w:t>
      </w:r>
      <w:r w:rsidR="00280022" w:rsidRPr="00787D58">
        <w:rPr>
          <w:rFonts w:cs="Arial"/>
          <w:iCs/>
        </w:rPr>
        <w:t xml:space="preserve"> předloží </w:t>
      </w:r>
      <w:r w:rsidRPr="00787D58">
        <w:rPr>
          <w:rFonts w:cs="Arial"/>
          <w:iCs/>
        </w:rPr>
        <w:t>Kupujícímu</w:t>
      </w:r>
      <w:r w:rsidR="00280022" w:rsidRPr="00787D58">
        <w:rPr>
          <w:rFonts w:cs="Arial"/>
          <w:iCs/>
        </w:rPr>
        <w:t xml:space="preserve"> originál pojistné smlouvy před podpisem Smlouvy s tím, že </w:t>
      </w:r>
      <w:r w:rsidRPr="00787D58">
        <w:rPr>
          <w:rFonts w:cs="Arial"/>
          <w:iCs/>
        </w:rPr>
        <w:t>Kupující</w:t>
      </w:r>
      <w:r w:rsidR="00280022" w:rsidRPr="00787D58">
        <w:rPr>
          <w:rFonts w:cs="Arial"/>
          <w:iCs/>
        </w:rPr>
        <w:t xml:space="preserve"> je oprávněn si udělat kopii předloženého originálu pojistné smlouvy.</w:t>
      </w:r>
    </w:p>
    <w:p w:rsidR="00280022" w:rsidRPr="00787D58" w:rsidRDefault="00280022" w:rsidP="00280022">
      <w:pPr>
        <w:pStyle w:val="Odstavec2"/>
        <w:rPr>
          <w:rFonts w:cs="Arial"/>
        </w:rPr>
      </w:pPr>
      <w:r w:rsidRPr="00787D58">
        <w:rPr>
          <w:rFonts w:cs="Arial"/>
          <w:iCs/>
        </w:rPr>
        <w:t xml:space="preserve">Nezajistí-li </w:t>
      </w:r>
      <w:r w:rsidR="00590290" w:rsidRPr="00787D58">
        <w:rPr>
          <w:rFonts w:cs="Arial"/>
          <w:iCs/>
        </w:rPr>
        <w:t>Prodávající</w:t>
      </w:r>
      <w:r w:rsidRPr="00787D58">
        <w:rPr>
          <w:rFonts w:cs="Arial"/>
          <w:iCs/>
        </w:rPr>
        <w:t xml:space="preserve"> nepřetržité trvání pojištění v dohodnutém rozsahu po dohodnutou dobu, </w:t>
      </w:r>
      <w:r w:rsidR="002411E1">
        <w:rPr>
          <w:rFonts w:cs="Arial"/>
          <w:iCs/>
        </w:rPr>
        <w:t xml:space="preserve">tj. po dobu trvání této Smlouvy a dílčích smluv </w:t>
      </w:r>
      <w:r w:rsidRPr="00787D58">
        <w:rPr>
          <w:rFonts w:cs="Arial"/>
          <w:iCs/>
        </w:rPr>
        <w:t xml:space="preserve">je </w:t>
      </w:r>
      <w:r w:rsidR="00590290" w:rsidRPr="00787D58">
        <w:rPr>
          <w:rFonts w:cs="Arial"/>
          <w:iCs/>
        </w:rPr>
        <w:t>Kupující</w:t>
      </w:r>
      <w:r w:rsidRPr="00787D58">
        <w:rPr>
          <w:rFonts w:cs="Arial"/>
          <w:iCs/>
        </w:rPr>
        <w:t xml:space="preserve"> oprávněn uzavřít a udržovat takové pojištění sám. Náklady vzniklé v souvislosti s takovým pojištěním je </w:t>
      </w:r>
      <w:r w:rsidR="00590290" w:rsidRPr="00787D58">
        <w:rPr>
          <w:rFonts w:cs="Arial"/>
          <w:iCs/>
        </w:rPr>
        <w:t>Kupující oprávněn započíst proti jakékoliv pohledávce Prodávajícího vůči Kupujícímu</w:t>
      </w:r>
      <w:r w:rsidRPr="00787D58">
        <w:rPr>
          <w:rFonts w:cs="Arial"/>
          <w:iCs/>
        </w:rPr>
        <w:t>.</w:t>
      </w:r>
    </w:p>
    <w:p w:rsidR="00280022" w:rsidRPr="00787D58" w:rsidRDefault="00280022" w:rsidP="00B64483">
      <w:pPr>
        <w:pStyle w:val="lnek"/>
        <w:spacing w:before="240"/>
        <w:ind w:left="17"/>
        <w:rPr>
          <w:rFonts w:cs="Arial"/>
        </w:rPr>
      </w:pPr>
      <w:r w:rsidRPr="00787D58">
        <w:rPr>
          <w:rFonts w:cs="Arial"/>
        </w:rPr>
        <w:t>Smluvní pokuty a úrok z prodlení</w:t>
      </w:r>
    </w:p>
    <w:p w:rsidR="00280022" w:rsidRPr="00787D58" w:rsidRDefault="00280022" w:rsidP="00280022">
      <w:pPr>
        <w:pStyle w:val="Odstavec2"/>
        <w:rPr>
          <w:rFonts w:cs="Arial"/>
        </w:rPr>
      </w:pPr>
      <w:r w:rsidRPr="00787D58">
        <w:rPr>
          <w:rFonts w:cs="Arial"/>
        </w:rPr>
        <w:t xml:space="preserve">Smluvní strana je oprávněna v případě prodlení druhé Smluvní strany s úhradou peněžitého plnění požadovat úhradu úroku z prodlení v zákonné výši podle občanskoprávních předpisů, a to za každý i započatý den prodlení. </w:t>
      </w:r>
    </w:p>
    <w:p w:rsidR="00280022" w:rsidRPr="00787D58" w:rsidRDefault="00280022" w:rsidP="00280022">
      <w:pPr>
        <w:pStyle w:val="Odstavec2"/>
        <w:rPr>
          <w:rFonts w:cs="Arial"/>
        </w:rPr>
      </w:pPr>
      <w:r w:rsidRPr="00787D58">
        <w:rPr>
          <w:rFonts w:cs="Arial"/>
          <w:bCs/>
        </w:rPr>
        <w:t xml:space="preserve">Bude-li </w:t>
      </w:r>
      <w:r w:rsidR="00590290" w:rsidRPr="00787D58">
        <w:rPr>
          <w:rFonts w:cs="Arial"/>
          <w:bCs/>
        </w:rPr>
        <w:t>Prodávající</w:t>
      </w:r>
      <w:r w:rsidRPr="00787D58">
        <w:rPr>
          <w:rFonts w:cs="Arial"/>
          <w:bCs/>
        </w:rPr>
        <w:t xml:space="preserve"> v prodlení se splněním dohodnutého termínu předání </w:t>
      </w:r>
      <w:r w:rsidR="002411E1">
        <w:rPr>
          <w:rFonts w:cs="Arial"/>
          <w:bCs/>
        </w:rPr>
        <w:t xml:space="preserve">Předmětu plnění </w:t>
      </w:r>
      <w:r w:rsidRPr="00787D58">
        <w:rPr>
          <w:rFonts w:cs="Arial"/>
          <w:bCs/>
        </w:rPr>
        <w:t xml:space="preserve">z důvodu na své straně, je </w:t>
      </w:r>
      <w:r w:rsidR="00590290" w:rsidRPr="00787D58">
        <w:rPr>
          <w:rFonts w:cs="Arial"/>
          <w:bCs/>
        </w:rPr>
        <w:t>Kupující</w:t>
      </w:r>
      <w:r w:rsidRPr="00787D58">
        <w:rPr>
          <w:rFonts w:cs="Arial"/>
          <w:bCs/>
        </w:rPr>
        <w:t xml:space="preserve"> oprávněn požadovat po </w:t>
      </w:r>
      <w:r w:rsidR="00590290" w:rsidRPr="00787D58">
        <w:rPr>
          <w:rFonts w:cs="Arial"/>
          <w:bCs/>
        </w:rPr>
        <w:t>Prodávajícím</w:t>
      </w:r>
      <w:r w:rsidRPr="00787D58">
        <w:rPr>
          <w:rFonts w:cs="Arial"/>
          <w:bCs/>
        </w:rPr>
        <w:t xml:space="preserve"> úhradu smluvní pokuty ve výši </w:t>
      </w:r>
      <w:r w:rsidR="00443D70" w:rsidRPr="00787D58">
        <w:rPr>
          <w:rFonts w:cs="Arial"/>
          <w:bCs/>
        </w:rPr>
        <w:t>0,5</w:t>
      </w:r>
      <w:r w:rsidRPr="00787D58">
        <w:rPr>
          <w:rFonts w:cs="Arial"/>
          <w:bCs/>
        </w:rPr>
        <w:t xml:space="preserve"> % z </w:t>
      </w:r>
      <w:r w:rsidR="00590290" w:rsidRPr="00787D58">
        <w:rPr>
          <w:rFonts w:cs="Arial"/>
          <w:bCs/>
        </w:rPr>
        <w:t>ceny</w:t>
      </w:r>
      <w:r w:rsidRPr="00787D58">
        <w:rPr>
          <w:rFonts w:cs="Arial"/>
          <w:bCs/>
        </w:rPr>
        <w:t xml:space="preserve"> </w:t>
      </w:r>
      <w:r w:rsidR="00590290" w:rsidRPr="00787D58">
        <w:rPr>
          <w:rFonts w:cs="Arial"/>
          <w:bCs/>
        </w:rPr>
        <w:t>plnění</w:t>
      </w:r>
      <w:r w:rsidR="000E24A4">
        <w:rPr>
          <w:rFonts w:cs="Arial"/>
          <w:bCs/>
        </w:rPr>
        <w:t xml:space="preserve"> (včetně DPH)</w:t>
      </w:r>
      <w:r w:rsidR="00590290" w:rsidRPr="00787D58">
        <w:rPr>
          <w:rFonts w:cs="Arial"/>
          <w:bCs/>
        </w:rPr>
        <w:t>, se kterým je Prodávající v prodlení,</w:t>
      </w:r>
      <w:r w:rsidRPr="00787D58">
        <w:rPr>
          <w:rFonts w:cs="Arial"/>
          <w:bCs/>
        </w:rPr>
        <w:t xml:space="preserve"> za každý i započatý den prodlení.</w:t>
      </w:r>
    </w:p>
    <w:p w:rsidR="00280022" w:rsidRPr="00787D58" w:rsidRDefault="00280022" w:rsidP="00280022">
      <w:pPr>
        <w:pStyle w:val="Odstavec2"/>
        <w:rPr>
          <w:rFonts w:cs="Arial"/>
        </w:rPr>
      </w:pPr>
      <w:r w:rsidRPr="00787D58">
        <w:rPr>
          <w:rFonts w:cs="Arial"/>
          <w:bCs/>
        </w:rPr>
        <w:t>Pokud</w:t>
      </w:r>
      <w:r w:rsidRPr="00787D58">
        <w:rPr>
          <w:rFonts w:cs="Arial"/>
        </w:rPr>
        <w:t xml:space="preserve"> </w:t>
      </w:r>
      <w:r w:rsidR="003D4A71" w:rsidRPr="00787D58">
        <w:rPr>
          <w:rFonts w:cs="Arial"/>
        </w:rPr>
        <w:t>Prodávající</w:t>
      </w:r>
      <w:r w:rsidRPr="00787D58">
        <w:rPr>
          <w:rFonts w:cs="Arial"/>
        </w:rPr>
        <w:t xml:space="preserve"> neodstraní vady zjištěné při </w:t>
      </w:r>
      <w:r w:rsidR="00590290" w:rsidRPr="00787D58">
        <w:rPr>
          <w:rFonts w:cs="Arial"/>
        </w:rPr>
        <w:t>převzetí Předmětu plnění</w:t>
      </w:r>
      <w:r w:rsidRPr="00787D58">
        <w:rPr>
          <w:rFonts w:cs="Arial"/>
        </w:rPr>
        <w:t xml:space="preserve"> v dohodnutém termínu, je </w:t>
      </w:r>
      <w:r w:rsidR="00590290" w:rsidRPr="00787D58">
        <w:rPr>
          <w:rFonts w:cs="Arial"/>
        </w:rPr>
        <w:t>Kupující</w:t>
      </w:r>
      <w:r w:rsidRPr="00787D58">
        <w:rPr>
          <w:rFonts w:cs="Arial"/>
        </w:rPr>
        <w:t xml:space="preserve"> oprávněn požadovat po </w:t>
      </w:r>
      <w:r w:rsidR="00590290" w:rsidRPr="00787D58">
        <w:rPr>
          <w:rFonts w:cs="Arial"/>
        </w:rPr>
        <w:t>Prodávajícím</w:t>
      </w:r>
      <w:r w:rsidRPr="00787D58">
        <w:rPr>
          <w:rFonts w:cs="Arial"/>
        </w:rPr>
        <w:t xml:space="preserve"> úhradu smluvní pokuty</w:t>
      </w:r>
      <w:r w:rsidR="00443D70" w:rsidRPr="00787D58">
        <w:rPr>
          <w:rFonts w:cs="Arial"/>
        </w:rPr>
        <w:t xml:space="preserve"> 1.000</w:t>
      </w:r>
      <w:r w:rsidRPr="00787D58">
        <w:rPr>
          <w:rFonts w:cs="Arial"/>
        </w:rPr>
        <w:t>,-</w:t>
      </w:r>
      <w:r w:rsidR="00590290" w:rsidRPr="00787D58">
        <w:rPr>
          <w:rFonts w:cs="Arial"/>
        </w:rPr>
        <w:t xml:space="preserve"> Kč za každou</w:t>
      </w:r>
      <w:r w:rsidRPr="00787D58">
        <w:rPr>
          <w:rFonts w:cs="Arial"/>
        </w:rPr>
        <w:t xml:space="preserve"> vadu a za každý </w:t>
      </w:r>
      <w:r w:rsidR="000E24A4">
        <w:rPr>
          <w:rFonts w:cs="Arial"/>
        </w:rPr>
        <w:t xml:space="preserve">započatý </w:t>
      </w:r>
      <w:r w:rsidRPr="00787D58">
        <w:rPr>
          <w:rFonts w:cs="Arial"/>
        </w:rPr>
        <w:t>den prodlení.</w:t>
      </w:r>
    </w:p>
    <w:p w:rsidR="00280022" w:rsidRPr="00787D58" w:rsidRDefault="00280022" w:rsidP="00280022">
      <w:pPr>
        <w:pStyle w:val="Odstavec2"/>
        <w:rPr>
          <w:rFonts w:cs="Arial"/>
        </w:rPr>
      </w:pPr>
      <w:r w:rsidRPr="00787D58">
        <w:rPr>
          <w:rFonts w:cs="Arial"/>
          <w:bCs/>
        </w:rPr>
        <w:t>Smluvní pokuta za neodstranění reklamovaných vad v záruční době</w:t>
      </w:r>
    </w:p>
    <w:p w:rsidR="00280022" w:rsidRPr="00787D58" w:rsidRDefault="00280022" w:rsidP="00280022">
      <w:pPr>
        <w:pStyle w:val="Odstavec3"/>
        <w:rPr>
          <w:rFonts w:cs="Arial"/>
        </w:rPr>
      </w:pPr>
      <w:r w:rsidRPr="00787D58">
        <w:rPr>
          <w:rFonts w:cs="Arial"/>
        </w:rPr>
        <w:t xml:space="preserve">Při prodlení se splněním dohodnutého termínu odstranění reklamované vady je </w:t>
      </w:r>
      <w:r w:rsidR="00590290" w:rsidRPr="00787D58">
        <w:rPr>
          <w:rFonts w:cs="Arial"/>
        </w:rPr>
        <w:t>Kupující</w:t>
      </w:r>
      <w:r w:rsidRPr="00787D58">
        <w:rPr>
          <w:rFonts w:cs="Arial"/>
        </w:rPr>
        <w:t xml:space="preserve"> oprávněn po </w:t>
      </w:r>
      <w:r w:rsidR="00590290" w:rsidRPr="00787D58">
        <w:rPr>
          <w:rFonts w:cs="Arial"/>
        </w:rPr>
        <w:t>Prodávajícím</w:t>
      </w:r>
      <w:r w:rsidRPr="00787D58">
        <w:rPr>
          <w:rFonts w:cs="Arial"/>
        </w:rPr>
        <w:t xml:space="preserve"> požadovat úhradu smluvní pokuty ve výši </w:t>
      </w:r>
      <w:r w:rsidR="00443D70" w:rsidRPr="00787D58">
        <w:rPr>
          <w:rFonts w:cs="Arial"/>
        </w:rPr>
        <w:t>1.000</w:t>
      </w:r>
      <w:r w:rsidRPr="00787D58">
        <w:rPr>
          <w:rFonts w:cs="Arial"/>
        </w:rPr>
        <w:t>,- Kč za každou vadu a den prodlení.</w:t>
      </w:r>
    </w:p>
    <w:p w:rsidR="00655C3C" w:rsidRPr="00787D58" w:rsidRDefault="00655C3C" w:rsidP="00655C3C">
      <w:pPr>
        <w:pStyle w:val="Odstavec2"/>
        <w:rPr>
          <w:rFonts w:cs="Arial"/>
        </w:rPr>
      </w:pPr>
      <w:r w:rsidRPr="00787D58">
        <w:rPr>
          <w:rFonts w:cs="Arial"/>
        </w:rPr>
        <w:t>Smluvní pokutu vyúčtuje oprávněná Smluvní strana povinné Smluvní straně písemnou formou.</w:t>
      </w:r>
    </w:p>
    <w:p w:rsidR="00655C3C" w:rsidRPr="00787D58" w:rsidRDefault="00655C3C" w:rsidP="00655C3C">
      <w:pPr>
        <w:pStyle w:val="Odstavec2"/>
        <w:rPr>
          <w:rFonts w:cs="Arial"/>
        </w:rPr>
      </w:pPr>
      <w:r w:rsidRPr="00787D58">
        <w:rPr>
          <w:rFonts w:cs="Arial"/>
          <w:iCs/>
        </w:rPr>
        <w:t>Ve vyúčtování musí být uvedeno ustanovení Smlouvy, které k vyúčtování smluvní pokuty opravňuje a způsob výpočtu celkové výše smluvní pokuty.</w:t>
      </w:r>
    </w:p>
    <w:p w:rsidR="00655C3C" w:rsidRPr="00787D58" w:rsidRDefault="00655C3C" w:rsidP="00655C3C">
      <w:pPr>
        <w:pStyle w:val="Odstavec2"/>
        <w:rPr>
          <w:rFonts w:cs="Arial"/>
        </w:rPr>
      </w:pPr>
      <w:r w:rsidRPr="00787D58">
        <w:rPr>
          <w:rFonts w:cs="Arial"/>
          <w:iCs/>
        </w:rPr>
        <w:t>Povinná Smluvní strana je povinna uhradit vyúčtované smluvní pokuty nejpozději do 30 dnů ode dne obdržení příslušného vyúčtování.</w:t>
      </w:r>
    </w:p>
    <w:p w:rsidR="00655C3C" w:rsidRPr="000E24A4" w:rsidRDefault="00655C3C" w:rsidP="00655C3C">
      <w:pPr>
        <w:pStyle w:val="Odstavec2"/>
        <w:rPr>
          <w:rFonts w:cs="Arial"/>
        </w:rPr>
      </w:pPr>
      <w:r w:rsidRPr="00787D58">
        <w:rPr>
          <w:rFonts w:cs="Arial"/>
          <w:iCs/>
        </w:rPr>
        <w:t xml:space="preserve">Zaplacením jakékoli smluvní pokuty není dotčeno právo </w:t>
      </w:r>
      <w:r w:rsidR="005A6566" w:rsidRPr="00787D58">
        <w:rPr>
          <w:rFonts w:cs="Arial"/>
          <w:iCs/>
        </w:rPr>
        <w:t>Kupujícího</w:t>
      </w:r>
      <w:r w:rsidRPr="00787D58">
        <w:rPr>
          <w:rFonts w:cs="Arial"/>
          <w:iCs/>
        </w:rPr>
        <w:t xml:space="preserve"> požadovat na </w:t>
      </w:r>
      <w:r w:rsidR="005A6566" w:rsidRPr="00787D58">
        <w:rPr>
          <w:rFonts w:cs="Arial"/>
          <w:iCs/>
        </w:rPr>
        <w:t>Prodávajícím</w:t>
      </w:r>
      <w:r w:rsidRPr="00787D58">
        <w:rPr>
          <w:rFonts w:cs="Arial"/>
          <w:iCs/>
        </w:rPr>
        <w:t xml:space="preserve"> náhradu škody, a to v plném rozsahu.</w:t>
      </w:r>
    </w:p>
    <w:p w:rsidR="000E24A4" w:rsidRPr="00787D58" w:rsidRDefault="000E24A4" w:rsidP="00655C3C">
      <w:pPr>
        <w:pStyle w:val="Odstavec2"/>
        <w:rPr>
          <w:rFonts w:cs="Arial"/>
        </w:rPr>
      </w:pPr>
      <w:r>
        <w:rPr>
          <w:rFonts w:cs="Arial"/>
          <w:iCs/>
        </w:rPr>
        <w:t xml:space="preserve">Prodávající prohlašuje, že smluvní pokuty považuje za přiměřené s ohledem na povahu povinností, ke kterým se vztahují. </w:t>
      </w:r>
    </w:p>
    <w:p w:rsidR="00655C3C" w:rsidRPr="00787D58" w:rsidRDefault="00C523BA" w:rsidP="00B64483">
      <w:pPr>
        <w:pStyle w:val="lnek"/>
        <w:spacing w:before="240"/>
        <w:ind w:left="17"/>
        <w:rPr>
          <w:rFonts w:cs="Arial"/>
          <w:iCs/>
        </w:rPr>
      </w:pPr>
      <w:r w:rsidRPr="00787D58">
        <w:rPr>
          <w:rFonts w:cs="Arial"/>
          <w:iCs/>
        </w:rPr>
        <w:t>Trvání</w:t>
      </w:r>
      <w:r w:rsidR="00371E55" w:rsidRPr="00787D58">
        <w:rPr>
          <w:rFonts w:cs="Arial"/>
          <w:iCs/>
        </w:rPr>
        <w:t xml:space="preserve"> smlouvy a z</w:t>
      </w:r>
      <w:r w:rsidR="00655C3C" w:rsidRPr="00787D58">
        <w:rPr>
          <w:rFonts w:cs="Arial"/>
          <w:iCs/>
        </w:rPr>
        <w:t>ávěrečná ujednání</w:t>
      </w:r>
    </w:p>
    <w:p w:rsidR="002411E1" w:rsidRPr="00EB4CE7" w:rsidRDefault="00C523BA" w:rsidP="002411E1">
      <w:pPr>
        <w:pStyle w:val="Odstavec2"/>
        <w:numPr>
          <w:ilvl w:val="1"/>
          <w:numId w:val="4"/>
        </w:numPr>
        <w:tabs>
          <w:tab w:val="clear" w:pos="1647"/>
          <w:tab w:val="num" w:pos="1080"/>
        </w:tabs>
        <w:ind w:left="567"/>
        <w:rPr>
          <w:rFonts w:cs="Arial"/>
          <w:iCs/>
        </w:rPr>
      </w:pPr>
      <w:r w:rsidRPr="00787D58">
        <w:rPr>
          <w:rFonts w:cs="Arial"/>
          <w:iCs/>
        </w:rPr>
        <w:t xml:space="preserve">Tato Smlouva </w:t>
      </w:r>
      <w:r w:rsidR="002411E1" w:rsidRPr="002411E1">
        <w:rPr>
          <w:rFonts w:cs="Arial"/>
          <w:iCs/>
        </w:rPr>
        <w:t xml:space="preserve">se uzavírá na dobu určitou, a to </w:t>
      </w:r>
      <w:r w:rsidR="002411E1" w:rsidRPr="002411E1">
        <w:rPr>
          <w:rFonts w:cs="Arial"/>
          <w:b/>
          <w:iCs/>
        </w:rPr>
        <w:t>do 3</w:t>
      </w:r>
      <w:r w:rsidR="002270C0">
        <w:rPr>
          <w:rFonts w:cs="Arial"/>
          <w:b/>
          <w:iCs/>
        </w:rPr>
        <w:t>1. 12. 2018 a/nebo do vyčerpání</w:t>
      </w:r>
      <w:r w:rsidR="002411E1" w:rsidRPr="002411E1">
        <w:rPr>
          <w:rFonts w:cs="Arial"/>
          <w:b/>
          <w:iCs/>
        </w:rPr>
        <w:t xml:space="preserve"> Limitu.</w:t>
      </w:r>
      <w:r w:rsidR="002411E1" w:rsidRPr="002411E1">
        <w:rPr>
          <w:rFonts w:cs="Arial"/>
          <w:iCs/>
        </w:rPr>
        <w:t xml:space="preserve"> Tím není dotčena platnost ani účinnost dílčích smluv, které byly uzavřeny před uplynutím této doby.</w:t>
      </w:r>
    </w:p>
    <w:p w:rsidR="002411E1" w:rsidRPr="00C523BA" w:rsidRDefault="002411E1" w:rsidP="002411E1">
      <w:pPr>
        <w:pStyle w:val="Odstavec3"/>
        <w:numPr>
          <w:ilvl w:val="2"/>
          <w:numId w:val="4"/>
        </w:numPr>
      </w:pPr>
      <w:r>
        <w:t>Tato Smlouva nabývá platnosti dnem uza</w:t>
      </w:r>
      <w:r w:rsidR="0026396B">
        <w:t>vření Smlouvy a účinnosti dnem 1. 6. 2016</w:t>
      </w:r>
      <w:r w:rsidR="00CF6FEE">
        <w:t>,</w:t>
      </w:r>
      <w:r>
        <w:t xml:space="preserve"> nebo v případě, kdy z jakéhokoliv důvodu nedoj</w:t>
      </w:r>
      <w:r w:rsidR="0026396B">
        <w:t>de k uzavření této Smlouvy do 1. 6. 2016</w:t>
      </w:r>
      <w:r>
        <w:t>, platnosti a účinnosti nabývá tato Smlouva dnem, kdy bude Smlouva podepsána zástupci obou Smluvních stran.</w:t>
      </w:r>
    </w:p>
    <w:p w:rsidR="00C523BA" w:rsidRPr="006A232C" w:rsidRDefault="002411E1" w:rsidP="006A232C">
      <w:pPr>
        <w:pStyle w:val="Odstavec2"/>
        <w:numPr>
          <w:ilvl w:val="1"/>
          <w:numId w:val="4"/>
        </w:numPr>
        <w:tabs>
          <w:tab w:val="clear" w:pos="1647"/>
          <w:tab w:val="num" w:pos="1080"/>
        </w:tabs>
        <w:ind w:left="567"/>
        <w:rPr>
          <w:rFonts w:cs="Arial"/>
        </w:rPr>
      </w:pPr>
      <w:r>
        <w:rPr>
          <w:rFonts w:cs="Arial"/>
        </w:rPr>
        <w:t xml:space="preserve">V souvislosti s dobou trvání Smluvní strany konstatují, že vzhledem k předpokládané hodnotě plnění vyjádřitelné v penězích vyplývající z dílčích smluv uzavřených na základě této Smlouvy je tato Smlouva uzavírána na dobu určitou s dobou trvání do 31. 12. 2018, avšak v případě, že peněžní závazek Kupujícího z dílčích smluv na základě a dle této Smlouvy dosáhne výše </w:t>
      </w:r>
      <w:r w:rsidR="00985206">
        <w:rPr>
          <w:rFonts w:cs="Arial"/>
        </w:rPr>
        <w:t>1.950.000</w:t>
      </w:r>
      <w:r>
        <w:rPr>
          <w:rFonts w:cs="Arial"/>
        </w:rPr>
        <w:t xml:space="preserve">,- Kč (slovy </w:t>
      </w:r>
      <w:r w:rsidR="00985206">
        <w:rPr>
          <w:rFonts w:cs="Arial"/>
        </w:rPr>
        <w:t xml:space="preserve">jeden milion </w:t>
      </w:r>
      <w:proofErr w:type="spellStart"/>
      <w:r w:rsidR="00985206">
        <w:rPr>
          <w:rFonts w:cs="Arial"/>
        </w:rPr>
        <w:t>devětsetpadesáttisíc</w:t>
      </w:r>
      <w:proofErr w:type="spellEnd"/>
      <w:r w:rsidR="00985206">
        <w:rPr>
          <w:rFonts w:cs="Arial"/>
        </w:rPr>
        <w:t xml:space="preserve"> </w:t>
      </w:r>
      <w:r>
        <w:rPr>
          <w:rFonts w:cs="Arial"/>
        </w:rPr>
        <w:t xml:space="preserve">korun českých) bez daně z přidané hodnoty (dále a výše též jen „Limit“), končí tato Smlouva vyčerpáním Limitu i před stanovenou dobou, </w:t>
      </w:r>
      <w:r w:rsidRPr="006B0EFB">
        <w:rPr>
          <w:rFonts w:cs="Arial"/>
        </w:rPr>
        <w:t xml:space="preserve">tj. v případě, že nebude-li do 31. 12. 2018 vyčerpána částka ve výši </w:t>
      </w:r>
      <w:r w:rsidR="00985206">
        <w:rPr>
          <w:rFonts w:cs="Arial"/>
        </w:rPr>
        <w:t xml:space="preserve">1.950.000,- Kč (slovy jeden milion </w:t>
      </w:r>
      <w:proofErr w:type="spellStart"/>
      <w:r w:rsidR="00985206">
        <w:rPr>
          <w:rFonts w:cs="Arial"/>
        </w:rPr>
        <w:t>devětsetpadesáttisíc</w:t>
      </w:r>
      <w:proofErr w:type="spellEnd"/>
      <w:r w:rsidR="00985206" w:rsidRPr="006B0EFB" w:rsidDel="00985206">
        <w:rPr>
          <w:rFonts w:cs="Arial"/>
        </w:rPr>
        <w:t xml:space="preserve"> </w:t>
      </w:r>
      <w:r>
        <w:rPr>
          <w:rFonts w:cs="Arial"/>
        </w:rPr>
        <w:t xml:space="preserve">korun českých) </w:t>
      </w:r>
      <w:r w:rsidRPr="006B0EFB">
        <w:rPr>
          <w:rFonts w:cs="Arial"/>
        </w:rPr>
        <w:t xml:space="preserve">bez DPH, Smlouva bude ukončena dnem 31. 12. 2018, avšak v případě, že výše plnění – cena za plnění Prodávajícího v souhrnu dle uzavřených dílčích smluv dosáhne částky </w:t>
      </w:r>
      <w:r w:rsidR="00985206">
        <w:rPr>
          <w:rFonts w:cs="Arial"/>
        </w:rPr>
        <w:t xml:space="preserve">1.950.000,- Kč (slovy jeden milion </w:t>
      </w:r>
      <w:proofErr w:type="spellStart"/>
      <w:r w:rsidR="00985206">
        <w:rPr>
          <w:rFonts w:cs="Arial"/>
        </w:rPr>
        <w:t>devětsetpadesáttisíc</w:t>
      </w:r>
      <w:proofErr w:type="spellEnd"/>
      <w:r>
        <w:rPr>
          <w:rFonts w:cs="Arial"/>
        </w:rPr>
        <w:t xml:space="preserve"> korun českých)</w:t>
      </w:r>
      <w:r w:rsidRPr="006B0EFB">
        <w:rPr>
          <w:rFonts w:cs="Arial"/>
        </w:rPr>
        <w:t xml:space="preserve"> bez DPH ještě před uplynutím stanovené doby, tato Smlouva automaticky končí</w:t>
      </w:r>
      <w:r>
        <w:rPr>
          <w:rFonts w:cs="Arial"/>
        </w:rPr>
        <w:t xml:space="preserve"> dnem </w:t>
      </w:r>
      <w:r>
        <w:rPr>
          <w:rFonts w:cs="Arial"/>
        </w:rPr>
        <w:lastRenderedPageBreak/>
        <w:t>vyčerpání L</w:t>
      </w:r>
      <w:r w:rsidRPr="006B0EFB">
        <w:rPr>
          <w:rFonts w:cs="Arial"/>
        </w:rPr>
        <w:t xml:space="preserve">imitu. Smluvní strany se dohodly, že Prodávající se zavazuje </w:t>
      </w:r>
      <w:r w:rsidR="00825D95">
        <w:rPr>
          <w:rFonts w:cs="Arial"/>
        </w:rPr>
        <w:t>evidovat</w:t>
      </w:r>
      <w:r w:rsidRPr="006B0EFB">
        <w:rPr>
          <w:rFonts w:cs="Arial"/>
        </w:rPr>
        <w:t xml:space="preserve"> výši Limitu a zavazuje se Kupujícímu včas oznámit, že výše Limitu bude vyčerpána</w:t>
      </w:r>
      <w:r w:rsidR="00985206">
        <w:rPr>
          <w:rFonts w:cs="Arial"/>
        </w:rPr>
        <w:t xml:space="preserve"> (Prodávající je zejména povinen upozornit</w:t>
      </w:r>
      <w:r w:rsidR="003423D6">
        <w:rPr>
          <w:rFonts w:cs="Arial"/>
        </w:rPr>
        <w:t xml:space="preserve"> alespoň ve formě emailové zprávy</w:t>
      </w:r>
      <w:r w:rsidR="00985206">
        <w:rPr>
          <w:rFonts w:cs="Arial"/>
        </w:rPr>
        <w:t xml:space="preserve"> </w:t>
      </w:r>
      <w:r w:rsidR="00E64CDC">
        <w:rPr>
          <w:rFonts w:cs="Arial"/>
        </w:rPr>
        <w:t>Kupujícího na dosažení limitu ve výši 1.900.000,- Kč)</w:t>
      </w:r>
      <w:r w:rsidRPr="006B0EFB">
        <w:rPr>
          <w:rFonts w:cs="Arial"/>
        </w:rPr>
        <w:t>.</w:t>
      </w:r>
    </w:p>
    <w:p w:rsidR="00371E55" w:rsidRPr="00787D58" w:rsidRDefault="00371E55" w:rsidP="00371E55">
      <w:pPr>
        <w:pStyle w:val="Odstavec2"/>
        <w:rPr>
          <w:rFonts w:cs="Arial"/>
        </w:rPr>
      </w:pPr>
      <w:r w:rsidRPr="00787D58">
        <w:rPr>
          <w:rFonts w:cs="Arial"/>
          <w:iCs/>
        </w:rPr>
        <w:t xml:space="preserve">Tato </w:t>
      </w:r>
      <w:r w:rsidR="00C523BA" w:rsidRPr="00787D58">
        <w:rPr>
          <w:rFonts w:cs="Arial"/>
          <w:iCs/>
        </w:rPr>
        <w:t>S</w:t>
      </w:r>
      <w:r w:rsidRPr="00787D58">
        <w:rPr>
          <w:rFonts w:cs="Arial"/>
          <w:iCs/>
        </w:rPr>
        <w:t>mlouva může být ukončena písemnou dohodou smluvních stran</w:t>
      </w:r>
      <w:r w:rsidR="003423D6">
        <w:rPr>
          <w:rFonts w:cs="Arial"/>
          <w:iCs/>
        </w:rPr>
        <w:t xml:space="preserve">, </w:t>
      </w:r>
      <w:r w:rsidRPr="00787D58">
        <w:rPr>
          <w:rFonts w:cs="Arial"/>
          <w:iCs/>
        </w:rPr>
        <w:t>výpovědí</w:t>
      </w:r>
      <w:r w:rsidR="003423D6">
        <w:rPr>
          <w:rFonts w:cs="Arial"/>
          <w:iCs/>
        </w:rPr>
        <w:t xml:space="preserve"> nebo odstoupením</w:t>
      </w:r>
      <w:r w:rsidRPr="00787D58">
        <w:rPr>
          <w:rFonts w:cs="Arial"/>
          <w:iCs/>
        </w:rPr>
        <w:t>.</w:t>
      </w:r>
    </w:p>
    <w:p w:rsidR="00371E55" w:rsidRPr="00787D58" w:rsidRDefault="00371E55" w:rsidP="00371E55">
      <w:pPr>
        <w:pStyle w:val="Odstavec2"/>
        <w:rPr>
          <w:rFonts w:cs="Arial"/>
        </w:rPr>
      </w:pPr>
      <w:r w:rsidRPr="00787D58">
        <w:rPr>
          <w:rFonts w:cs="Arial"/>
          <w:iCs/>
        </w:rPr>
        <w:t xml:space="preserve">Kupující může vypovědět tuto </w:t>
      </w:r>
      <w:r w:rsidR="00C523BA" w:rsidRPr="00787D58">
        <w:rPr>
          <w:rFonts w:cs="Arial"/>
          <w:iCs/>
        </w:rPr>
        <w:t>S</w:t>
      </w:r>
      <w:r w:rsidRPr="00787D58">
        <w:rPr>
          <w:rFonts w:cs="Arial"/>
          <w:iCs/>
        </w:rPr>
        <w:t xml:space="preserve">mlouvu i bez udání důvodu, a to s účinností okamžikem doručení písemné výpovědi </w:t>
      </w:r>
      <w:r w:rsidR="00C523BA" w:rsidRPr="00787D58">
        <w:rPr>
          <w:rFonts w:cs="Arial"/>
          <w:iCs/>
        </w:rPr>
        <w:t>Prodávajícímu</w:t>
      </w:r>
      <w:r w:rsidRPr="00787D58">
        <w:rPr>
          <w:rFonts w:cs="Arial"/>
          <w:iCs/>
        </w:rPr>
        <w:t xml:space="preserve"> na adresu jeho sídla uvedeného v záhlaví této </w:t>
      </w:r>
      <w:r w:rsidR="00C523BA" w:rsidRPr="00787D58">
        <w:rPr>
          <w:rFonts w:cs="Arial"/>
          <w:iCs/>
        </w:rPr>
        <w:t>S</w:t>
      </w:r>
      <w:r w:rsidRPr="00787D58">
        <w:rPr>
          <w:rFonts w:cs="Arial"/>
          <w:iCs/>
        </w:rPr>
        <w:t>mlouvy.</w:t>
      </w:r>
    </w:p>
    <w:p w:rsidR="00371E55" w:rsidRPr="00787D58" w:rsidRDefault="00C523BA" w:rsidP="00371E55">
      <w:pPr>
        <w:pStyle w:val="Odstavec2"/>
        <w:rPr>
          <w:rFonts w:cs="Arial"/>
        </w:rPr>
      </w:pPr>
      <w:r w:rsidRPr="00787D58">
        <w:rPr>
          <w:rFonts w:cs="Arial"/>
          <w:bCs/>
        </w:rPr>
        <w:t>Kupující</w:t>
      </w:r>
      <w:r w:rsidR="00371E55" w:rsidRPr="00787D58">
        <w:rPr>
          <w:rFonts w:cs="Arial"/>
          <w:bCs/>
        </w:rPr>
        <w:t xml:space="preserve"> je oprávněn odstoupit od </w:t>
      </w:r>
      <w:r w:rsidR="00EC4DD1" w:rsidRPr="00787D58">
        <w:rPr>
          <w:rFonts w:cs="Arial"/>
          <w:bCs/>
        </w:rPr>
        <w:t>této Smlouvy</w:t>
      </w:r>
      <w:r w:rsidR="00DF61DD" w:rsidRPr="00787D58">
        <w:rPr>
          <w:rFonts w:cs="Arial"/>
          <w:bCs/>
        </w:rPr>
        <w:t>,</w:t>
      </w:r>
      <w:r w:rsidR="00371E55" w:rsidRPr="00787D58">
        <w:rPr>
          <w:rFonts w:cs="Arial"/>
          <w:bCs/>
        </w:rPr>
        <w:t xml:space="preserve"> </w:t>
      </w:r>
      <w:r w:rsidR="000A0125" w:rsidRPr="00787D58">
        <w:rPr>
          <w:rFonts w:cs="Arial"/>
          <w:bCs/>
        </w:rPr>
        <w:t xml:space="preserve">kromě z důvodů uvedených </w:t>
      </w:r>
      <w:r w:rsidR="003423D6">
        <w:rPr>
          <w:rFonts w:cs="Arial"/>
          <w:bCs/>
        </w:rPr>
        <w:t xml:space="preserve">v </w:t>
      </w:r>
      <w:r w:rsidR="003423D6" w:rsidRPr="00787D58">
        <w:rPr>
          <w:rFonts w:cs="Arial"/>
          <w:bCs/>
        </w:rPr>
        <w:t>zákon</w:t>
      </w:r>
      <w:r w:rsidR="003423D6">
        <w:rPr>
          <w:rFonts w:cs="Arial"/>
          <w:bCs/>
        </w:rPr>
        <w:t>ě</w:t>
      </w:r>
      <w:r w:rsidR="00DF61DD" w:rsidRPr="00787D58">
        <w:rPr>
          <w:rFonts w:cs="Arial"/>
          <w:bCs/>
        </w:rPr>
        <w:t xml:space="preserve">, také </w:t>
      </w:r>
      <w:r w:rsidR="00371E55" w:rsidRPr="00787D58">
        <w:rPr>
          <w:rFonts w:cs="Arial"/>
          <w:bCs/>
        </w:rPr>
        <w:t>z důvodu:</w:t>
      </w:r>
    </w:p>
    <w:p w:rsidR="00371E55" w:rsidRPr="00787D58" w:rsidRDefault="00371E55" w:rsidP="00371E55">
      <w:pPr>
        <w:pStyle w:val="Odstavec2"/>
        <w:numPr>
          <w:ilvl w:val="0"/>
          <w:numId w:val="36"/>
        </w:numPr>
        <w:rPr>
          <w:rFonts w:cs="Arial"/>
        </w:rPr>
      </w:pPr>
      <w:r w:rsidRPr="00787D58">
        <w:rPr>
          <w:rFonts w:cs="Arial"/>
          <w:bCs/>
        </w:rPr>
        <w:t>bezdůvodného odmítnutí Prodávajícího uzavřít dílčí smlouvu</w:t>
      </w:r>
      <w:r w:rsidR="00EC4DD1" w:rsidRPr="00787D58">
        <w:rPr>
          <w:rFonts w:cs="Arial"/>
          <w:bCs/>
        </w:rPr>
        <w:t>,</w:t>
      </w:r>
    </w:p>
    <w:p w:rsidR="002411E1" w:rsidRPr="002411E1" w:rsidRDefault="00371E55" w:rsidP="00371E55">
      <w:pPr>
        <w:pStyle w:val="Odstavec2"/>
        <w:numPr>
          <w:ilvl w:val="0"/>
          <w:numId w:val="36"/>
        </w:numPr>
        <w:rPr>
          <w:rFonts w:cs="Arial"/>
        </w:rPr>
      </w:pPr>
      <w:r w:rsidRPr="00787D58">
        <w:rPr>
          <w:rFonts w:cs="Arial"/>
          <w:bCs/>
        </w:rPr>
        <w:t>zahájení insolvenčního řízení vůči Prodávajícímu</w:t>
      </w:r>
    </w:p>
    <w:p w:rsidR="002411E1" w:rsidRPr="00DB27F8" w:rsidRDefault="002411E1" w:rsidP="002411E1">
      <w:pPr>
        <w:pStyle w:val="05-ODST-3"/>
        <w:numPr>
          <w:ilvl w:val="0"/>
          <w:numId w:val="36"/>
        </w:numPr>
        <w:rPr>
          <w:rFonts w:cs="Arial"/>
        </w:rPr>
      </w:pPr>
      <w:r w:rsidRPr="00DB27F8">
        <w:rPr>
          <w:rFonts w:cs="Arial"/>
        </w:rPr>
        <w:t xml:space="preserve">Prodávajícímu zanikne živnostenské oprávnění dle zákona č. 455/1991 Sb., živnostenský zákon, ve znění pozdějších předpisů, nebo jiné oprávnění nezbytné pro </w:t>
      </w:r>
      <w:r>
        <w:rPr>
          <w:rFonts w:cs="Arial"/>
        </w:rPr>
        <w:t>řádné plnění</w:t>
      </w:r>
      <w:r w:rsidRPr="00DB27F8">
        <w:rPr>
          <w:rFonts w:cs="Arial"/>
        </w:rPr>
        <w:t xml:space="preserve"> Smlouvy</w:t>
      </w:r>
      <w:r>
        <w:rPr>
          <w:rFonts w:cs="Arial"/>
        </w:rPr>
        <w:t>/dílčí smlouvy</w:t>
      </w:r>
      <w:r w:rsidRPr="00DB27F8">
        <w:rPr>
          <w:rFonts w:cs="Arial"/>
        </w:rPr>
        <w:t>;</w:t>
      </w:r>
    </w:p>
    <w:p w:rsidR="00825D95" w:rsidRPr="00825D95" w:rsidRDefault="002411E1" w:rsidP="00825D95">
      <w:pPr>
        <w:pStyle w:val="05-ODST-3"/>
        <w:numPr>
          <w:ilvl w:val="0"/>
          <w:numId w:val="36"/>
        </w:numPr>
        <w:spacing w:after="120"/>
        <w:ind w:left="924" w:hanging="357"/>
        <w:rPr>
          <w:rFonts w:cs="Arial"/>
        </w:rPr>
      </w:pPr>
      <w:r w:rsidRPr="00DB27F8">
        <w:rPr>
          <w:rFonts w:cs="Arial"/>
        </w:rPr>
        <w:t>pravomocné odsouzení Prodávajícího pro trestný čin podle zákona č. 418/2011 Sb., o trestní odpovědnosti</w:t>
      </w:r>
      <w:r w:rsidRPr="00FB7763">
        <w:rPr>
          <w:rFonts w:cs="Arial"/>
        </w:rPr>
        <w:t xml:space="preserve"> </w:t>
      </w:r>
      <w:r w:rsidRPr="00DB27F8">
        <w:rPr>
          <w:rFonts w:cs="Arial"/>
        </w:rPr>
        <w:t>právnických osob a řízení proti nim, ve znění pozdějších předpisů</w:t>
      </w:r>
      <w:r w:rsidR="00371E55" w:rsidRPr="002411E1">
        <w:rPr>
          <w:rFonts w:cs="Arial"/>
          <w:bCs/>
        </w:rPr>
        <w:t>.</w:t>
      </w:r>
    </w:p>
    <w:p w:rsidR="00EC4DD1" w:rsidRPr="00787D58" w:rsidRDefault="00EC4DD1" w:rsidP="00371E55">
      <w:pPr>
        <w:pStyle w:val="Odstavec2"/>
        <w:rPr>
          <w:rFonts w:cs="Arial"/>
        </w:rPr>
      </w:pPr>
      <w:r w:rsidRPr="00787D58">
        <w:rPr>
          <w:rFonts w:cs="Arial"/>
          <w:bCs/>
          <w:iCs/>
        </w:rPr>
        <w:t>Kupující je oprávněn odstoupit od dílčí smlouvy</w:t>
      </w:r>
      <w:r w:rsidR="00DF61DD" w:rsidRPr="00787D58">
        <w:rPr>
          <w:rFonts w:cs="Arial"/>
          <w:bCs/>
          <w:iCs/>
        </w:rPr>
        <w:t>,</w:t>
      </w:r>
      <w:r w:rsidR="000A0125" w:rsidRPr="00787D58">
        <w:rPr>
          <w:rFonts w:cs="Arial"/>
          <w:bCs/>
          <w:iCs/>
        </w:rPr>
        <w:t xml:space="preserve"> kromě z</w:t>
      </w:r>
      <w:r w:rsidR="00DF61DD" w:rsidRPr="00787D58">
        <w:rPr>
          <w:rFonts w:cs="Arial"/>
          <w:bCs/>
          <w:iCs/>
        </w:rPr>
        <w:t xml:space="preserve"> důvodů uvedených </w:t>
      </w:r>
      <w:r w:rsidR="003423D6">
        <w:rPr>
          <w:rFonts w:cs="Arial"/>
          <w:bCs/>
          <w:iCs/>
        </w:rPr>
        <w:t xml:space="preserve">v </w:t>
      </w:r>
      <w:r w:rsidR="003423D6" w:rsidRPr="00787D58">
        <w:rPr>
          <w:rFonts w:cs="Arial"/>
          <w:bCs/>
          <w:iCs/>
        </w:rPr>
        <w:t>zákon</w:t>
      </w:r>
      <w:r w:rsidR="003423D6">
        <w:rPr>
          <w:rFonts w:cs="Arial"/>
          <w:bCs/>
          <w:iCs/>
        </w:rPr>
        <w:t>ě</w:t>
      </w:r>
      <w:r w:rsidR="00DF61DD" w:rsidRPr="00787D58">
        <w:rPr>
          <w:rFonts w:cs="Arial"/>
          <w:bCs/>
          <w:iCs/>
        </w:rPr>
        <w:t xml:space="preserve">, </w:t>
      </w:r>
      <w:r w:rsidR="002411E1">
        <w:rPr>
          <w:rFonts w:cs="Arial"/>
          <w:bCs/>
          <w:iCs/>
        </w:rPr>
        <w:t xml:space="preserve">a ze všech důvodů uvedených v ustanovení 10.5 výše </w:t>
      </w:r>
      <w:r w:rsidR="00DF61DD" w:rsidRPr="00787D58">
        <w:rPr>
          <w:rFonts w:cs="Arial"/>
          <w:bCs/>
          <w:iCs/>
        </w:rPr>
        <w:t>také</w:t>
      </w:r>
      <w:r w:rsidR="000A0125" w:rsidRPr="00787D58">
        <w:rPr>
          <w:rFonts w:cs="Arial"/>
          <w:bCs/>
          <w:iCs/>
        </w:rPr>
        <w:t xml:space="preserve"> z důvodu</w:t>
      </w:r>
      <w:r w:rsidRPr="00787D58">
        <w:rPr>
          <w:rFonts w:cs="Arial"/>
          <w:iCs/>
        </w:rPr>
        <w:t>:</w:t>
      </w:r>
    </w:p>
    <w:p w:rsidR="00EC4DD1" w:rsidRPr="00787D58" w:rsidRDefault="00EC4DD1" w:rsidP="00EC4DD1">
      <w:pPr>
        <w:pStyle w:val="Odstavec2"/>
        <w:numPr>
          <w:ilvl w:val="0"/>
          <w:numId w:val="36"/>
        </w:numPr>
        <w:rPr>
          <w:rFonts w:cs="Arial"/>
        </w:rPr>
      </w:pPr>
      <w:r w:rsidRPr="00787D58">
        <w:rPr>
          <w:rFonts w:cs="Arial"/>
          <w:bCs/>
        </w:rPr>
        <w:t>bezdůvodného odmítnutí Prodávajícího dílčí smlouvu splnit,</w:t>
      </w:r>
    </w:p>
    <w:p w:rsidR="002411E1" w:rsidRDefault="00EC4DD1" w:rsidP="002411E1">
      <w:pPr>
        <w:pStyle w:val="Odstavec2"/>
        <w:numPr>
          <w:ilvl w:val="0"/>
          <w:numId w:val="36"/>
        </w:numPr>
        <w:rPr>
          <w:rFonts w:cs="Arial"/>
        </w:rPr>
      </w:pPr>
      <w:r w:rsidRPr="00787D58">
        <w:rPr>
          <w:rFonts w:cs="Arial"/>
          <w:bCs/>
        </w:rPr>
        <w:t>zahájení insolvenčního řízení vůči Prodávajícímu</w:t>
      </w:r>
      <w:r w:rsidR="002411E1">
        <w:rPr>
          <w:rFonts w:cs="Arial"/>
          <w:bCs/>
        </w:rPr>
        <w:t>,</w:t>
      </w:r>
    </w:p>
    <w:p w:rsidR="002411E1" w:rsidRDefault="002411E1" w:rsidP="002411E1">
      <w:pPr>
        <w:pStyle w:val="Odstavec2"/>
        <w:numPr>
          <w:ilvl w:val="0"/>
          <w:numId w:val="36"/>
        </w:numPr>
        <w:rPr>
          <w:rFonts w:cs="Arial"/>
        </w:rPr>
      </w:pPr>
      <w:r w:rsidRPr="00995C32">
        <w:rPr>
          <w:rFonts w:cs="Arial"/>
        </w:rPr>
        <w:t>Prodáv</w:t>
      </w:r>
      <w:r>
        <w:rPr>
          <w:rFonts w:cs="Arial"/>
        </w:rPr>
        <w:t>ající vstoupí do likvidace nebo</w:t>
      </w:r>
    </w:p>
    <w:p w:rsidR="00EC4DD1" w:rsidRPr="00787D58" w:rsidRDefault="002411E1" w:rsidP="002411E1">
      <w:pPr>
        <w:pStyle w:val="Odstavec2"/>
        <w:numPr>
          <w:ilvl w:val="0"/>
          <w:numId w:val="36"/>
        </w:numPr>
        <w:rPr>
          <w:rFonts w:cs="Arial"/>
        </w:rPr>
      </w:pPr>
      <w:r w:rsidRPr="00995C32">
        <w:rPr>
          <w:rFonts w:cs="Arial"/>
        </w:rPr>
        <w:t>opakované nedodržení podmínek stanovených Smlouvou</w:t>
      </w:r>
      <w:r>
        <w:rPr>
          <w:rFonts w:cs="Arial"/>
        </w:rPr>
        <w:t>/dílčí smlouvou</w:t>
      </w:r>
      <w:r w:rsidR="00EC4DD1" w:rsidRPr="00787D58">
        <w:rPr>
          <w:rFonts w:cs="Arial"/>
          <w:bCs/>
        </w:rPr>
        <w:t>.</w:t>
      </w:r>
    </w:p>
    <w:p w:rsidR="00371E55" w:rsidRPr="00787D58" w:rsidRDefault="00371E55" w:rsidP="00371E55">
      <w:pPr>
        <w:pStyle w:val="Odstavec2"/>
        <w:rPr>
          <w:rFonts w:cs="Arial"/>
        </w:rPr>
      </w:pPr>
      <w:r w:rsidRPr="00787D58">
        <w:rPr>
          <w:rFonts w:cs="Arial"/>
        </w:rPr>
        <w:t xml:space="preserve">Výpověď nebo odstoupení od </w:t>
      </w:r>
      <w:r w:rsidR="002411E1">
        <w:rPr>
          <w:rFonts w:cs="Arial"/>
        </w:rPr>
        <w:t>S</w:t>
      </w:r>
      <w:r w:rsidRPr="00787D58">
        <w:rPr>
          <w:rFonts w:cs="Arial"/>
        </w:rPr>
        <w:t xml:space="preserve">mlouvy dle předchozích odstavců tohoto článku </w:t>
      </w:r>
      <w:r w:rsidR="002411E1">
        <w:rPr>
          <w:rFonts w:cs="Arial"/>
        </w:rPr>
        <w:t>S</w:t>
      </w:r>
      <w:r w:rsidRPr="00787D58">
        <w:rPr>
          <w:rFonts w:cs="Arial"/>
        </w:rPr>
        <w:t xml:space="preserve">mlouvy musí být písemné a musí být doručeno osobním doručením nebo doporučenou poštou na adresu druhé </w:t>
      </w:r>
      <w:r w:rsidR="002411E1">
        <w:rPr>
          <w:rFonts w:cs="Arial"/>
        </w:rPr>
        <w:t>S</w:t>
      </w:r>
      <w:r w:rsidRPr="00787D58">
        <w:rPr>
          <w:rFonts w:cs="Arial"/>
        </w:rPr>
        <w:t xml:space="preserve">mluvní strany uvedenou v záhlaví této </w:t>
      </w:r>
      <w:r w:rsidR="002411E1">
        <w:rPr>
          <w:rFonts w:cs="Arial"/>
        </w:rPr>
        <w:t>S</w:t>
      </w:r>
      <w:r w:rsidRPr="00787D58">
        <w:rPr>
          <w:rFonts w:cs="Arial"/>
        </w:rPr>
        <w:t xml:space="preserve">mlouvy nebo dílčí smlouvy na adresu </w:t>
      </w:r>
      <w:r w:rsidR="002411E1">
        <w:rPr>
          <w:rFonts w:cs="Arial"/>
        </w:rPr>
        <w:t>S</w:t>
      </w:r>
      <w:r w:rsidRPr="00787D58">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rsidR="00371E55" w:rsidRPr="00787D58" w:rsidRDefault="00371E55" w:rsidP="00371E55">
      <w:pPr>
        <w:pStyle w:val="Odstavec2"/>
        <w:rPr>
          <w:rFonts w:cs="Arial"/>
        </w:rPr>
      </w:pPr>
      <w:r w:rsidRPr="00787D58">
        <w:rPr>
          <w:rFonts w:cs="Arial"/>
        </w:rPr>
        <w:t>Výpovědí</w:t>
      </w:r>
      <w:r w:rsidR="003423D6">
        <w:rPr>
          <w:rFonts w:cs="Arial"/>
        </w:rPr>
        <w:t xml:space="preserve"> a odstoupením </w:t>
      </w:r>
      <w:r w:rsidRPr="00787D58">
        <w:rPr>
          <w:rFonts w:cs="Arial"/>
        </w:rPr>
        <w:t xml:space="preserve">se tato </w:t>
      </w:r>
      <w:r w:rsidR="002411E1">
        <w:rPr>
          <w:rFonts w:cs="Arial"/>
        </w:rPr>
        <w:t>S</w:t>
      </w:r>
      <w:r w:rsidRPr="00787D58">
        <w:rPr>
          <w:rFonts w:cs="Arial"/>
        </w:rPr>
        <w:t xml:space="preserve">mlouva ruší s výjimkou ustanovení, z jejichž povahy vyplývá, že mají trvat i po skončení této </w:t>
      </w:r>
      <w:r w:rsidR="002411E1">
        <w:rPr>
          <w:rFonts w:cs="Arial"/>
        </w:rPr>
        <w:t>S</w:t>
      </w:r>
      <w:r w:rsidRPr="00787D58">
        <w:rPr>
          <w:rFonts w:cs="Arial"/>
        </w:rPr>
        <w:t>mlouvy</w:t>
      </w:r>
      <w:r w:rsidR="00A46989" w:rsidRPr="00787D58">
        <w:rPr>
          <w:rFonts w:cs="Arial"/>
        </w:rPr>
        <w:t>.</w:t>
      </w:r>
      <w:r w:rsidR="003423D6">
        <w:rPr>
          <w:rFonts w:cs="Arial"/>
        </w:rPr>
        <w:t xml:space="preserve"> V případě odstoupení od dílčí smlouvy se předchozí věta užije obdobně. Smluvní strany se dohodly, že odstoupení </w:t>
      </w:r>
      <w:r w:rsidR="00227149">
        <w:rPr>
          <w:rFonts w:cs="Arial"/>
        </w:rPr>
        <w:t>od smlouvy</w:t>
      </w:r>
      <w:r w:rsidR="003423D6">
        <w:rPr>
          <w:rFonts w:cs="Arial"/>
        </w:rPr>
        <w:t xml:space="preserve"> má jak v případě Smlouvy, tak v případě dílčí smlouvy </w:t>
      </w:r>
      <w:r w:rsidR="00227149">
        <w:rPr>
          <w:rFonts w:cs="Arial"/>
        </w:rPr>
        <w:t xml:space="preserve">s </w:t>
      </w:r>
      <w:r w:rsidR="003423D6">
        <w:rPr>
          <w:rFonts w:cs="Arial"/>
        </w:rPr>
        <w:t xml:space="preserve">účinky </w:t>
      </w:r>
      <w:r w:rsidR="003423D6" w:rsidRPr="00D971FA">
        <w:rPr>
          <w:rFonts w:cs="Arial"/>
          <w:i/>
        </w:rPr>
        <w:t xml:space="preserve">ex </w:t>
      </w:r>
      <w:proofErr w:type="spellStart"/>
      <w:r w:rsidR="003423D6" w:rsidRPr="00D971FA">
        <w:rPr>
          <w:rFonts w:cs="Arial"/>
          <w:i/>
        </w:rPr>
        <w:t>nunc</w:t>
      </w:r>
      <w:proofErr w:type="spellEnd"/>
      <w:r w:rsidR="00F40533">
        <w:rPr>
          <w:rFonts w:cs="Arial"/>
        </w:rPr>
        <w:t xml:space="preserve">, tj. Smlouva a/nebo dílčí smlouva se zrušuje k okamžiku účinnosti odstoupení od smlouvy.  </w:t>
      </w:r>
    </w:p>
    <w:p w:rsidR="00655C3C" w:rsidRPr="00787D58" w:rsidRDefault="0021315A" w:rsidP="00371E55">
      <w:pPr>
        <w:pStyle w:val="Odstavec2"/>
        <w:rPr>
          <w:rFonts w:cs="Arial"/>
        </w:rPr>
      </w:pPr>
      <w:r w:rsidRPr="00787D58">
        <w:rPr>
          <w:rFonts w:cs="Arial"/>
          <w:iCs/>
        </w:rPr>
        <w:t>Smluvní strany se dohodly, že případná neplatnost některého z ustanovení této Smlouvy</w:t>
      </w:r>
      <w:r w:rsidR="00227149">
        <w:rPr>
          <w:rFonts w:cs="Arial"/>
          <w:iCs/>
        </w:rPr>
        <w:t xml:space="preserve"> a/nebo dílčí smlouvy</w:t>
      </w:r>
      <w:r w:rsidRPr="00787D58">
        <w:rPr>
          <w:rFonts w:cs="Arial"/>
          <w:iCs/>
        </w:rPr>
        <w:t xml:space="preserve"> nezpůsobuje neplatnost celé Smlouvy</w:t>
      </w:r>
      <w:r w:rsidR="00227149">
        <w:rPr>
          <w:rFonts w:cs="Arial"/>
          <w:iCs/>
        </w:rPr>
        <w:t xml:space="preserve"> a/nebo celé dílčí smlouvy</w:t>
      </w:r>
      <w:r w:rsidRPr="00787D58">
        <w:rPr>
          <w:rFonts w:cs="Arial"/>
          <w:iCs/>
        </w:rPr>
        <w:t xml:space="preserve"> a Smluvní strany se zavazují nahradit taková ustanovení bez zbytečného odkladu novými ustanoveními zajišťujícími dosažení původního účelu zaniklého č</w:t>
      </w:r>
      <w:r w:rsidRPr="00787D58">
        <w:rPr>
          <w:rFonts w:cs="Arial"/>
        </w:rPr>
        <w:t>i neplatného ustanovení této Smlouvy</w:t>
      </w:r>
      <w:r w:rsidR="00227149">
        <w:rPr>
          <w:rFonts w:cs="Arial"/>
        </w:rPr>
        <w:t xml:space="preserve"> a/nebo </w:t>
      </w:r>
      <w:r w:rsidR="00227149">
        <w:rPr>
          <w:rFonts w:cs="Arial"/>
          <w:iCs/>
        </w:rPr>
        <w:t>dílčí smlouvy</w:t>
      </w:r>
      <w:r w:rsidRPr="00787D58">
        <w:rPr>
          <w:rFonts w:cs="Arial"/>
        </w:rPr>
        <w:t>.</w:t>
      </w:r>
    </w:p>
    <w:p w:rsidR="005218BC" w:rsidRPr="00825D95" w:rsidRDefault="00A44245" w:rsidP="0026396B">
      <w:pPr>
        <w:pStyle w:val="Odstavec2"/>
      </w:pPr>
      <w:r w:rsidRPr="00787D58">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w:t>
      </w:r>
      <w:r w:rsidRPr="00825D95">
        <w:t>Sb., o trestní odpovědnosti právnických osob a řízení proti nim nebo nevznikla trestní odpovědnost fyzických osob (včetně zaměstnanců) podle trestního zákona</w:t>
      </w:r>
      <w:r w:rsidR="00EB4CE7" w:rsidRPr="00825D95">
        <w:t xml:space="preserve"> č. 40/2009 Sb.</w:t>
      </w:r>
      <w:r w:rsidRPr="00825D95">
        <w:t xml:space="preserve">,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 </w:t>
      </w:r>
      <w:hyperlink r:id="rId9" w:history="1">
        <w:r w:rsidR="0026396B" w:rsidRPr="004846D3">
          <w:rPr>
            <w:rStyle w:val="Hypertextovodkaz"/>
          </w:rPr>
          <w:t>https://www.ceproas.cz/public/data/eticky_kodex-final.pdf</w:t>
        </w:r>
      </w:hyperlink>
      <w:r w:rsidR="0026396B">
        <w:t xml:space="preserve">. </w:t>
      </w:r>
      <w:r w:rsidRPr="00825D9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5218BC" w:rsidRPr="00825D95" w:rsidRDefault="00A44245" w:rsidP="00825D95">
      <w:pPr>
        <w:pStyle w:val="Odstavec2"/>
        <w:rPr>
          <w:rFonts w:cs="Arial"/>
        </w:rPr>
      </w:pPr>
      <w:r w:rsidRPr="00825D95">
        <w:rPr>
          <w:rFonts w:cs="Arial"/>
        </w:rPr>
        <w:lastRenderedPageBreak/>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0" w:history="1">
        <w:r w:rsidR="00102471" w:rsidRPr="000C6AAE">
          <w:rPr>
            <w:rStyle w:val="Hypertextovodkaz"/>
            <w:rFonts w:cs="Arial"/>
          </w:rPr>
          <w:t>https://www.ceproas.cz/vyberova-rizeni</w:t>
        </w:r>
      </w:hyperlink>
      <w:r w:rsidR="00102471">
        <w:rPr>
          <w:rFonts w:cs="Arial"/>
        </w:rPr>
        <w:t xml:space="preserve"> </w:t>
      </w:r>
      <w:r w:rsidRPr="00825D95">
        <w:rPr>
          <w:rFonts w:cs="Arial"/>
        </w:rPr>
        <w:t>a etické zásady, obsažené v Etickém kodexu ČEPRO, a.s.</w:t>
      </w:r>
      <w:r w:rsidR="005218BC" w:rsidRPr="00825D95">
        <w:rPr>
          <w:rFonts w:cs="Arial"/>
        </w:rPr>
        <w:t xml:space="preserve"> </w:t>
      </w:r>
    </w:p>
    <w:p w:rsidR="00D17CE0" w:rsidRPr="00787D58" w:rsidRDefault="00D17CE0" w:rsidP="00D17CE0">
      <w:pPr>
        <w:pStyle w:val="Odstavec2"/>
        <w:rPr>
          <w:rFonts w:cs="Arial"/>
        </w:rPr>
      </w:pPr>
      <w:r w:rsidRPr="00825D95">
        <w:rPr>
          <w:rFonts w:cs="Arial"/>
        </w:rPr>
        <w:t>Tato Smlouva</w:t>
      </w:r>
      <w:r w:rsidR="00227149">
        <w:rPr>
          <w:rFonts w:cs="Arial"/>
        </w:rPr>
        <w:t xml:space="preserve"> a/nebo </w:t>
      </w:r>
      <w:r w:rsidR="00227149">
        <w:rPr>
          <w:rFonts w:cs="Arial"/>
          <w:iCs/>
        </w:rPr>
        <w:t>dílčí smlouvy</w:t>
      </w:r>
      <w:r w:rsidRPr="00825D95">
        <w:rPr>
          <w:rFonts w:cs="Arial"/>
        </w:rPr>
        <w:t xml:space="preserve"> a veškeré právní vztahy z n</w:t>
      </w:r>
      <w:r w:rsidR="00227149">
        <w:rPr>
          <w:rFonts w:cs="Arial"/>
        </w:rPr>
        <w:t>ich</w:t>
      </w:r>
      <w:r w:rsidRPr="00825D95">
        <w:rPr>
          <w:rFonts w:cs="Arial"/>
        </w:rPr>
        <w:t xml:space="preserve"> vzniklé se řídí příslušnými ustanoveními</w:t>
      </w:r>
      <w:r w:rsidRPr="00787D58">
        <w:rPr>
          <w:rFonts w:cs="Arial"/>
        </w:rPr>
        <w:t xml:space="preserve"> zákona č. 89/2012 Sb., občanského zákoníku, a ostatními závaznými právními předpisy českého právního řádu.</w:t>
      </w:r>
      <w:r w:rsidR="006857A4" w:rsidRPr="00787D58">
        <w:rPr>
          <w:rFonts w:cs="Arial"/>
        </w:rPr>
        <w:t xml:space="preserve"> Smluvní strany si výslovně sjednávají, že ustanovení § 1765, § 1766, § </w:t>
      </w:r>
      <w:r w:rsidR="005A6566" w:rsidRPr="00787D58">
        <w:rPr>
          <w:rFonts w:cs="Arial"/>
        </w:rPr>
        <w:t>2126</w:t>
      </w:r>
      <w:r w:rsidR="006857A4" w:rsidRPr="00787D58">
        <w:rPr>
          <w:rFonts w:cs="Arial"/>
        </w:rPr>
        <w:t xml:space="preserve"> z</w:t>
      </w:r>
      <w:r w:rsidR="002525FB" w:rsidRPr="00787D58">
        <w:rPr>
          <w:rFonts w:cs="Arial"/>
        </w:rPr>
        <w:t>.</w:t>
      </w:r>
      <w:r w:rsidR="006857A4" w:rsidRPr="00787D58">
        <w:rPr>
          <w:rFonts w:cs="Arial"/>
        </w:rPr>
        <w:t xml:space="preserve"> </w:t>
      </w:r>
      <w:proofErr w:type="gramStart"/>
      <w:r w:rsidR="006857A4" w:rsidRPr="00787D58">
        <w:rPr>
          <w:rFonts w:cs="Arial"/>
        </w:rPr>
        <w:t>č.</w:t>
      </w:r>
      <w:proofErr w:type="gramEnd"/>
      <w:r w:rsidR="006857A4" w:rsidRPr="00787D58">
        <w:rPr>
          <w:rFonts w:cs="Arial"/>
        </w:rPr>
        <w:t xml:space="preserve"> 89/2012 Sb., občanského zákoníku, se na vztah založený touto Smlouvou</w:t>
      </w:r>
      <w:r w:rsidR="00227149">
        <w:rPr>
          <w:rFonts w:cs="Arial"/>
        </w:rPr>
        <w:t xml:space="preserve"> a/nebo </w:t>
      </w:r>
      <w:r w:rsidR="00227149">
        <w:rPr>
          <w:rFonts w:cs="Arial"/>
          <w:iCs/>
        </w:rPr>
        <w:t>dílčími smlouvami</w:t>
      </w:r>
      <w:r w:rsidR="006857A4" w:rsidRPr="00787D58">
        <w:rPr>
          <w:rFonts w:cs="Arial"/>
        </w:rPr>
        <w:t xml:space="preserve"> nepoužijí</w:t>
      </w:r>
      <w:r w:rsidR="002525FB" w:rsidRPr="00787D58">
        <w:rPr>
          <w:rFonts w:cs="Arial"/>
        </w:rPr>
        <w:t>. Smluvní strany se dále s ohlede</w:t>
      </w:r>
      <w:r w:rsidR="005A6566" w:rsidRPr="00787D58">
        <w:rPr>
          <w:rFonts w:cs="Arial"/>
        </w:rPr>
        <w:t>m na povahu Smlouvy</w:t>
      </w:r>
      <w:r w:rsidR="00227149">
        <w:rPr>
          <w:rFonts w:cs="Arial"/>
        </w:rPr>
        <w:t xml:space="preserve"> a </w:t>
      </w:r>
      <w:r w:rsidR="00227149">
        <w:rPr>
          <w:rFonts w:cs="Arial"/>
          <w:iCs/>
        </w:rPr>
        <w:t>dílčích smluv</w:t>
      </w:r>
      <w:r w:rsidR="005A6566" w:rsidRPr="00787D58">
        <w:rPr>
          <w:rFonts w:cs="Arial"/>
        </w:rPr>
        <w:t xml:space="preserve"> dohodly, že Prodávající</w:t>
      </w:r>
      <w:r w:rsidR="002525FB" w:rsidRPr="00787D58">
        <w:rPr>
          <w:rFonts w:cs="Arial"/>
        </w:rPr>
        <w:t xml:space="preserve"> bez předchozího písemného souhlasu </w:t>
      </w:r>
      <w:r w:rsidR="005A6566" w:rsidRPr="00787D58">
        <w:rPr>
          <w:rFonts w:cs="Arial"/>
        </w:rPr>
        <w:t>Kupujícího</w:t>
      </w:r>
      <w:r w:rsidR="002525FB" w:rsidRPr="00787D58">
        <w:rPr>
          <w:rFonts w:cs="Arial"/>
        </w:rPr>
        <w:t xml:space="preserve"> nepřevede svá práva a povinnosti ze Smlouvy</w:t>
      </w:r>
      <w:r w:rsidR="00227149">
        <w:rPr>
          <w:rFonts w:cs="Arial"/>
        </w:rPr>
        <w:t xml:space="preserve"> a/nebo </w:t>
      </w:r>
      <w:r w:rsidR="00227149">
        <w:rPr>
          <w:rFonts w:cs="Arial"/>
          <w:iCs/>
        </w:rPr>
        <w:t>dílčích smluv</w:t>
      </w:r>
      <w:r w:rsidR="002525FB" w:rsidRPr="00787D58">
        <w:rPr>
          <w:rFonts w:cs="Arial"/>
        </w:rPr>
        <w:t xml:space="preserve"> ani jej</w:t>
      </w:r>
      <w:r w:rsidR="00227149">
        <w:rPr>
          <w:rFonts w:cs="Arial"/>
        </w:rPr>
        <w:t>ich</w:t>
      </w:r>
      <w:r w:rsidR="002525FB" w:rsidRPr="00787D58">
        <w:rPr>
          <w:rFonts w:cs="Arial"/>
        </w:rPr>
        <w:t xml:space="preserve"> části třetí osobě podle ust. §§ 1895</w:t>
      </w:r>
      <w:r w:rsidR="00825D95">
        <w:rPr>
          <w:rFonts w:cs="Arial"/>
        </w:rPr>
        <w:t xml:space="preserve"> </w:t>
      </w:r>
      <w:r w:rsidR="002525FB" w:rsidRPr="00787D58">
        <w:rPr>
          <w:rFonts w:cs="Arial"/>
        </w:rPr>
        <w:t>-</w:t>
      </w:r>
      <w:r w:rsidR="00825D95">
        <w:rPr>
          <w:rFonts w:cs="Arial"/>
        </w:rPr>
        <w:t xml:space="preserve"> </w:t>
      </w:r>
      <w:r w:rsidR="002525FB" w:rsidRPr="00787D58">
        <w:rPr>
          <w:rFonts w:cs="Arial"/>
        </w:rPr>
        <w:t xml:space="preserve">1900 z. </w:t>
      </w:r>
      <w:proofErr w:type="gramStart"/>
      <w:r w:rsidR="002525FB" w:rsidRPr="00787D58">
        <w:rPr>
          <w:rFonts w:cs="Arial"/>
        </w:rPr>
        <w:t>č.</w:t>
      </w:r>
      <w:proofErr w:type="gramEnd"/>
      <w:r w:rsidR="002525FB" w:rsidRPr="00787D58">
        <w:rPr>
          <w:rFonts w:cs="Arial"/>
        </w:rPr>
        <w:t xml:space="preserve"> 89/2012 Sb., občanského zákoníku</w:t>
      </w:r>
      <w:r w:rsidR="006857A4" w:rsidRPr="00787D58">
        <w:rPr>
          <w:rFonts w:cs="Arial"/>
        </w:rPr>
        <w:t>.</w:t>
      </w:r>
    </w:p>
    <w:p w:rsidR="00EB4CE7" w:rsidRDefault="00BA59A8" w:rsidP="00EB4CE7">
      <w:pPr>
        <w:pStyle w:val="Odstavec2"/>
        <w:numPr>
          <w:ilvl w:val="1"/>
          <w:numId w:val="4"/>
        </w:numPr>
        <w:tabs>
          <w:tab w:val="clear" w:pos="1647"/>
          <w:tab w:val="num" w:pos="1080"/>
        </w:tabs>
        <w:ind w:left="567"/>
      </w:pPr>
      <w:r w:rsidRPr="00787D58">
        <w:rPr>
          <w:rFonts w:cs="Arial"/>
        </w:rPr>
        <w:t>Veškeré změny a doplnění této Smlouvy</w:t>
      </w:r>
      <w:r w:rsidR="00227149">
        <w:rPr>
          <w:rFonts w:cs="Arial"/>
        </w:rPr>
        <w:t xml:space="preserve"> a/nebo </w:t>
      </w:r>
      <w:r w:rsidR="00227149">
        <w:rPr>
          <w:rFonts w:cs="Arial"/>
          <w:iCs/>
        </w:rPr>
        <w:t>dílčí smlouvy</w:t>
      </w:r>
      <w:r w:rsidRPr="00787D58">
        <w:rPr>
          <w:rFonts w:cs="Arial"/>
        </w:rPr>
        <w:t xml:space="preserve"> mohou být provedeny, pouze pokud to právní předpisy umožňují, a to pouze vzestupně číslovanými písemnými dodatky, podepsanými oprávněnými zástupci obou Smluvních stran na téže listině.</w:t>
      </w:r>
    </w:p>
    <w:p w:rsidR="00EB4CE7" w:rsidRDefault="00EB4CE7" w:rsidP="00EB4CE7">
      <w:pPr>
        <w:pStyle w:val="Odstavec2"/>
        <w:numPr>
          <w:ilvl w:val="1"/>
          <w:numId w:val="4"/>
        </w:numPr>
        <w:tabs>
          <w:tab w:val="clear" w:pos="1647"/>
          <w:tab w:val="num" w:pos="1080"/>
        </w:tabs>
        <w:ind w:left="567"/>
      </w:pPr>
      <w:r>
        <w:t>Tato Smlouva</w:t>
      </w:r>
      <w:r w:rsidR="00227149">
        <w:t xml:space="preserve"> ani dílčí smlouvy</w:t>
      </w:r>
      <w:r>
        <w:t xml:space="preserve"> ne</w:t>
      </w:r>
      <w:r w:rsidR="00227149">
        <w:t>jsou</w:t>
      </w:r>
      <w:r>
        <w:t xml:space="preserve"> převoditeln</w:t>
      </w:r>
      <w:r w:rsidR="00227149">
        <w:t>é</w:t>
      </w:r>
      <w:r>
        <w:t xml:space="preserve"> rubopisem.</w:t>
      </w:r>
    </w:p>
    <w:p w:rsidR="00EB4CE7" w:rsidRDefault="00EB4CE7" w:rsidP="00EB4CE7">
      <w:pPr>
        <w:pStyle w:val="Odstavec2"/>
        <w:numPr>
          <w:ilvl w:val="1"/>
          <w:numId w:val="4"/>
        </w:numPr>
        <w:tabs>
          <w:tab w:val="clear" w:pos="1647"/>
          <w:tab w:val="num" w:pos="1080"/>
        </w:tabs>
        <w:ind w:left="567"/>
      </w:pPr>
      <w:r w:rsidRPr="00BC573E">
        <w:t xml:space="preserve">Smluvní strany prohlašují, že veškeré podmínky plnění, zejména práva a povinnosti, sankce za porušení </w:t>
      </w:r>
      <w:r>
        <w:t>Smlouvy a dílčí smlouvy</w:t>
      </w:r>
      <w:r w:rsidRPr="00BC573E">
        <w:t>, které byly mezi nim</w:t>
      </w:r>
      <w:r>
        <w:t xml:space="preserve">i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00227149">
        <w:t xml:space="preserve"> </w:t>
      </w:r>
      <w:r w:rsidR="00227149">
        <w:rPr>
          <w:rFonts w:cs="Arial"/>
        </w:rPr>
        <w:t xml:space="preserve">a/nebo </w:t>
      </w:r>
      <w:r w:rsidR="00227149">
        <w:rPr>
          <w:rFonts w:cs="Arial"/>
          <w:iCs/>
        </w:rPr>
        <w:t>dílčí smlouvy</w:t>
      </w:r>
      <w:r w:rsidRPr="000806B5">
        <w:t xml:space="preserve"> doplňovalo nebo měnilo. </w:t>
      </w:r>
    </w:p>
    <w:p w:rsidR="00BA59A8" w:rsidRPr="000C4339" w:rsidRDefault="00EB4CE7" w:rsidP="000C4339">
      <w:pPr>
        <w:pStyle w:val="Odstavec2"/>
        <w:numPr>
          <w:ilvl w:val="1"/>
          <w:numId w:val="4"/>
        </w:numPr>
        <w:tabs>
          <w:tab w:val="clear" w:pos="1647"/>
          <w:tab w:val="num" w:pos="1080"/>
        </w:tabs>
        <w:ind w:left="567"/>
      </w:pPr>
      <w:r w:rsidRPr="000D1392">
        <w:t xml:space="preserve">Jakékoliv jednání předvídané </w:t>
      </w:r>
      <w:r>
        <w:t>v této Smlouvě</w:t>
      </w:r>
      <w:r w:rsidR="00227149">
        <w:t xml:space="preserve"> </w:t>
      </w:r>
      <w:r w:rsidR="00227149">
        <w:rPr>
          <w:rFonts w:cs="Arial"/>
        </w:rPr>
        <w:t xml:space="preserve">a/nebo v </w:t>
      </w:r>
      <w:r w:rsidR="00227149">
        <w:rPr>
          <w:rFonts w:cs="Arial"/>
          <w:iCs/>
        </w:rPr>
        <w:t>dílčí smlouvě</w:t>
      </w:r>
      <w:r w:rsidRPr="000D1392">
        <w:t>, musí být učiněno, není-li ve S</w:t>
      </w:r>
      <w:r>
        <w:t>mlouvě</w:t>
      </w:r>
      <w:r w:rsidRPr="000D1392">
        <w:t xml:space="preserve"> výslovně stanoveno jinak, písemně v listinné podobě a musí být s vyloučením ust. § </w:t>
      </w:r>
      <w:r w:rsidR="000C4339">
        <w:t>566 zákona</w:t>
      </w:r>
      <w:r w:rsidRPr="000D1392">
        <w:t xml:space="preserve">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BA59A8" w:rsidRPr="00787D58" w:rsidRDefault="00BA59A8" w:rsidP="00BA59A8">
      <w:pPr>
        <w:pStyle w:val="Odstavec2"/>
        <w:rPr>
          <w:rFonts w:cs="Arial"/>
        </w:rPr>
      </w:pPr>
      <w:bookmarkStart w:id="8" w:name="_Ref321332148"/>
      <w:r w:rsidRPr="00787D58">
        <w:rPr>
          <w:rFonts w:cs="Arial"/>
        </w:rPr>
        <w:t>Nedílnou součástí této Smlouvy jsou přílohy:</w:t>
      </w:r>
      <w:bookmarkEnd w:id="8"/>
    </w:p>
    <w:p w:rsidR="00BA59A8" w:rsidRPr="00787D58" w:rsidRDefault="00BA59A8" w:rsidP="00BA59A8">
      <w:pPr>
        <w:pStyle w:val="Odstavecseseznamem"/>
        <w:numPr>
          <w:ilvl w:val="0"/>
          <w:numId w:val="33"/>
        </w:numPr>
        <w:rPr>
          <w:rFonts w:ascii="Arial" w:hAnsi="Arial" w:cs="Arial"/>
          <w:color w:val="000000"/>
          <w:sz w:val="20"/>
          <w:szCs w:val="20"/>
        </w:rPr>
      </w:pPr>
      <w:r w:rsidRPr="00787D58">
        <w:rPr>
          <w:rFonts w:ascii="Arial" w:hAnsi="Arial" w:cs="Arial"/>
          <w:color w:val="000000"/>
          <w:sz w:val="20"/>
          <w:szCs w:val="20"/>
        </w:rPr>
        <w:t>příloha č. 1 –</w:t>
      </w:r>
      <w:r w:rsidR="00A46989" w:rsidRPr="00787D58">
        <w:rPr>
          <w:rFonts w:ascii="Arial" w:hAnsi="Arial" w:cs="Arial"/>
          <w:color w:val="000000"/>
          <w:sz w:val="20"/>
          <w:szCs w:val="20"/>
        </w:rPr>
        <w:t xml:space="preserve"> Specifikace předmětu plnění</w:t>
      </w:r>
    </w:p>
    <w:p w:rsidR="00BA59A8" w:rsidRPr="00787D58" w:rsidRDefault="00BA59A8" w:rsidP="00BA59A8">
      <w:pPr>
        <w:pStyle w:val="Odstavecseseznamem"/>
        <w:numPr>
          <w:ilvl w:val="0"/>
          <w:numId w:val="33"/>
        </w:numPr>
        <w:rPr>
          <w:rFonts w:ascii="Arial" w:hAnsi="Arial" w:cs="Arial"/>
          <w:color w:val="000000"/>
          <w:sz w:val="20"/>
          <w:szCs w:val="20"/>
        </w:rPr>
      </w:pPr>
      <w:r w:rsidRPr="00787D58">
        <w:rPr>
          <w:rFonts w:ascii="Arial" w:hAnsi="Arial" w:cs="Arial"/>
          <w:color w:val="000000"/>
          <w:sz w:val="20"/>
          <w:szCs w:val="20"/>
        </w:rPr>
        <w:t>příloha č.</w:t>
      </w:r>
      <w:r w:rsidR="00443D70" w:rsidRPr="00787D58">
        <w:rPr>
          <w:rFonts w:ascii="Arial" w:hAnsi="Arial" w:cs="Arial"/>
          <w:color w:val="000000"/>
          <w:sz w:val="20"/>
          <w:szCs w:val="20"/>
        </w:rPr>
        <w:t xml:space="preserve"> 2 – </w:t>
      </w:r>
      <w:r w:rsidR="00443D70" w:rsidRPr="00787D58">
        <w:rPr>
          <w:rFonts w:ascii="Arial" w:hAnsi="Arial" w:cs="Arial"/>
          <w:color w:val="000000"/>
          <w:sz w:val="20"/>
          <w:szCs w:val="20"/>
        </w:rPr>
        <w:t>Položkový rozpočet</w:t>
      </w:r>
    </w:p>
    <w:p w:rsidR="00443D70" w:rsidRPr="00787D58" w:rsidRDefault="00443D70" w:rsidP="00BA59A8">
      <w:pPr>
        <w:pStyle w:val="Odstavecseseznamem"/>
        <w:numPr>
          <w:ilvl w:val="0"/>
          <w:numId w:val="33"/>
        </w:numPr>
        <w:rPr>
          <w:rFonts w:ascii="Arial" w:hAnsi="Arial" w:cs="Arial"/>
          <w:color w:val="000000"/>
          <w:sz w:val="20"/>
          <w:szCs w:val="20"/>
        </w:rPr>
      </w:pPr>
      <w:r w:rsidRPr="00787D58">
        <w:rPr>
          <w:rFonts w:ascii="Arial" w:hAnsi="Arial" w:cs="Arial"/>
          <w:color w:val="000000"/>
          <w:sz w:val="20"/>
          <w:szCs w:val="20"/>
        </w:rPr>
        <w:t xml:space="preserve">příloha č. 3 – Seznam čerpacích stanic </w:t>
      </w:r>
    </w:p>
    <w:p w:rsidR="00BA59A8" w:rsidRPr="00787D58" w:rsidRDefault="00BA59A8" w:rsidP="00BA59A8">
      <w:pPr>
        <w:pStyle w:val="Odstavec2"/>
        <w:rPr>
          <w:rFonts w:cs="Arial"/>
        </w:rPr>
      </w:pPr>
      <w:r w:rsidRPr="00787D58">
        <w:rPr>
          <w:rFonts w:cs="Arial"/>
        </w:rPr>
        <w:t xml:space="preserve">Tato Smlouva byla </w:t>
      </w:r>
      <w:r w:rsidR="000C4339">
        <w:rPr>
          <w:rFonts w:cs="Arial"/>
        </w:rPr>
        <w:t>S</w:t>
      </w:r>
      <w:r w:rsidRPr="00787D58">
        <w:rPr>
          <w:rFonts w:cs="Arial"/>
        </w:rPr>
        <w:t xml:space="preserve">mluvními stranami podepsána ve čtyřech vyhotoveních, z nichž každá ze </w:t>
      </w:r>
      <w:r w:rsidR="000C4339">
        <w:rPr>
          <w:rFonts w:cs="Arial"/>
        </w:rPr>
        <w:t>S</w:t>
      </w:r>
      <w:r w:rsidRPr="00787D58">
        <w:rPr>
          <w:rFonts w:cs="Arial"/>
        </w:rPr>
        <w:t>mluvních stran obdržela po dvou vyhotoveních.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21315A" w:rsidRPr="009C078A" w:rsidRDefault="0021315A" w:rsidP="0021315A">
      <w:pPr>
        <w:rPr>
          <w:rFonts w:cs="Arial"/>
        </w:rPr>
      </w:pPr>
    </w:p>
    <w:p w:rsidR="0021315A" w:rsidRPr="009C078A" w:rsidRDefault="0021315A" w:rsidP="0021315A">
      <w:pPr>
        <w:rPr>
          <w:rFonts w:cs="Arial"/>
        </w:rPr>
      </w:pPr>
      <w:r w:rsidRPr="009C078A">
        <w:rPr>
          <w:rFonts w:cs="Arial"/>
          <w:b/>
        </w:rPr>
        <w:t xml:space="preserve">Za </w:t>
      </w:r>
      <w:r w:rsidR="00EC4DD1" w:rsidRPr="009C078A">
        <w:rPr>
          <w:rFonts w:cs="Arial"/>
          <w:b/>
        </w:rPr>
        <w:t>Kupujícího</w:t>
      </w:r>
      <w:r w:rsidR="00EC4DD1" w:rsidRPr="009C078A">
        <w:rPr>
          <w:rFonts w:cs="Arial"/>
          <w:b/>
        </w:rPr>
        <w:tab/>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EC4DD1" w:rsidRPr="009C078A">
        <w:rPr>
          <w:rFonts w:cs="Arial"/>
          <w:b/>
        </w:rPr>
        <w:t>Prodávajícího</w:t>
      </w:r>
    </w:p>
    <w:p w:rsidR="0021315A" w:rsidRPr="009C078A" w:rsidRDefault="0021315A" w:rsidP="0021315A">
      <w:pPr>
        <w:rPr>
          <w:rFonts w:cs="Arial"/>
        </w:rPr>
      </w:pPr>
      <w:r w:rsidRPr="009C078A">
        <w:rPr>
          <w:rFonts w:cs="Arial"/>
        </w:rPr>
        <w:t>V Praze dne ……………</w:t>
      </w:r>
      <w:proofErr w:type="gramStart"/>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V …</w:t>
      </w:r>
      <w:proofErr w:type="gramEnd"/>
      <w:r w:rsidRPr="009C078A">
        <w:rPr>
          <w:rFonts w:cs="Arial"/>
        </w:rPr>
        <w:t>………… dne…………….</w:t>
      </w:r>
    </w:p>
    <w:p w:rsidR="0021315A" w:rsidRPr="009C078A" w:rsidRDefault="0021315A" w:rsidP="0021315A">
      <w:pPr>
        <w:rPr>
          <w:rFonts w:cs="Arial"/>
        </w:rPr>
      </w:pPr>
    </w:p>
    <w:p w:rsidR="0021315A" w:rsidRPr="009C078A" w:rsidRDefault="0021315A" w:rsidP="0021315A">
      <w:pPr>
        <w:rPr>
          <w:rFonts w:cs="Arial"/>
        </w:rPr>
      </w:pPr>
    </w:p>
    <w:p w:rsidR="0021315A" w:rsidRPr="009C078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21315A" w:rsidRPr="009C078A" w:rsidRDefault="0021315A" w:rsidP="0021315A">
      <w:pPr>
        <w:rPr>
          <w:rFonts w:cs="Arial"/>
        </w:rPr>
      </w:pPr>
    </w:p>
    <w:p w:rsidR="0021315A" w:rsidRPr="009C078A" w:rsidRDefault="0021315A" w:rsidP="0021315A">
      <w:pPr>
        <w:rPr>
          <w:rFonts w:cs="Arial"/>
        </w:rPr>
      </w:pPr>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21315A" w:rsidRPr="009C078A" w:rsidRDefault="0021315A" w:rsidP="0021315A">
      <w:pPr>
        <w:rPr>
          <w:rFonts w:cs="Arial"/>
        </w:rPr>
      </w:pPr>
      <w:r w:rsidRPr="009C078A">
        <w:rPr>
          <w:rFonts w:cs="Arial"/>
        </w:rPr>
        <w:t xml:space="preserve">Mgr. Jan Duspěva </w:t>
      </w:r>
      <w:r w:rsidRPr="009C078A">
        <w:rPr>
          <w:rFonts w:cs="Arial"/>
        </w:rPr>
        <w:tab/>
      </w:r>
    </w:p>
    <w:p w:rsidR="0021315A" w:rsidRPr="009C078A" w:rsidRDefault="0021315A" w:rsidP="0021315A">
      <w:pPr>
        <w:rPr>
          <w:rFonts w:cs="Arial"/>
        </w:rPr>
      </w:pPr>
      <w:r w:rsidRPr="009C078A">
        <w:rPr>
          <w:rFonts w:cs="Arial"/>
        </w:rPr>
        <w:t>předseda představenstva</w:t>
      </w:r>
      <w:r w:rsidRPr="009C078A">
        <w:rPr>
          <w:rFonts w:cs="Arial"/>
        </w:rPr>
        <w:tab/>
      </w:r>
    </w:p>
    <w:p w:rsidR="0021315A" w:rsidRPr="009C078A" w:rsidRDefault="0021315A" w:rsidP="0021315A">
      <w:pPr>
        <w:rPr>
          <w:rFonts w:cs="Arial"/>
        </w:rPr>
      </w:pPr>
    </w:p>
    <w:p w:rsidR="0021315A" w:rsidRPr="009C078A" w:rsidRDefault="0021315A" w:rsidP="0021315A">
      <w:pPr>
        <w:rPr>
          <w:rFonts w:cs="Arial"/>
        </w:rPr>
      </w:pPr>
      <w:r w:rsidRPr="009C078A">
        <w:rPr>
          <w:rFonts w:cs="Arial"/>
        </w:rPr>
        <w:lastRenderedPageBreak/>
        <w:t>……………………………</w:t>
      </w:r>
      <w:r w:rsidRPr="009C078A">
        <w:rPr>
          <w:rFonts w:cs="Arial"/>
        </w:rPr>
        <w:tab/>
      </w:r>
    </w:p>
    <w:p w:rsidR="0021315A" w:rsidRPr="009C078A" w:rsidRDefault="0021315A" w:rsidP="0021315A">
      <w:pPr>
        <w:rPr>
          <w:rFonts w:cs="Arial"/>
        </w:rPr>
      </w:pPr>
      <w:r w:rsidRPr="009C078A">
        <w:rPr>
          <w:rFonts w:cs="Arial"/>
        </w:rPr>
        <w:t>Ing. Ladislav Staněk</w:t>
      </w:r>
      <w:r w:rsidRPr="009C078A">
        <w:rPr>
          <w:rFonts w:cs="Arial"/>
        </w:rPr>
        <w:tab/>
      </w:r>
    </w:p>
    <w:p w:rsidR="0021315A" w:rsidRPr="009C078A" w:rsidRDefault="0021315A" w:rsidP="0021315A">
      <w:pPr>
        <w:rPr>
          <w:rFonts w:cs="Arial"/>
        </w:rPr>
      </w:pPr>
      <w:r w:rsidRPr="009C078A">
        <w:rPr>
          <w:rFonts w:cs="Arial"/>
        </w:rPr>
        <w:t>člen představenstva</w:t>
      </w:r>
    </w:p>
    <w:p w:rsidR="0021315A" w:rsidRPr="009C078A" w:rsidRDefault="0021315A" w:rsidP="0021315A">
      <w:pPr>
        <w:rPr>
          <w:rFonts w:cs="Arial"/>
        </w:rPr>
      </w:pPr>
    </w:p>
    <w:p w:rsidR="003D4A71" w:rsidRPr="009C078A" w:rsidRDefault="003D4A71" w:rsidP="0021315A">
      <w:pPr>
        <w:rPr>
          <w:rFonts w:cs="Arial"/>
        </w:rPr>
      </w:pPr>
    </w:p>
    <w:sectPr w:rsidR="003D4A71" w:rsidRPr="009C078A">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3D3" w:rsidRDefault="007363D3">
      <w:r>
        <w:separator/>
      </w:r>
    </w:p>
  </w:endnote>
  <w:endnote w:type="continuationSeparator" w:id="0">
    <w:p w:rsidR="007363D3" w:rsidRDefault="00736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07" w:rsidRDefault="00BD260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15554C">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5554C">
      <w:rPr>
        <w:rStyle w:val="slostrnky"/>
        <w:noProof/>
      </w:rPr>
      <w:t>10</w:t>
    </w:r>
    <w:r>
      <w:rPr>
        <w:rStyle w:val="slostrnky"/>
      </w:rPr>
      <w:fldChar w:fldCharType="end"/>
    </w:r>
  </w:p>
  <w:p w:rsidR="00BD2607" w:rsidRDefault="00BD260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3D3" w:rsidRDefault="007363D3">
      <w:r>
        <w:separator/>
      </w:r>
    </w:p>
  </w:footnote>
  <w:footnote w:type="continuationSeparator" w:id="0">
    <w:p w:rsidR="007363D3" w:rsidRDefault="007363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07" w:rsidRDefault="00BD2607">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462C7090"/>
    <w:lvl w:ilvl="0" w:tplc="0405000F">
      <w:start w:val="1"/>
      <w:numFmt w:val="decimal"/>
      <w:lvlText w:val="%1."/>
      <w:lvlJc w:val="left"/>
      <w:pPr>
        <w:tabs>
          <w:tab w:val="num" w:pos="540"/>
        </w:tabs>
        <w:ind w:left="540" w:hanging="360"/>
      </w:pPr>
    </w:lvl>
    <w:lvl w:ilvl="1" w:tplc="9DBCB2F2">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63F5DBA"/>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nsid w:val="07840D8E"/>
    <w:multiLevelType w:val="hybridMultilevel"/>
    <w:tmpl w:val="63A2C0B8"/>
    <w:lvl w:ilvl="0" w:tplc="0DF0ECBC">
      <w:start w:val="1"/>
      <w:numFmt w:val="bullet"/>
      <w:lvlText w:val=""/>
      <w:lvlJc w:val="left"/>
      <w:pPr>
        <w:ind w:left="720" w:hanging="360"/>
      </w:pPr>
      <w:rPr>
        <w:rFonts w:ascii="Symbol" w:hAnsi="Symbol" w:hint="default"/>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9">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D58765C"/>
    <w:multiLevelType w:val="hybridMultilevel"/>
    <w:tmpl w:val="76F40AB0"/>
    <w:lvl w:ilvl="0" w:tplc="D20CB0E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9">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647"/>
        </w:tabs>
        <w:ind w:left="1134"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nsid w:val="76BE3248"/>
    <w:multiLevelType w:val="multilevel"/>
    <w:tmpl w:val="6F929B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nsid w:val="7B6071D4"/>
    <w:multiLevelType w:val="hybridMultilevel"/>
    <w:tmpl w:val="3760ABB8"/>
    <w:lvl w:ilvl="0" w:tplc="04050001">
      <w:start w:val="1"/>
      <w:numFmt w:val="bullet"/>
      <w:lvlText w:val=""/>
      <w:lvlJc w:val="left"/>
      <w:pPr>
        <w:tabs>
          <w:tab w:val="num" w:pos="1298"/>
        </w:tabs>
        <w:ind w:left="1298" w:hanging="360"/>
      </w:pPr>
      <w:rPr>
        <w:rFonts w:ascii="Symbol" w:hAnsi="Symbol" w:hint="default"/>
      </w:rPr>
    </w:lvl>
    <w:lvl w:ilvl="1" w:tplc="04050003" w:tentative="1">
      <w:start w:val="1"/>
      <w:numFmt w:val="bullet"/>
      <w:lvlText w:val="o"/>
      <w:lvlJc w:val="left"/>
      <w:pPr>
        <w:tabs>
          <w:tab w:val="num" w:pos="2018"/>
        </w:tabs>
        <w:ind w:left="2018" w:hanging="360"/>
      </w:pPr>
      <w:rPr>
        <w:rFonts w:ascii="Courier New" w:hAnsi="Courier New" w:cs="Courier New" w:hint="default"/>
      </w:rPr>
    </w:lvl>
    <w:lvl w:ilvl="2" w:tplc="04050005" w:tentative="1">
      <w:start w:val="1"/>
      <w:numFmt w:val="bullet"/>
      <w:lvlText w:val=""/>
      <w:lvlJc w:val="left"/>
      <w:pPr>
        <w:tabs>
          <w:tab w:val="num" w:pos="2738"/>
        </w:tabs>
        <w:ind w:left="2738" w:hanging="360"/>
      </w:pPr>
      <w:rPr>
        <w:rFonts w:ascii="Wingdings" w:hAnsi="Wingdings" w:hint="default"/>
      </w:rPr>
    </w:lvl>
    <w:lvl w:ilvl="3" w:tplc="04050001" w:tentative="1">
      <w:start w:val="1"/>
      <w:numFmt w:val="bullet"/>
      <w:lvlText w:val=""/>
      <w:lvlJc w:val="left"/>
      <w:pPr>
        <w:tabs>
          <w:tab w:val="num" w:pos="3458"/>
        </w:tabs>
        <w:ind w:left="3458" w:hanging="360"/>
      </w:pPr>
      <w:rPr>
        <w:rFonts w:ascii="Symbol" w:hAnsi="Symbol" w:hint="default"/>
      </w:rPr>
    </w:lvl>
    <w:lvl w:ilvl="4" w:tplc="04050003" w:tentative="1">
      <w:start w:val="1"/>
      <w:numFmt w:val="bullet"/>
      <w:lvlText w:val="o"/>
      <w:lvlJc w:val="left"/>
      <w:pPr>
        <w:tabs>
          <w:tab w:val="num" w:pos="4178"/>
        </w:tabs>
        <w:ind w:left="4178" w:hanging="360"/>
      </w:pPr>
      <w:rPr>
        <w:rFonts w:ascii="Courier New" w:hAnsi="Courier New" w:cs="Courier New" w:hint="default"/>
      </w:rPr>
    </w:lvl>
    <w:lvl w:ilvl="5" w:tplc="04050005" w:tentative="1">
      <w:start w:val="1"/>
      <w:numFmt w:val="bullet"/>
      <w:lvlText w:val=""/>
      <w:lvlJc w:val="left"/>
      <w:pPr>
        <w:tabs>
          <w:tab w:val="num" w:pos="4898"/>
        </w:tabs>
        <w:ind w:left="4898" w:hanging="360"/>
      </w:pPr>
      <w:rPr>
        <w:rFonts w:ascii="Wingdings" w:hAnsi="Wingdings" w:hint="default"/>
      </w:rPr>
    </w:lvl>
    <w:lvl w:ilvl="6" w:tplc="04050001" w:tentative="1">
      <w:start w:val="1"/>
      <w:numFmt w:val="bullet"/>
      <w:lvlText w:val=""/>
      <w:lvlJc w:val="left"/>
      <w:pPr>
        <w:tabs>
          <w:tab w:val="num" w:pos="5618"/>
        </w:tabs>
        <w:ind w:left="5618" w:hanging="360"/>
      </w:pPr>
      <w:rPr>
        <w:rFonts w:ascii="Symbol" w:hAnsi="Symbol" w:hint="default"/>
      </w:rPr>
    </w:lvl>
    <w:lvl w:ilvl="7" w:tplc="04050003" w:tentative="1">
      <w:start w:val="1"/>
      <w:numFmt w:val="bullet"/>
      <w:lvlText w:val="o"/>
      <w:lvlJc w:val="left"/>
      <w:pPr>
        <w:tabs>
          <w:tab w:val="num" w:pos="6338"/>
        </w:tabs>
        <w:ind w:left="6338" w:hanging="360"/>
      </w:pPr>
      <w:rPr>
        <w:rFonts w:ascii="Courier New" w:hAnsi="Courier New" w:cs="Courier New" w:hint="default"/>
      </w:rPr>
    </w:lvl>
    <w:lvl w:ilvl="8" w:tplc="04050005" w:tentative="1">
      <w:start w:val="1"/>
      <w:numFmt w:val="bullet"/>
      <w:lvlText w:val=""/>
      <w:lvlJc w:val="left"/>
      <w:pPr>
        <w:tabs>
          <w:tab w:val="num" w:pos="7058"/>
        </w:tabs>
        <w:ind w:left="7058" w:hanging="360"/>
      </w:pPr>
      <w:rPr>
        <w:rFonts w:ascii="Wingdings" w:hAnsi="Wingdings" w:hint="default"/>
      </w:rPr>
    </w:lvl>
  </w:abstractNum>
  <w:abstractNum w:abstractNumId="24">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8"/>
  </w:num>
  <w:num w:numId="3">
    <w:abstractNumId w:val="18"/>
  </w:num>
  <w:num w:numId="4">
    <w:abstractNumId w:val="19"/>
  </w:num>
  <w:num w:numId="5">
    <w:abstractNumId w:val="19"/>
  </w:num>
  <w:num w:numId="6">
    <w:abstractNumId w:val="19"/>
  </w:num>
  <w:num w:numId="7">
    <w:abstractNumId w:val="10"/>
  </w:num>
  <w:num w:numId="8">
    <w:abstractNumId w:val="22"/>
  </w:num>
  <w:num w:numId="9">
    <w:abstractNumId w:val="19"/>
  </w:num>
  <w:num w:numId="10">
    <w:abstractNumId w:val="19"/>
  </w:num>
  <w:num w:numId="11">
    <w:abstractNumId w:val="19"/>
  </w:num>
  <w:num w:numId="12">
    <w:abstractNumId w:val="10"/>
  </w:num>
  <w:num w:numId="13">
    <w:abstractNumId w:val="19"/>
  </w:num>
  <w:num w:numId="14">
    <w:abstractNumId w:val="16"/>
  </w:num>
  <w:num w:numId="15">
    <w:abstractNumId w:val="16"/>
  </w:num>
  <w:num w:numId="16">
    <w:abstractNumId w:val="19"/>
  </w:num>
  <w:num w:numId="17">
    <w:abstractNumId w:val="19"/>
  </w:num>
  <w:num w:numId="18">
    <w:abstractNumId w:val="19"/>
  </w:num>
  <w:num w:numId="19">
    <w:abstractNumId w:val="10"/>
  </w:num>
  <w:num w:numId="20">
    <w:abstractNumId w:val="19"/>
  </w:num>
  <w:num w:numId="21">
    <w:abstractNumId w:val="24"/>
  </w:num>
  <w:num w:numId="22">
    <w:abstractNumId w:val="5"/>
  </w:num>
  <w:num w:numId="23">
    <w:abstractNumId w:val="6"/>
  </w:num>
  <w:num w:numId="24">
    <w:abstractNumId w:val="19"/>
  </w:num>
  <w:num w:numId="25">
    <w:abstractNumId w:val="7"/>
  </w:num>
  <w:num w:numId="26">
    <w:abstractNumId w:val="12"/>
  </w:num>
  <w:num w:numId="27">
    <w:abstractNumId w:val="3"/>
  </w:num>
  <w:num w:numId="28">
    <w:abstractNumId w:val="20"/>
  </w:num>
  <w:num w:numId="29">
    <w:abstractNumId w:val="17"/>
  </w:num>
  <w:num w:numId="30">
    <w:abstractNumId w:val="9"/>
  </w:num>
  <w:num w:numId="31">
    <w:abstractNumId w:val="25"/>
  </w:num>
  <w:num w:numId="32">
    <w:abstractNumId w:val="4"/>
  </w:num>
  <w:num w:numId="33">
    <w:abstractNumId w:val="15"/>
  </w:num>
  <w:num w:numId="34">
    <w:abstractNumId w:val="1"/>
  </w:num>
  <w:num w:numId="35">
    <w:abstractNumId w:val="2"/>
  </w:num>
  <w:num w:numId="36">
    <w:abstractNumId w:val="11"/>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19"/>
  </w:num>
  <w:num w:numId="40">
    <w:abstractNumId w:val="8"/>
  </w:num>
  <w:num w:numId="41">
    <w:abstractNumId w:val="21"/>
  </w:num>
  <w:num w:numId="42">
    <w:abstractNumId w:val="0"/>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9DBCB2F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0405001B">
        <w:start w:val="1"/>
        <w:numFmt w:val="decimal"/>
        <w:isLgl/>
        <w:lvlText w:val="%1.%2.%3"/>
        <w:lvlJc w:val="left"/>
        <w:pPr>
          <w:tabs>
            <w:tab w:val="num" w:pos="720"/>
          </w:tabs>
          <w:ind w:left="720" w:hanging="720"/>
        </w:pPr>
        <w:rPr>
          <w:rFonts w:cs="Times New Roman" w:hint="default"/>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43">
    <w:abstractNumId w:val="23"/>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8A"/>
    <w:rsid w:val="00025AA7"/>
    <w:rsid w:val="0005506E"/>
    <w:rsid w:val="00057DB7"/>
    <w:rsid w:val="000827BB"/>
    <w:rsid w:val="000901DA"/>
    <w:rsid w:val="00095151"/>
    <w:rsid w:val="000A0125"/>
    <w:rsid w:val="000B5466"/>
    <w:rsid w:val="000C4339"/>
    <w:rsid w:val="000C7EEC"/>
    <w:rsid w:val="000D19D8"/>
    <w:rsid w:val="000E24A4"/>
    <w:rsid w:val="00102471"/>
    <w:rsid w:val="001334CA"/>
    <w:rsid w:val="001533A6"/>
    <w:rsid w:val="0015554C"/>
    <w:rsid w:val="00163270"/>
    <w:rsid w:val="00171F7F"/>
    <w:rsid w:val="00194B27"/>
    <w:rsid w:val="001A7C8F"/>
    <w:rsid w:val="001D4911"/>
    <w:rsid w:val="001F2414"/>
    <w:rsid w:val="00204984"/>
    <w:rsid w:val="0020555D"/>
    <w:rsid w:val="0021315A"/>
    <w:rsid w:val="00216448"/>
    <w:rsid w:val="00225234"/>
    <w:rsid w:val="002270C0"/>
    <w:rsid w:val="00227149"/>
    <w:rsid w:val="002411E1"/>
    <w:rsid w:val="00245CA9"/>
    <w:rsid w:val="002525FB"/>
    <w:rsid w:val="00256927"/>
    <w:rsid w:val="00263564"/>
    <w:rsid w:val="0026396B"/>
    <w:rsid w:val="00277661"/>
    <w:rsid w:val="00280022"/>
    <w:rsid w:val="00296236"/>
    <w:rsid w:val="002C77FA"/>
    <w:rsid w:val="002E1192"/>
    <w:rsid w:val="002E4D43"/>
    <w:rsid w:val="002E7064"/>
    <w:rsid w:val="002F6183"/>
    <w:rsid w:val="002F7353"/>
    <w:rsid w:val="0031724E"/>
    <w:rsid w:val="003423D6"/>
    <w:rsid w:val="003470FC"/>
    <w:rsid w:val="00363594"/>
    <w:rsid w:val="00371E55"/>
    <w:rsid w:val="0037330C"/>
    <w:rsid w:val="003A0A7B"/>
    <w:rsid w:val="003D4A71"/>
    <w:rsid w:val="003E664E"/>
    <w:rsid w:val="003F629A"/>
    <w:rsid w:val="00410FB9"/>
    <w:rsid w:val="00414747"/>
    <w:rsid w:val="00415A70"/>
    <w:rsid w:val="004258CA"/>
    <w:rsid w:val="00431097"/>
    <w:rsid w:val="00443D70"/>
    <w:rsid w:val="004A353B"/>
    <w:rsid w:val="004C6354"/>
    <w:rsid w:val="004F122B"/>
    <w:rsid w:val="004F487F"/>
    <w:rsid w:val="004F5000"/>
    <w:rsid w:val="00511200"/>
    <w:rsid w:val="00513E03"/>
    <w:rsid w:val="00516929"/>
    <w:rsid w:val="005218BC"/>
    <w:rsid w:val="00521FE0"/>
    <w:rsid w:val="0052521D"/>
    <w:rsid w:val="0054381F"/>
    <w:rsid w:val="005555DE"/>
    <w:rsid w:val="005662EA"/>
    <w:rsid w:val="005811A1"/>
    <w:rsid w:val="00582E04"/>
    <w:rsid w:val="00590290"/>
    <w:rsid w:val="005A0F79"/>
    <w:rsid w:val="005A6566"/>
    <w:rsid w:val="005C5D01"/>
    <w:rsid w:val="005D1EC9"/>
    <w:rsid w:val="005D418A"/>
    <w:rsid w:val="005E06A4"/>
    <w:rsid w:val="005F6EEA"/>
    <w:rsid w:val="006067C5"/>
    <w:rsid w:val="00623BCE"/>
    <w:rsid w:val="00635D66"/>
    <w:rsid w:val="006459C1"/>
    <w:rsid w:val="00655C3C"/>
    <w:rsid w:val="006708FD"/>
    <w:rsid w:val="00683296"/>
    <w:rsid w:val="006857A4"/>
    <w:rsid w:val="006A232C"/>
    <w:rsid w:val="006D5DE2"/>
    <w:rsid w:val="00715D52"/>
    <w:rsid w:val="00721C8A"/>
    <w:rsid w:val="007343C9"/>
    <w:rsid w:val="007363D3"/>
    <w:rsid w:val="00783335"/>
    <w:rsid w:val="00787D58"/>
    <w:rsid w:val="007A7780"/>
    <w:rsid w:val="007B1761"/>
    <w:rsid w:val="007B3D22"/>
    <w:rsid w:val="007D0431"/>
    <w:rsid w:val="007F2F7E"/>
    <w:rsid w:val="007F3FC6"/>
    <w:rsid w:val="00825D95"/>
    <w:rsid w:val="00851581"/>
    <w:rsid w:val="008A3003"/>
    <w:rsid w:val="008B35C9"/>
    <w:rsid w:val="008C46FD"/>
    <w:rsid w:val="008C56E0"/>
    <w:rsid w:val="008C66AE"/>
    <w:rsid w:val="008F3CF3"/>
    <w:rsid w:val="009053F9"/>
    <w:rsid w:val="009502C0"/>
    <w:rsid w:val="0096768C"/>
    <w:rsid w:val="0097724F"/>
    <w:rsid w:val="00985206"/>
    <w:rsid w:val="009962B0"/>
    <w:rsid w:val="009B2AF0"/>
    <w:rsid w:val="009C078A"/>
    <w:rsid w:val="00A0151A"/>
    <w:rsid w:val="00A03E71"/>
    <w:rsid w:val="00A11487"/>
    <w:rsid w:val="00A20A86"/>
    <w:rsid w:val="00A266D9"/>
    <w:rsid w:val="00A365D7"/>
    <w:rsid w:val="00A44245"/>
    <w:rsid w:val="00A46989"/>
    <w:rsid w:val="00A5128C"/>
    <w:rsid w:val="00A53C68"/>
    <w:rsid w:val="00A64017"/>
    <w:rsid w:val="00A65ACA"/>
    <w:rsid w:val="00A77201"/>
    <w:rsid w:val="00AD2289"/>
    <w:rsid w:val="00AD5C3F"/>
    <w:rsid w:val="00AE3CC7"/>
    <w:rsid w:val="00AE52C9"/>
    <w:rsid w:val="00AF68B0"/>
    <w:rsid w:val="00B20BE0"/>
    <w:rsid w:val="00B246EF"/>
    <w:rsid w:val="00B305EA"/>
    <w:rsid w:val="00B64483"/>
    <w:rsid w:val="00B96459"/>
    <w:rsid w:val="00BA4DC4"/>
    <w:rsid w:val="00BA59A8"/>
    <w:rsid w:val="00BB420B"/>
    <w:rsid w:val="00BC078B"/>
    <w:rsid w:val="00BD2607"/>
    <w:rsid w:val="00BE2E82"/>
    <w:rsid w:val="00C03000"/>
    <w:rsid w:val="00C2242E"/>
    <w:rsid w:val="00C264D1"/>
    <w:rsid w:val="00C30D59"/>
    <w:rsid w:val="00C523BA"/>
    <w:rsid w:val="00C76017"/>
    <w:rsid w:val="00C962BE"/>
    <w:rsid w:val="00CD1BFE"/>
    <w:rsid w:val="00CE5DA2"/>
    <w:rsid w:val="00CF6FEE"/>
    <w:rsid w:val="00D07862"/>
    <w:rsid w:val="00D07EBA"/>
    <w:rsid w:val="00D10A33"/>
    <w:rsid w:val="00D17CE0"/>
    <w:rsid w:val="00D469E7"/>
    <w:rsid w:val="00D477D3"/>
    <w:rsid w:val="00D51607"/>
    <w:rsid w:val="00D53DC7"/>
    <w:rsid w:val="00D615EC"/>
    <w:rsid w:val="00D67AE1"/>
    <w:rsid w:val="00D971FA"/>
    <w:rsid w:val="00DD57F1"/>
    <w:rsid w:val="00DD6392"/>
    <w:rsid w:val="00DF61DD"/>
    <w:rsid w:val="00E00091"/>
    <w:rsid w:val="00E029CD"/>
    <w:rsid w:val="00E067F8"/>
    <w:rsid w:val="00E105A4"/>
    <w:rsid w:val="00E137BF"/>
    <w:rsid w:val="00E322F9"/>
    <w:rsid w:val="00E34C90"/>
    <w:rsid w:val="00E36300"/>
    <w:rsid w:val="00E54651"/>
    <w:rsid w:val="00E57589"/>
    <w:rsid w:val="00E64CDC"/>
    <w:rsid w:val="00E64ECF"/>
    <w:rsid w:val="00E66C0B"/>
    <w:rsid w:val="00E852B7"/>
    <w:rsid w:val="00E86B78"/>
    <w:rsid w:val="00EA0733"/>
    <w:rsid w:val="00EB4CE7"/>
    <w:rsid w:val="00EB5FCB"/>
    <w:rsid w:val="00EC024D"/>
    <w:rsid w:val="00EC4DD1"/>
    <w:rsid w:val="00EE19B1"/>
    <w:rsid w:val="00F178F6"/>
    <w:rsid w:val="00F307EB"/>
    <w:rsid w:val="00F40533"/>
    <w:rsid w:val="00F41BD1"/>
    <w:rsid w:val="00F702DA"/>
    <w:rsid w:val="00FA75C2"/>
    <w:rsid w:val="00FC6F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clear" w:pos="1647"/>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44"/>
      </w:numPr>
      <w:spacing w:after="0"/>
    </w:pPr>
    <w:rPr>
      <w:szCs w:val="20"/>
    </w:rPr>
  </w:style>
  <w:style w:type="paragraph" w:customStyle="1" w:styleId="Odrky2rove">
    <w:name w:val="Odrážky 2 úroveň"/>
    <w:basedOn w:val="Normln"/>
    <w:rsid w:val="009B2AF0"/>
    <w:pPr>
      <w:numPr>
        <w:ilvl w:val="1"/>
        <w:numId w:val="44"/>
      </w:numPr>
      <w:spacing w:after="0"/>
    </w:pPr>
    <w:rPr>
      <w:szCs w:val="20"/>
    </w:rPr>
  </w:style>
  <w:style w:type="character" w:customStyle="1" w:styleId="Odrky-psmenaCharChar">
    <w:name w:val="Odrážky - písmena Char Char"/>
    <w:link w:val="Odrky-psmena"/>
    <w:rsid w:val="009B2AF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clear" w:pos="1647"/>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44"/>
      </w:numPr>
      <w:spacing w:after="0"/>
    </w:pPr>
    <w:rPr>
      <w:szCs w:val="20"/>
    </w:rPr>
  </w:style>
  <w:style w:type="paragraph" w:customStyle="1" w:styleId="Odrky2rove">
    <w:name w:val="Odrážky 2 úroveň"/>
    <w:basedOn w:val="Normln"/>
    <w:rsid w:val="009B2AF0"/>
    <w:pPr>
      <w:numPr>
        <w:ilvl w:val="1"/>
        <w:numId w:val="44"/>
      </w:numPr>
      <w:spacing w:after="0"/>
    </w:pPr>
    <w:rPr>
      <w:szCs w:val="20"/>
    </w:rPr>
  </w:style>
  <w:style w:type="character" w:customStyle="1" w:styleId="Odrky-psmenaCharChar">
    <w:name w:val="Odrážky - písmena Char Char"/>
    <w:link w:val="Odrky-psmena"/>
    <w:rsid w:val="009B2AF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ceproas.cz/vyberova-rizeni" TargetMode="External"/><Relationship Id="rId4" Type="http://schemas.microsoft.com/office/2007/relationships/stylesWithEffects" Target="stylesWithEffects.xml"/><Relationship Id="rId9" Type="http://schemas.openxmlformats.org/officeDocument/2006/relationships/hyperlink" Target="https://www.ceproas.cz/public/data/eticky_kodex-final.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F4F3C-4AB0-4809-923E-E5BC58AB3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Template>
  <TotalTime>1</TotalTime>
  <Pages>1</Pages>
  <Words>4688</Words>
  <Characters>27661</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32285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Hostek Petr</cp:lastModifiedBy>
  <cp:revision>4</cp:revision>
  <cp:lastPrinted>2016-02-10T07:04:00Z</cp:lastPrinted>
  <dcterms:created xsi:type="dcterms:W3CDTF">2016-02-10T07:03:00Z</dcterms:created>
  <dcterms:modified xsi:type="dcterms:W3CDTF">2016-02-10T07:04:00Z</dcterms:modified>
</cp:coreProperties>
</file>